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F39C2" w14:textId="77777777" w:rsidR="00AE3C7E" w:rsidRPr="006229EA" w:rsidRDefault="00316CB7" w:rsidP="000E61B6">
      <w:pPr>
        <w:pStyle w:val="Heading1T"/>
      </w:pPr>
      <w:bookmarkStart w:id="0" w:name="_Toc403652212"/>
      <w:r>
        <w:t xml:space="preserve">Sample Notification Letters and Emails for the </w:t>
      </w:r>
      <w:r w:rsidR="00AE3C7E" w:rsidRPr="006229EA">
        <w:t>CAHPS</w:t>
      </w:r>
      <w:r w:rsidR="00AE3C7E" w:rsidRPr="006229EA">
        <w:rPr>
          <w:vertAlign w:val="superscript"/>
        </w:rPr>
        <w:t>®</w:t>
      </w:r>
      <w:r w:rsidR="00AE3C7E" w:rsidRPr="006229EA">
        <w:t xml:space="preserve"> </w:t>
      </w:r>
      <w:r>
        <w:t>Cancer Care Survey</w:t>
      </w:r>
      <w:bookmarkEnd w:id="0"/>
    </w:p>
    <w:p w14:paraId="5257AF8D" w14:textId="77777777" w:rsidR="006B554A" w:rsidRPr="006229EA" w:rsidRDefault="006B554A" w:rsidP="006B554A">
      <w:pPr>
        <w:pStyle w:val="P1-StandPara"/>
      </w:pPr>
    </w:p>
    <w:p w14:paraId="08F69988" w14:textId="77777777" w:rsidR="00316CB7" w:rsidRDefault="00316CB7" w:rsidP="00316CB7">
      <w:pPr>
        <w:pStyle w:val="P1-StandPara"/>
      </w:pPr>
      <w:r>
        <w:t xml:space="preserve">This document contains sample letters, emails, and reminder postcards that you can customize to suit your survey project. These letters and emails have been adapted from actual materials used by organizations that field test CAHPS surveys. The text also reflects findings from consumer testing conducted by the CAHPS research team. Sponsors and vendors are urged to use these letters and/or emails, as they are a critical part of the survey protocol. In addition, the instructions provided in this document offer helpful tips for achieving target response rates. </w:t>
      </w:r>
    </w:p>
    <w:p w14:paraId="71F0F6F1" w14:textId="1142DAAF" w:rsidR="002E21F6" w:rsidRPr="002E21F6" w:rsidRDefault="00CE015C" w:rsidP="002E21F6">
      <w:pPr>
        <w:pStyle w:val="TOC1"/>
        <w:rPr>
          <w:rStyle w:val="Hyperlink"/>
          <w:rFonts w:asciiTheme="minorHAnsi" w:eastAsiaTheme="minorEastAsia" w:hAnsiTheme="minorHAnsi" w:cstheme="minorBidi"/>
          <w:b w:val="0"/>
          <w:noProof/>
          <w:color w:val="auto"/>
          <w:spacing w:val="0"/>
          <w:sz w:val="22"/>
          <w:szCs w:val="22"/>
          <w:u w:val="none"/>
        </w:rPr>
      </w:pPr>
      <w:r w:rsidRPr="006229EA">
        <w:fldChar w:fldCharType="begin"/>
      </w:r>
      <w:r w:rsidRPr="006229EA">
        <w:instrText xml:space="preserve"> TOC \h \z \t "Heading 1,1,Heading 2,2," </w:instrText>
      </w:r>
      <w:r w:rsidRPr="006229EA">
        <w:fldChar w:fldCharType="separate"/>
      </w:r>
      <w:hyperlink w:anchor="_Toc491699189" w:history="1">
        <w:r w:rsidR="00963D36" w:rsidRPr="00091496">
          <w:rPr>
            <w:rStyle w:val="Hyperlink"/>
            <w:noProof/>
          </w:rPr>
          <w:t>Instructions for Customizing Letters and Emails</w:t>
        </w:r>
        <w:r w:rsidR="00963D36">
          <w:rPr>
            <w:noProof/>
            <w:webHidden/>
          </w:rPr>
          <w:tab/>
        </w:r>
        <w:r w:rsidR="00963D36">
          <w:rPr>
            <w:noProof/>
            <w:webHidden/>
          </w:rPr>
          <w:fldChar w:fldCharType="begin"/>
        </w:r>
        <w:r w:rsidR="00963D36">
          <w:rPr>
            <w:noProof/>
            <w:webHidden/>
          </w:rPr>
          <w:instrText xml:space="preserve"> PAGEREF _Toc491699189 \h </w:instrText>
        </w:r>
        <w:r w:rsidR="00963D36">
          <w:rPr>
            <w:noProof/>
            <w:webHidden/>
          </w:rPr>
        </w:r>
        <w:r w:rsidR="00963D36">
          <w:rPr>
            <w:noProof/>
            <w:webHidden/>
          </w:rPr>
          <w:fldChar w:fldCharType="separate"/>
        </w:r>
        <w:r w:rsidR="00B06295">
          <w:rPr>
            <w:noProof/>
            <w:webHidden/>
          </w:rPr>
          <w:t>1</w:t>
        </w:r>
        <w:r w:rsidR="00963D36">
          <w:rPr>
            <w:noProof/>
            <w:webHidden/>
          </w:rPr>
          <w:fldChar w:fldCharType="end"/>
        </w:r>
      </w:hyperlink>
    </w:p>
    <w:p w14:paraId="2B34C48A" w14:textId="12C385CE" w:rsidR="00963D36" w:rsidRPr="002E21F6" w:rsidRDefault="00963D36">
      <w:pPr>
        <w:pStyle w:val="TOC1"/>
        <w:rPr>
          <w:rStyle w:val="Hyperlink"/>
          <w:noProof/>
          <w:color w:val="2F5496"/>
          <w:u w:val="none"/>
        </w:rPr>
      </w:pPr>
      <w:r w:rsidRPr="002E21F6">
        <w:rPr>
          <w:rStyle w:val="Hyperlink"/>
          <w:noProof/>
          <w:color w:val="2F5496"/>
          <w:u w:val="none"/>
        </w:rPr>
        <w:t>English</w:t>
      </w:r>
      <w:r w:rsidR="002E21F6" w:rsidRPr="002E21F6">
        <w:rPr>
          <w:rStyle w:val="Hyperlink"/>
          <w:noProof/>
          <w:color w:val="2F5496"/>
          <w:u w:val="none"/>
        </w:rPr>
        <w:t xml:space="preserve"> Letter and Emails</w:t>
      </w:r>
      <w:r w:rsidRPr="002E21F6">
        <w:rPr>
          <w:rStyle w:val="Hyperlink"/>
          <w:noProof/>
          <w:color w:val="2F5496"/>
          <w:u w:val="none"/>
        </w:rPr>
        <w:t>:</w:t>
      </w:r>
    </w:p>
    <w:p w14:paraId="7ECFCFA9" w14:textId="0EDD1875" w:rsidR="00963D36" w:rsidRDefault="00B06295">
      <w:pPr>
        <w:pStyle w:val="TOC1"/>
        <w:rPr>
          <w:rFonts w:asciiTheme="minorHAnsi" w:eastAsiaTheme="minorEastAsia" w:hAnsiTheme="minorHAnsi" w:cstheme="minorBidi"/>
          <w:b w:val="0"/>
          <w:noProof/>
          <w:color w:val="auto"/>
          <w:spacing w:val="0"/>
          <w:sz w:val="22"/>
          <w:szCs w:val="22"/>
        </w:rPr>
      </w:pPr>
      <w:hyperlink w:anchor="_Toc491699192" w:history="1">
        <w:r w:rsidR="00963D36" w:rsidRPr="00091496">
          <w:rPr>
            <w:rStyle w:val="Hyperlink"/>
            <w:noProof/>
          </w:rPr>
          <w:t xml:space="preserve">Mail </w:t>
        </w:r>
        <w:r w:rsidR="002E21F6">
          <w:rPr>
            <w:rStyle w:val="Hyperlink"/>
            <w:noProof/>
          </w:rPr>
          <w:t>Survey: Initial Letter</w:t>
        </w:r>
        <w:r w:rsidR="00963D36">
          <w:rPr>
            <w:noProof/>
            <w:webHidden/>
          </w:rPr>
          <w:tab/>
        </w:r>
        <w:r w:rsidR="00963D36">
          <w:rPr>
            <w:noProof/>
            <w:webHidden/>
          </w:rPr>
          <w:fldChar w:fldCharType="begin"/>
        </w:r>
        <w:r w:rsidR="00963D36">
          <w:rPr>
            <w:noProof/>
            <w:webHidden/>
          </w:rPr>
          <w:instrText xml:space="preserve"> PAGEREF _Toc491699192 \h </w:instrText>
        </w:r>
        <w:r w:rsidR="00963D36">
          <w:rPr>
            <w:noProof/>
            <w:webHidden/>
          </w:rPr>
        </w:r>
        <w:r w:rsidR="00963D36">
          <w:rPr>
            <w:noProof/>
            <w:webHidden/>
          </w:rPr>
          <w:fldChar w:fldCharType="separate"/>
        </w:r>
        <w:r>
          <w:rPr>
            <w:noProof/>
            <w:webHidden/>
          </w:rPr>
          <w:t>3</w:t>
        </w:r>
        <w:r w:rsidR="00963D36">
          <w:rPr>
            <w:noProof/>
            <w:webHidden/>
          </w:rPr>
          <w:fldChar w:fldCharType="end"/>
        </w:r>
      </w:hyperlink>
    </w:p>
    <w:p w14:paraId="055E7FB5" w14:textId="02C9CDB4" w:rsidR="00963D36" w:rsidRDefault="00B06295">
      <w:pPr>
        <w:pStyle w:val="TOC1"/>
        <w:rPr>
          <w:rFonts w:asciiTheme="minorHAnsi" w:eastAsiaTheme="minorEastAsia" w:hAnsiTheme="minorHAnsi" w:cstheme="minorBidi"/>
          <w:b w:val="0"/>
          <w:noProof/>
          <w:color w:val="auto"/>
          <w:spacing w:val="0"/>
          <w:sz w:val="22"/>
          <w:szCs w:val="22"/>
        </w:rPr>
      </w:pPr>
      <w:hyperlink w:anchor="_Toc491699193" w:history="1">
        <w:r w:rsidR="00963D36" w:rsidRPr="00091496">
          <w:rPr>
            <w:rStyle w:val="Hyperlink"/>
            <w:noProof/>
          </w:rPr>
          <w:t xml:space="preserve">Mail </w:t>
        </w:r>
        <w:r w:rsidR="002E21F6">
          <w:rPr>
            <w:rStyle w:val="Hyperlink"/>
            <w:noProof/>
          </w:rPr>
          <w:t>Survey: First Reminder</w:t>
        </w:r>
        <w:r w:rsidR="00963D36">
          <w:rPr>
            <w:noProof/>
            <w:webHidden/>
          </w:rPr>
          <w:tab/>
        </w:r>
        <w:r w:rsidR="00963D36">
          <w:rPr>
            <w:noProof/>
            <w:webHidden/>
          </w:rPr>
          <w:fldChar w:fldCharType="begin"/>
        </w:r>
        <w:r w:rsidR="00963D36">
          <w:rPr>
            <w:noProof/>
            <w:webHidden/>
          </w:rPr>
          <w:instrText xml:space="preserve"> PAGEREF _Toc491699193 \h </w:instrText>
        </w:r>
        <w:r w:rsidR="00963D36">
          <w:rPr>
            <w:noProof/>
            <w:webHidden/>
          </w:rPr>
        </w:r>
        <w:r w:rsidR="00963D36">
          <w:rPr>
            <w:noProof/>
            <w:webHidden/>
          </w:rPr>
          <w:fldChar w:fldCharType="separate"/>
        </w:r>
        <w:r>
          <w:rPr>
            <w:noProof/>
            <w:webHidden/>
          </w:rPr>
          <w:t>4</w:t>
        </w:r>
        <w:r w:rsidR="00963D36">
          <w:rPr>
            <w:noProof/>
            <w:webHidden/>
          </w:rPr>
          <w:fldChar w:fldCharType="end"/>
        </w:r>
      </w:hyperlink>
    </w:p>
    <w:p w14:paraId="1555F93B" w14:textId="34B310E0" w:rsidR="00963D36" w:rsidRDefault="00B06295">
      <w:pPr>
        <w:pStyle w:val="TOC1"/>
        <w:rPr>
          <w:rFonts w:asciiTheme="minorHAnsi" w:eastAsiaTheme="minorEastAsia" w:hAnsiTheme="minorHAnsi" w:cstheme="minorBidi"/>
          <w:b w:val="0"/>
          <w:noProof/>
          <w:color w:val="auto"/>
          <w:spacing w:val="0"/>
          <w:sz w:val="22"/>
          <w:szCs w:val="22"/>
        </w:rPr>
      </w:pPr>
      <w:hyperlink w:anchor="_Toc491699194" w:history="1">
        <w:r w:rsidR="00963D36" w:rsidRPr="00091496">
          <w:rPr>
            <w:rStyle w:val="Hyperlink"/>
            <w:noProof/>
          </w:rPr>
          <w:t>Mail Survey: Second Reminder</w:t>
        </w:r>
        <w:r w:rsidR="00963D36">
          <w:rPr>
            <w:noProof/>
            <w:webHidden/>
          </w:rPr>
          <w:tab/>
        </w:r>
        <w:r w:rsidR="00963D36">
          <w:rPr>
            <w:noProof/>
            <w:webHidden/>
          </w:rPr>
          <w:fldChar w:fldCharType="begin"/>
        </w:r>
        <w:r w:rsidR="00963D36">
          <w:rPr>
            <w:noProof/>
            <w:webHidden/>
          </w:rPr>
          <w:instrText xml:space="preserve"> PAGEREF _Toc491699194 \h </w:instrText>
        </w:r>
        <w:r w:rsidR="00963D36">
          <w:rPr>
            <w:noProof/>
            <w:webHidden/>
          </w:rPr>
        </w:r>
        <w:r w:rsidR="00963D36">
          <w:rPr>
            <w:noProof/>
            <w:webHidden/>
          </w:rPr>
          <w:fldChar w:fldCharType="separate"/>
        </w:r>
        <w:r>
          <w:rPr>
            <w:noProof/>
            <w:webHidden/>
          </w:rPr>
          <w:t>5</w:t>
        </w:r>
        <w:r w:rsidR="00963D36">
          <w:rPr>
            <w:noProof/>
            <w:webHidden/>
          </w:rPr>
          <w:fldChar w:fldCharType="end"/>
        </w:r>
      </w:hyperlink>
    </w:p>
    <w:p w14:paraId="1E4701EF" w14:textId="2B1E38A8" w:rsidR="00963D36" w:rsidRDefault="00B06295">
      <w:pPr>
        <w:pStyle w:val="TOC1"/>
        <w:rPr>
          <w:rFonts w:asciiTheme="minorHAnsi" w:eastAsiaTheme="minorEastAsia" w:hAnsiTheme="minorHAnsi" w:cstheme="minorBidi"/>
          <w:b w:val="0"/>
          <w:noProof/>
          <w:color w:val="auto"/>
          <w:spacing w:val="0"/>
          <w:sz w:val="22"/>
          <w:szCs w:val="22"/>
        </w:rPr>
      </w:pPr>
      <w:hyperlink w:anchor="_Toc491699195" w:history="1">
        <w:r w:rsidR="00963D36" w:rsidRPr="00091496">
          <w:rPr>
            <w:rStyle w:val="Hyperlink"/>
            <w:noProof/>
          </w:rPr>
          <w:t>Telephone Survey: Advance Letter</w:t>
        </w:r>
        <w:r w:rsidR="00963D36">
          <w:rPr>
            <w:noProof/>
            <w:webHidden/>
          </w:rPr>
          <w:tab/>
        </w:r>
        <w:r w:rsidR="00963D36">
          <w:rPr>
            <w:noProof/>
            <w:webHidden/>
          </w:rPr>
          <w:fldChar w:fldCharType="begin"/>
        </w:r>
        <w:r w:rsidR="00963D36">
          <w:rPr>
            <w:noProof/>
            <w:webHidden/>
          </w:rPr>
          <w:instrText xml:space="preserve"> PAGEREF _Toc491699195 \h </w:instrText>
        </w:r>
        <w:r w:rsidR="00963D36">
          <w:rPr>
            <w:noProof/>
            <w:webHidden/>
          </w:rPr>
        </w:r>
        <w:r w:rsidR="00963D36">
          <w:rPr>
            <w:noProof/>
            <w:webHidden/>
          </w:rPr>
          <w:fldChar w:fldCharType="separate"/>
        </w:r>
        <w:r>
          <w:rPr>
            <w:noProof/>
            <w:webHidden/>
          </w:rPr>
          <w:t>6</w:t>
        </w:r>
        <w:r w:rsidR="00963D36">
          <w:rPr>
            <w:noProof/>
            <w:webHidden/>
          </w:rPr>
          <w:fldChar w:fldCharType="end"/>
        </w:r>
      </w:hyperlink>
    </w:p>
    <w:p w14:paraId="2521FBD4" w14:textId="394AA4E1" w:rsidR="00963D36" w:rsidRDefault="00B06295">
      <w:pPr>
        <w:pStyle w:val="TOC1"/>
        <w:rPr>
          <w:rFonts w:asciiTheme="minorHAnsi" w:eastAsiaTheme="minorEastAsia" w:hAnsiTheme="minorHAnsi" w:cstheme="minorBidi"/>
          <w:b w:val="0"/>
          <w:noProof/>
          <w:color w:val="auto"/>
          <w:spacing w:val="0"/>
          <w:sz w:val="22"/>
          <w:szCs w:val="22"/>
        </w:rPr>
      </w:pPr>
      <w:hyperlink w:anchor="_Toc491699196" w:history="1">
        <w:r w:rsidR="00963D36" w:rsidRPr="00091496">
          <w:rPr>
            <w:rStyle w:val="Hyperlink"/>
            <w:noProof/>
          </w:rPr>
          <w:t>Online Survey: Initial Email</w:t>
        </w:r>
        <w:r w:rsidR="00963D36">
          <w:rPr>
            <w:noProof/>
            <w:webHidden/>
          </w:rPr>
          <w:tab/>
        </w:r>
        <w:r w:rsidR="00963D36">
          <w:rPr>
            <w:noProof/>
            <w:webHidden/>
          </w:rPr>
          <w:fldChar w:fldCharType="begin"/>
        </w:r>
        <w:r w:rsidR="00963D36">
          <w:rPr>
            <w:noProof/>
            <w:webHidden/>
          </w:rPr>
          <w:instrText xml:space="preserve"> PAGEREF _Toc491699196 \h </w:instrText>
        </w:r>
        <w:r w:rsidR="00963D36">
          <w:rPr>
            <w:noProof/>
            <w:webHidden/>
          </w:rPr>
        </w:r>
        <w:r w:rsidR="00963D36">
          <w:rPr>
            <w:noProof/>
            <w:webHidden/>
          </w:rPr>
          <w:fldChar w:fldCharType="separate"/>
        </w:r>
        <w:r>
          <w:rPr>
            <w:noProof/>
            <w:webHidden/>
          </w:rPr>
          <w:t>7</w:t>
        </w:r>
        <w:r w:rsidR="00963D36">
          <w:rPr>
            <w:noProof/>
            <w:webHidden/>
          </w:rPr>
          <w:fldChar w:fldCharType="end"/>
        </w:r>
      </w:hyperlink>
    </w:p>
    <w:p w14:paraId="23C6AADD" w14:textId="0BF59CC8" w:rsidR="00963D36" w:rsidRDefault="00B06295">
      <w:pPr>
        <w:pStyle w:val="TOC1"/>
        <w:rPr>
          <w:rFonts w:asciiTheme="minorHAnsi" w:eastAsiaTheme="minorEastAsia" w:hAnsiTheme="minorHAnsi" w:cstheme="minorBidi"/>
          <w:b w:val="0"/>
          <w:noProof/>
          <w:color w:val="auto"/>
          <w:spacing w:val="0"/>
          <w:sz w:val="22"/>
          <w:szCs w:val="22"/>
        </w:rPr>
      </w:pPr>
      <w:hyperlink w:anchor="_Toc491699197" w:history="1">
        <w:r w:rsidR="00963D36" w:rsidRPr="00091496">
          <w:rPr>
            <w:rStyle w:val="Hyperlink"/>
            <w:noProof/>
          </w:rPr>
          <w:t>Online Survey: First Reminder Email</w:t>
        </w:r>
        <w:r w:rsidR="00963D36">
          <w:rPr>
            <w:noProof/>
            <w:webHidden/>
          </w:rPr>
          <w:tab/>
        </w:r>
        <w:r w:rsidR="00963D36">
          <w:rPr>
            <w:noProof/>
            <w:webHidden/>
          </w:rPr>
          <w:fldChar w:fldCharType="begin"/>
        </w:r>
        <w:r w:rsidR="00963D36">
          <w:rPr>
            <w:noProof/>
            <w:webHidden/>
          </w:rPr>
          <w:instrText xml:space="preserve"> PAGEREF _Toc491699197 \h </w:instrText>
        </w:r>
        <w:r w:rsidR="00963D36">
          <w:rPr>
            <w:noProof/>
            <w:webHidden/>
          </w:rPr>
        </w:r>
        <w:r w:rsidR="00963D36">
          <w:rPr>
            <w:noProof/>
            <w:webHidden/>
          </w:rPr>
          <w:fldChar w:fldCharType="separate"/>
        </w:r>
        <w:r>
          <w:rPr>
            <w:noProof/>
            <w:webHidden/>
          </w:rPr>
          <w:t>8</w:t>
        </w:r>
        <w:r w:rsidR="00963D36">
          <w:rPr>
            <w:noProof/>
            <w:webHidden/>
          </w:rPr>
          <w:fldChar w:fldCharType="end"/>
        </w:r>
      </w:hyperlink>
    </w:p>
    <w:p w14:paraId="1795B8A1" w14:textId="5AE178FD" w:rsidR="00963D36" w:rsidRDefault="00B06295">
      <w:pPr>
        <w:pStyle w:val="TOC1"/>
        <w:rPr>
          <w:rFonts w:asciiTheme="minorHAnsi" w:eastAsiaTheme="minorEastAsia" w:hAnsiTheme="minorHAnsi" w:cstheme="minorBidi"/>
          <w:b w:val="0"/>
          <w:noProof/>
          <w:color w:val="auto"/>
          <w:spacing w:val="0"/>
          <w:sz w:val="22"/>
          <w:szCs w:val="22"/>
        </w:rPr>
      </w:pPr>
      <w:hyperlink w:anchor="_Toc491699198" w:history="1">
        <w:r w:rsidR="00963D36" w:rsidRPr="00091496">
          <w:rPr>
            <w:rStyle w:val="Hyperlink"/>
            <w:noProof/>
          </w:rPr>
          <w:t>Online Survey: Second Reminder Email</w:t>
        </w:r>
        <w:r w:rsidR="00963D36">
          <w:rPr>
            <w:noProof/>
            <w:webHidden/>
          </w:rPr>
          <w:tab/>
        </w:r>
        <w:r w:rsidR="00963D36">
          <w:rPr>
            <w:noProof/>
            <w:webHidden/>
          </w:rPr>
          <w:fldChar w:fldCharType="begin"/>
        </w:r>
        <w:r w:rsidR="00963D36">
          <w:rPr>
            <w:noProof/>
            <w:webHidden/>
          </w:rPr>
          <w:instrText xml:space="preserve"> PAGEREF _Toc491699198 \h </w:instrText>
        </w:r>
        <w:r w:rsidR="00963D36">
          <w:rPr>
            <w:noProof/>
            <w:webHidden/>
          </w:rPr>
        </w:r>
        <w:r w:rsidR="00963D36">
          <w:rPr>
            <w:noProof/>
            <w:webHidden/>
          </w:rPr>
          <w:fldChar w:fldCharType="separate"/>
        </w:r>
        <w:r>
          <w:rPr>
            <w:noProof/>
            <w:webHidden/>
          </w:rPr>
          <w:t>9</w:t>
        </w:r>
        <w:r w:rsidR="00963D36">
          <w:rPr>
            <w:noProof/>
            <w:webHidden/>
          </w:rPr>
          <w:fldChar w:fldCharType="end"/>
        </w:r>
      </w:hyperlink>
    </w:p>
    <w:p w14:paraId="133BB0FB" w14:textId="77777777" w:rsidR="002E21F6" w:rsidRDefault="002E21F6">
      <w:pPr>
        <w:pStyle w:val="TOC1"/>
        <w:rPr>
          <w:rStyle w:val="Hyperlink"/>
          <w:noProof/>
        </w:rPr>
      </w:pPr>
    </w:p>
    <w:p w14:paraId="7C9046CC" w14:textId="4E6EFF0F" w:rsidR="00963D36" w:rsidRPr="002E21F6" w:rsidRDefault="00963D36">
      <w:pPr>
        <w:pStyle w:val="TOC1"/>
        <w:rPr>
          <w:rStyle w:val="Hyperlink"/>
          <w:noProof/>
          <w:color w:val="2F5496"/>
          <w:u w:val="none"/>
        </w:rPr>
      </w:pPr>
      <w:r w:rsidRPr="002E21F6">
        <w:rPr>
          <w:rStyle w:val="Hyperlink"/>
          <w:noProof/>
          <w:color w:val="2F5496"/>
          <w:u w:val="none"/>
        </w:rPr>
        <w:t>Spanish</w:t>
      </w:r>
      <w:r w:rsidR="002E21F6" w:rsidRPr="002E21F6">
        <w:rPr>
          <w:rStyle w:val="Hyperlink"/>
          <w:noProof/>
          <w:color w:val="2F5496"/>
          <w:u w:val="none"/>
        </w:rPr>
        <w:t xml:space="preserve"> Letters and Emails</w:t>
      </w:r>
      <w:r w:rsidRPr="002E21F6">
        <w:rPr>
          <w:rStyle w:val="Hyperlink"/>
          <w:noProof/>
          <w:color w:val="2F5496"/>
          <w:u w:val="none"/>
        </w:rPr>
        <w:t>:</w:t>
      </w:r>
    </w:p>
    <w:p w14:paraId="65D8B1E2" w14:textId="13ED1EB3" w:rsidR="00963D36" w:rsidRDefault="00B06295">
      <w:pPr>
        <w:pStyle w:val="TOC1"/>
        <w:rPr>
          <w:rFonts w:asciiTheme="minorHAnsi" w:eastAsiaTheme="minorEastAsia" w:hAnsiTheme="minorHAnsi" w:cstheme="minorBidi"/>
          <w:b w:val="0"/>
          <w:noProof/>
          <w:color w:val="auto"/>
          <w:spacing w:val="0"/>
          <w:sz w:val="22"/>
          <w:szCs w:val="22"/>
        </w:rPr>
      </w:pPr>
      <w:hyperlink w:anchor="_Toc491699199" w:history="1">
        <w:r w:rsidR="00963D36" w:rsidRPr="00091496">
          <w:rPr>
            <w:rStyle w:val="Hyperlink"/>
            <w:bCs/>
            <w:noProof/>
          </w:rPr>
          <w:t xml:space="preserve">Mail </w:t>
        </w:r>
        <w:r w:rsidR="002E21F6">
          <w:rPr>
            <w:rStyle w:val="Hyperlink"/>
            <w:bCs/>
            <w:noProof/>
          </w:rPr>
          <w:t>Survey: Initial Letter</w:t>
        </w:r>
        <w:r w:rsidR="00963D36">
          <w:rPr>
            <w:noProof/>
            <w:webHidden/>
          </w:rPr>
          <w:tab/>
        </w:r>
        <w:r w:rsidR="00963D36">
          <w:rPr>
            <w:noProof/>
            <w:webHidden/>
          </w:rPr>
          <w:fldChar w:fldCharType="begin"/>
        </w:r>
        <w:r w:rsidR="00963D36">
          <w:rPr>
            <w:noProof/>
            <w:webHidden/>
          </w:rPr>
          <w:instrText xml:space="preserve"> PAGEREF _Toc491699199 \h </w:instrText>
        </w:r>
        <w:r w:rsidR="00963D36">
          <w:rPr>
            <w:noProof/>
            <w:webHidden/>
          </w:rPr>
        </w:r>
        <w:r w:rsidR="00963D36">
          <w:rPr>
            <w:noProof/>
            <w:webHidden/>
          </w:rPr>
          <w:fldChar w:fldCharType="separate"/>
        </w:r>
        <w:r>
          <w:rPr>
            <w:noProof/>
            <w:webHidden/>
          </w:rPr>
          <w:t>10</w:t>
        </w:r>
        <w:r w:rsidR="00963D36">
          <w:rPr>
            <w:noProof/>
            <w:webHidden/>
          </w:rPr>
          <w:fldChar w:fldCharType="end"/>
        </w:r>
      </w:hyperlink>
    </w:p>
    <w:p w14:paraId="452D0A30" w14:textId="1DC53670" w:rsidR="00963D36" w:rsidRDefault="00B06295">
      <w:pPr>
        <w:pStyle w:val="TOC1"/>
        <w:rPr>
          <w:rFonts w:asciiTheme="minorHAnsi" w:eastAsiaTheme="minorEastAsia" w:hAnsiTheme="minorHAnsi" w:cstheme="minorBidi"/>
          <w:b w:val="0"/>
          <w:noProof/>
          <w:color w:val="auto"/>
          <w:spacing w:val="0"/>
          <w:sz w:val="22"/>
          <w:szCs w:val="22"/>
        </w:rPr>
      </w:pPr>
      <w:hyperlink w:anchor="_Toc491699200" w:history="1">
        <w:r w:rsidR="00963D36" w:rsidRPr="00091496">
          <w:rPr>
            <w:rStyle w:val="Hyperlink"/>
            <w:bCs/>
            <w:noProof/>
          </w:rPr>
          <w:t xml:space="preserve">Mail </w:t>
        </w:r>
        <w:r w:rsidR="002E21F6">
          <w:rPr>
            <w:rStyle w:val="Hyperlink"/>
            <w:bCs/>
            <w:noProof/>
          </w:rPr>
          <w:t>Survey: First Reminder</w:t>
        </w:r>
        <w:r w:rsidR="00963D36">
          <w:rPr>
            <w:noProof/>
            <w:webHidden/>
          </w:rPr>
          <w:tab/>
        </w:r>
        <w:r w:rsidR="00963D36">
          <w:rPr>
            <w:noProof/>
            <w:webHidden/>
          </w:rPr>
          <w:fldChar w:fldCharType="begin"/>
        </w:r>
        <w:r w:rsidR="00963D36">
          <w:rPr>
            <w:noProof/>
            <w:webHidden/>
          </w:rPr>
          <w:instrText xml:space="preserve"> PAGEREF _Toc491699200 \h </w:instrText>
        </w:r>
        <w:r w:rsidR="00963D36">
          <w:rPr>
            <w:noProof/>
            <w:webHidden/>
          </w:rPr>
        </w:r>
        <w:r w:rsidR="00963D36">
          <w:rPr>
            <w:noProof/>
            <w:webHidden/>
          </w:rPr>
          <w:fldChar w:fldCharType="separate"/>
        </w:r>
        <w:r>
          <w:rPr>
            <w:noProof/>
            <w:webHidden/>
          </w:rPr>
          <w:t>11</w:t>
        </w:r>
        <w:r w:rsidR="00963D36">
          <w:rPr>
            <w:noProof/>
            <w:webHidden/>
          </w:rPr>
          <w:fldChar w:fldCharType="end"/>
        </w:r>
      </w:hyperlink>
    </w:p>
    <w:p w14:paraId="6BEC9A2B" w14:textId="39BC68EC" w:rsidR="00963D36" w:rsidRDefault="00B06295">
      <w:pPr>
        <w:pStyle w:val="TOC1"/>
        <w:rPr>
          <w:rFonts w:asciiTheme="minorHAnsi" w:eastAsiaTheme="minorEastAsia" w:hAnsiTheme="minorHAnsi" w:cstheme="minorBidi"/>
          <w:b w:val="0"/>
          <w:noProof/>
          <w:color w:val="auto"/>
          <w:spacing w:val="0"/>
          <w:sz w:val="22"/>
          <w:szCs w:val="22"/>
        </w:rPr>
      </w:pPr>
      <w:hyperlink w:anchor="_Toc491699201" w:history="1">
        <w:r w:rsidR="00963D36" w:rsidRPr="00091496">
          <w:rPr>
            <w:rStyle w:val="Hyperlink"/>
            <w:bCs/>
            <w:noProof/>
          </w:rPr>
          <w:t>Mail Survey: Second Reminder</w:t>
        </w:r>
        <w:r w:rsidR="00963D36">
          <w:rPr>
            <w:noProof/>
            <w:webHidden/>
          </w:rPr>
          <w:tab/>
        </w:r>
        <w:r w:rsidR="00963D36">
          <w:rPr>
            <w:noProof/>
            <w:webHidden/>
          </w:rPr>
          <w:fldChar w:fldCharType="begin"/>
        </w:r>
        <w:r w:rsidR="00963D36">
          <w:rPr>
            <w:noProof/>
            <w:webHidden/>
          </w:rPr>
          <w:instrText xml:space="preserve"> PAGEREF _Toc491699201 \h </w:instrText>
        </w:r>
        <w:r w:rsidR="00963D36">
          <w:rPr>
            <w:noProof/>
            <w:webHidden/>
          </w:rPr>
        </w:r>
        <w:r w:rsidR="00963D36">
          <w:rPr>
            <w:noProof/>
            <w:webHidden/>
          </w:rPr>
          <w:fldChar w:fldCharType="separate"/>
        </w:r>
        <w:r>
          <w:rPr>
            <w:noProof/>
            <w:webHidden/>
          </w:rPr>
          <w:t>12</w:t>
        </w:r>
        <w:r w:rsidR="00963D36">
          <w:rPr>
            <w:noProof/>
            <w:webHidden/>
          </w:rPr>
          <w:fldChar w:fldCharType="end"/>
        </w:r>
      </w:hyperlink>
    </w:p>
    <w:p w14:paraId="6EE34F71" w14:textId="5A989C8E" w:rsidR="00963D36" w:rsidRDefault="00011FFC">
      <w:pPr>
        <w:pStyle w:val="TOC1"/>
        <w:rPr>
          <w:rFonts w:asciiTheme="minorHAnsi" w:eastAsiaTheme="minorEastAsia" w:hAnsiTheme="minorHAnsi" w:cstheme="minorBidi"/>
          <w:b w:val="0"/>
          <w:noProof/>
          <w:color w:val="auto"/>
          <w:spacing w:val="0"/>
          <w:sz w:val="22"/>
          <w:szCs w:val="22"/>
        </w:rPr>
      </w:pPr>
      <w:hyperlink w:anchor="_Toc491699202" w:history="1">
        <w:r w:rsidR="00963D36" w:rsidRPr="00091496">
          <w:rPr>
            <w:rStyle w:val="Hyperlink"/>
            <w:bCs/>
            <w:noProof/>
          </w:rPr>
          <w:t>Telephone Survey: Advance Letter</w:t>
        </w:r>
        <w:r w:rsidR="00963D36">
          <w:rPr>
            <w:noProof/>
            <w:webHidden/>
          </w:rPr>
          <w:tab/>
        </w:r>
        <w:r w:rsidR="00963D36">
          <w:rPr>
            <w:noProof/>
            <w:webHidden/>
          </w:rPr>
          <w:fldChar w:fldCharType="begin"/>
        </w:r>
        <w:r w:rsidR="00963D36">
          <w:rPr>
            <w:noProof/>
            <w:webHidden/>
          </w:rPr>
          <w:instrText xml:space="preserve"> PAGEREF _Toc491699202 \h </w:instrText>
        </w:r>
        <w:r w:rsidR="00963D36">
          <w:rPr>
            <w:noProof/>
            <w:webHidden/>
          </w:rPr>
        </w:r>
        <w:r w:rsidR="00963D36">
          <w:rPr>
            <w:noProof/>
            <w:webHidden/>
          </w:rPr>
          <w:fldChar w:fldCharType="separate"/>
        </w:r>
        <w:r w:rsidR="00B06295">
          <w:rPr>
            <w:noProof/>
            <w:webHidden/>
          </w:rPr>
          <w:t>13</w:t>
        </w:r>
        <w:r w:rsidR="00963D36">
          <w:rPr>
            <w:noProof/>
            <w:webHidden/>
          </w:rPr>
          <w:fldChar w:fldCharType="end"/>
        </w:r>
      </w:hyperlink>
    </w:p>
    <w:p w14:paraId="216B8A94" w14:textId="430B52BE" w:rsidR="00963D36" w:rsidRDefault="00011FFC">
      <w:pPr>
        <w:pStyle w:val="TOC1"/>
        <w:rPr>
          <w:rFonts w:asciiTheme="minorHAnsi" w:eastAsiaTheme="minorEastAsia" w:hAnsiTheme="minorHAnsi" w:cstheme="minorBidi"/>
          <w:b w:val="0"/>
          <w:noProof/>
          <w:color w:val="auto"/>
          <w:spacing w:val="0"/>
          <w:sz w:val="22"/>
          <w:szCs w:val="22"/>
        </w:rPr>
      </w:pPr>
      <w:hyperlink w:anchor="_Toc491699203" w:history="1">
        <w:r w:rsidR="00963D36" w:rsidRPr="00091496">
          <w:rPr>
            <w:rStyle w:val="Hyperlink"/>
            <w:bCs/>
            <w:noProof/>
          </w:rPr>
          <w:t>Online Survey: Initial Email</w:t>
        </w:r>
        <w:r w:rsidR="00963D36">
          <w:rPr>
            <w:noProof/>
            <w:webHidden/>
          </w:rPr>
          <w:tab/>
        </w:r>
        <w:r w:rsidR="00963D36">
          <w:rPr>
            <w:noProof/>
            <w:webHidden/>
          </w:rPr>
          <w:fldChar w:fldCharType="begin"/>
        </w:r>
        <w:r w:rsidR="00963D36">
          <w:rPr>
            <w:noProof/>
            <w:webHidden/>
          </w:rPr>
          <w:instrText xml:space="preserve"> PAGEREF _Toc491699203 \h </w:instrText>
        </w:r>
        <w:r w:rsidR="00963D36">
          <w:rPr>
            <w:noProof/>
            <w:webHidden/>
          </w:rPr>
        </w:r>
        <w:r w:rsidR="00963D36">
          <w:rPr>
            <w:noProof/>
            <w:webHidden/>
          </w:rPr>
          <w:fldChar w:fldCharType="separate"/>
        </w:r>
        <w:r w:rsidR="00B06295">
          <w:rPr>
            <w:noProof/>
            <w:webHidden/>
          </w:rPr>
          <w:t>14</w:t>
        </w:r>
        <w:r w:rsidR="00963D36">
          <w:rPr>
            <w:noProof/>
            <w:webHidden/>
          </w:rPr>
          <w:fldChar w:fldCharType="end"/>
        </w:r>
      </w:hyperlink>
    </w:p>
    <w:p w14:paraId="35B0123A" w14:textId="25F485C3" w:rsidR="00963D36" w:rsidRDefault="00011FFC">
      <w:pPr>
        <w:pStyle w:val="TOC1"/>
        <w:rPr>
          <w:rFonts w:asciiTheme="minorHAnsi" w:eastAsiaTheme="minorEastAsia" w:hAnsiTheme="minorHAnsi" w:cstheme="minorBidi"/>
          <w:b w:val="0"/>
          <w:noProof/>
          <w:color w:val="auto"/>
          <w:spacing w:val="0"/>
          <w:sz w:val="22"/>
          <w:szCs w:val="22"/>
        </w:rPr>
      </w:pPr>
      <w:hyperlink w:anchor="_Toc491699204" w:history="1">
        <w:r w:rsidR="00963D36" w:rsidRPr="00091496">
          <w:rPr>
            <w:rStyle w:val="Hyperlink"/>
            <w:bCs/>
            <w:noProof/>
          </w:rPr>
          <w:t>Online Survey: First Reminder Email</w:t>
        </w:r>
        <w:r w:rsidR="00963D36">
          <w:rPr>
            <w:noProof/>
            <w:webHidden/>
          </w:rPr>
          <w:tab/>
        </w:r>
        <w:r w:rsidR="00963D36">
          <w:rPr>
            <w:noProof/>
            <w:webHidden/>
          </w:rPr>
          <w:fldChar w:fldCharType="begin"/>
        </w:r>
        <w:r w:rsidR="00963D36">
          <w:rPr>
            <w:noProof/>
            <w:webHidden/>
          </w:rPr>
          <w:instrText xml:space="preserve"> PAGEREF _Toc491699204 \h </w:instrText>
        </w:r>
        <w:r w:rsidR="00963D36">
          <w:rPr>
            <w:noProof/>
            <w:webHidden/>
          </w:rPr>
        </w:r>
        <w:r w:rsidR="00963D36">
          <w:rPr>
            <w:noProof/>
            <w:webHidden/>
          </w:rPr>
          <w:fldChar w:fldCharType="separate"/>
        </w:r>
        <w:r w:rsidR="00B06295">
          <w:rPr>
            <w:noProof/>
            <w:webHidden/>
          </w:rPr>
          <w:t>15</w:t>
        </w:r>
        <w:r w:rsidR="00963D36">
          <w:rPr>
            <w:noProof/>
            <w:webHidden/>
          </w:rPr>
          <w:fldChar w:fldCharType="end"/>
        </w:r>
      </w:hyperlink>
    </w:p>
    <w:p w14:paraId="3EB81955" w14:textId="1488593A" w:rsidR="00963D36" w:rsidRDefault="00011FFC">
      <w:pPr>
        <w:pStyle w:val="TOC1"/>
        <w:rPr>
          <w:rFonts w:asciiTheme="minorHAnsi" w:eastAsiaTheme="minorEastAsia" w:hAnsiTheme="minorHAnsi" w:cstheme="minorBidi"/>
          <w:b w:val="0"/>
          <w:noProof/>
          <w:color w:val="auto"/>
          <w:spacing w:val="0"/>
          <w:sz w:val="22"/>
          <w:szCs w:val="22"/>
        </w:rPr>
      </w:pPr>
      <w:hyperlink w:anchor="_Toc491699205" w:history="1">
        <w:r w:rsidR="00963D36" w:rsidRPr="00091496">
          <w:rPr>
            <w:rStyle w:val="Hyperlink"/>
            <w:bCs/>
            <w:noProof/>
          </w:rPr>
          <w:t>Online Survey: Second Reminder Email</w:t>
        </w:r>
        <w:r w:rsidR="00963D36">
          <w:rPr>
            <w:noProof/>
            <w:webHidden/>
          </w:rPr>
          <w:tab/>
        </w:r>
        <w:r w:rsidR="00963D36">
          <w:rPr>
            <w:noProof/>
            <w:webHidden/>
          </w:rPr>
          <w:fldChar w:fldCharType="begin"/>
        </w:r>
        <w:r w:rsidR="00963D36">
          <w:rPr>
            <w:noProof/>
            <w:webHidden/>
          </w:rPr>
          <w:instrText xml:space="preserve"> PAGEREF _Toc491699205 \h </w:instrText>
        </w:r>
        <w:r w:rsidR="00963D36">
          <w:rPr>
            <w:noProof/>
            <w:webHidden/>
          </w:rPr>
        </w:r>
        <w:r w:rsidR="00963D36">
          <w:rPr>
            <w:noProof/>
            <w:webHidden/>
          </w:rPr>
          <w:fldChar w:fldCharType="separate"/>
        </w:r>
        <w:r w:rsidR="00B06295">
          <w:rPr>
            <w:noProof/>
            <w:webHidden/>
          </w:rPr>
          <w:t>16</w:t>
        </w:r>
        <w:r w:rsidR="00963D36">
          <w:rPr>
            <w:noProof/>
            <w:webHidden/>
          </w:rPr>
          <w:fldChar w:fldCharType="end"/>
        </w:r>
      </w:hyperlink>
    </w:p>
    <w:p w14:paraId="52BEFEBC" w14:textId="70603195" w:rsidR="00D347A1" w:rsidRPr="002E21F6" w:rsidRDefault="00CE015C" w:rsidP="002E21F6">
      <w:pPr>
        <w:pStyle w:val="TOC1"/>
        <w:ind w:left="0"/>
      </w:pPr>
      <w:r w:rsidRPr="006229EA">
        <w:fldChar w:fldCharType="end"/>
      </w:r>
    </w:p>
    <w:p w14:paraId="043F4805" w14:textId="77777777" w:rsidR="00AC4CAE" w:rsidRPr="006229EA" w:rsidRDefault="00506FDD" w:rsidP="00E908A9">
      <w:pPr>
        <w:pStyle w:val="Heading1D"/>
        <w:tabs>
          <w:tab w:val="left" w:pos="9270"/>
        </w:tabs>
      </w:pPr>
      <w:r w:rsidRPr="006229EA">
        <w:lastRenderedPageBreak/>
        <w:t>Documents Available for the CAHPS Cancer Care Survey</w:t>
      </w:r>
    </w:p>
    <w:p w14:paraId="0ABA9381" w14:textId="77777777" w:rsidR="00AC4CAE" w:rsidRPr="006229EA" w:rsidRDefault="001D6737" w:rsidP="00FD1E0B">
      <w:pPr>
        <w:pStyle w:val="L1-FlLSp12"/>
      </w:pPr>
      <w:r w:rsidRPr="006229EA">
        <w:t xml:space="preserve">This document is part of a set of instructional materials that address implementing the Cancer Care Survey, analyzing the data, and reporting the results. All documents are available on the </w:t>
      </w:r>
      <w:hyperlink r:id="rId8" w:history="1">
        <w:r w:rsidR="00316CB7" w:rsidRPr="00D9616A">
          <w:rPr>
            <w:rStyle w:val="Hyperlink"/>
          </w:rPr>
          <w:t>Agency for Healthcare Research and Quality’s Web site</w:t>
        </w:r>
      </w:hyperlink>
      <w:r w:rsidRPr="006229EA">
        <w:t>. For assistance in accessing these documents, please contact the CAHPS Help Line at 800</w:t>
      </w:r>
      <w:r w:rsidRPr="006229EA">
        <w:noBreakHyphen/>
        <w:t>492</w:t>
      </w:r>
      <w:r w:rsidRPr="006229EA">
        <w:noBreakHyphen/>
        <w:t xml:space="preserve">9261 or </w:t>
      </w:r>
      <w:hyperlink r:id="rId9" w:tooltip="Email CAHPS1@westat.com." w:history="1">
        <w:r w:rsidRPr="006229EA">
          <w:rPr>
            <w:rStyle w:val="Hyperlink"/>
            <w:sz w:val="22"/>
            <w:szCs w:val="22"/>
          </w:rPr>
          <w:t>cahps1@westat.com</w:t>
        </w:r>
      </w:hyperlink>
      <w:r w:rsidRPr="006229EA">
        <w:t>.</w:t>
      </w:r>
    </w:p>
    <w:p w14:paraId="32B96B5E" w14:textId="77777777" w:rsidR="007172B2" w:rsidRPr="006229EA" w:rsidRDefault="007172B2" w:rsidP="007172B2">
      <w:pPr>
        <w:pStyle w:val="L1-FlLSp12"/>
        <w:spacing w:after="40"/>
      </w:pPr>
      <w:r w:rsidRPr="006229EA">
        <w:rPr>
          <w:szCs w:val="23"/>
        </w:rPr>
        <w:t xml:space="preserve">For </w:t>
      </w:r>
      <w:r w:rsidRPr="006229EA">
        <w:t xml:space="preserve">descriptions of these documents, refer to </w:t>
      </w:r>
      <w:proofErr w:type="gramStart"/>
      <w:r w:rsidRPr="006229EA">
        <w:rPr>
          <w:b/>
          <w:i/>
        </w:rPr>
        <w:t>What's</w:t>
      </w:r>
      <w:proofErr w:type="gramEnd"/>
      <w:r w:rsidRPr="006229EA">
        <w:rPr>
          <w:b/>
          <w:i/>
        </w:rPr>
        <w:t xml:space="preserve"> Available for the CAHPS Cancer Care Survey.</w:t>
      </w:r>
    </w:p>
    <w:p w14:paraId="0E58D523" w14:textId="77777777" w:rsidR="00634391" w:rsidRPr="006229EA" w:rsidRDefault="00634391" w:rsidP="003F5AC0">
      <w:pPr>
        <w:pStyle w:val="SL-FlLftSgl"/>
        <w:spacing w:after="40"/>
        <w:sectPr w:rsidR="00634391" w:rsidRPr="006229EA" w:rsidSect="00D810CC">
          <w:headerReference w:type="default" r:id="rId10"/>
          <w:footerReference w:type="default" r:id="rId11"/>
          <w:headerReference w:type="first" r:id="rId12"/>
          <w:footerReference w:type="first" r:id="rId13"/>
          <w:footnotePr>
            <w:numFmt w:val="chicago"/>
          </w:footnotePr>
          <w:type w:val="continuous"/>
          <w:pgSz w:w="12240" w:h="15840" w:code="1"/>
          <w:pgMar w:top="1440" w:right="1440" w:bottom="1440" w:left="1440" w:header="720" w:footer="413" w:gutter="0"/>
          <w:pgNumType w:start="1"/>
          <w:cols w:space="864"/>
          <w:noEndnote/>
          <w:titlePg/>
        </w:sectPr>
      </w:pPr>
    </w:p>
    <w:p w14:paraId="00F546FB" w14:textId="77777777" w:rsidR="00316CB7" w:rsidRPr="00D9616A" w:rsidRDefault="00316CB7" w:rsidP="00316CB7">
      <w:pPr>
        <w:pStyle w:val="L1-FlLSp12"/>
        <w:keepNext/>
        <w:keepLines/>
        <w:spacing w:before="240" w:after="60" w:line="240" w:lineRule="atLeast"/>
        <w:rPr>
          <w:rFonts w:ascii="Arial Bold" w:hAnsi="Arial Bold"/>
          <w:b/>
          <w:szCs w:val="23"/>
        </w:rPr>
      </w:pPr>
      <w:bookmarkStart w:id="1" w:name="_Toc403652214"/>
      <w:r w:rsidRPr="00D9616A">
        <w:rPr>
          <w:rFonts w:ascii="Arial Bold" w:hAnsi="Arial Bold"/>
          <w:b/>
          <w:szCs w:val="23"/>
        </w:rPr>
        <w:t>Available for the Cancer Care Survey:</w:t>
      </w:r>
    </w:p>
    <w:p w14:paraId="5CB0C58D" w14:textId="77777777" w:rsidR="00316CB7" w:rsidRPr="00D9616A" w:rsidRDefault="00316CB7" w:rsidP="00316CB7">
      <w:pPr>
        <w:pStyle w:val="L1-FlLSp12"/>
        <w:keepNext/>
        <w:keepLines/>
        <w:spacing w:before="240" w:after="60" w:line="240" w:lineRule="atLeast"/>
        <w:rPr>
          <w:rFonts w:ascii="Arial Bold" w:hAnsi="Arial Bold"/>
          <w:b/>
        </w:rPr>
      </w:pPr>
      <w:r w:rsidRPr="00D9616A">
        <w:rPr>
          <w:rFonts w:ascii="Arial Bold" w:hAnsi="Arial Bold"/>
          <w:b/>
        </w:rPr>
        <w:t>Questionnaires</w:t>
      </w:r>
    </w:p>
    <w:p w14:paraId="04979F2C" w14:textId="77777777" w:rsidR="00316CB7" w:rsidRDefault="00316CB7" w:rsidP="00316CB7">
      <w:pPr>
        <w:pStyle w:val="N0-FlLftBullet"/>
        <w:numPr>
          <w:ilvl w:val="0"/>
          <w:numId w:val="4"/>
        </w:numPr>
        <w:spacing w:before="60" w:after="60"/>
        <w:ind w:left="360"/>
        <w:rPr>
          <w:sz w:val="22"/>
          <w:szCs w:val="22"/>
        </w:rPr>
      </w:pPr>
      <w:r w:rsidRPr="00D9616A">
        <w:rPr>
          <w:b/>
          <w:i/>
          <w:sz w:val="22"/>
          <w:szCs w:val="22"/>
        </w:rPr>
        <w:t xml:space="preserve">CAHPS Cancer Care Survey </w:t>
      </w:r>
      <w:r w:rsidRPr="00D9616A">
        <w:rPr>
          <w:sz w:val="22"/>
          <w:szCs w:val="22"/>
        </w:rPr>
        <w:t>(English and Spanish)</w:t>
      </w:r>
    </w:p>
    <w:p w14:paraId="47C21DF8" w14:textId="77777777" w:rsidR="00316CB7" w:rsidRPr="00D9616A" w:rsidRDefault="00316CB7" w:rsidP="00316CB7">
      <w:pPr>
        <w:pStyle w:val="N0-FlLftBullet"/>
        <w:numPr>
          <w:ilvl w:val="1"/>
          <w:numId w:val="4"/>
        </w:numPr>
        <w:spacing w:before="60" w:after="60"/>
        <w:ind w:left="720"/>
      </w:pPr>
      <w:r w:rsidRPr="00D9616A">
        <w:rPr>
          <w:b/>
          <w:i/>
          <w:sz w:val="22"/>
          <w:szCs w:val="22"/>
        </w:rPr>
        <w:t>Radiation Therapy Survey</w:t>
      </w:r>
    </w:p>
    <w:p w14:paraId="7D049BC4" w14:textId="77777777" w:rsidR="00316CB7" w:rsidRPr="00D9616A" w:rsidRDefault="00316CB7" w:rsidP="00316CB7">
      <w:pPr>
        <w:pStyle w:val="N0-FlLftBullet"/>
        <w:numPr>
          <w:ilvl w:val="1"/>
          <w:numId w:val="4"/>
        </w:numPr>
        <w:spacing w:before="60" w:after="60"/>
        <w:ind w:left="720"/>
      </w:pPr>
      <w:r w:rsidRPr="00D9616A">
        <w:rPr>
          <w:b/>
          <w:i/>
          <w:sz w:val="22"/>
          <w:szCs w:val="22"/>
        </w:rPr>
        <w:t>Drug Therapy Survey</w:t>
      </w:r>
    </w:p>
    <w:p w14:paraId="34D8A4E4" w14:textId="77777777" w:rsidR="00316CB7" w:rsidRPr="00D9616A" w:rsidRDefault="00316CB7" w:rsidP="00316CB7">
      <w:pPr>
        <w:pStyle w:val="N0-FlLftBullet"/>
        <w:numPr>
          <w:ilvl w:val="1"/>
          <w:numId w:val="4"/>
        </w:numPr>
        <w:spacing w:before="60" w:after="60"/>
        <w:ind w:left="720"/>
      </w:pPr>
      <w:r w:rsidRPr="00D9616A">
        <w:rPr>
          <w:b/>
          <w:i/>
          <w:sz w:val="22"/>
          <w:szCs w:val="22"/>
        </w:rPr>
        <w:t>Cancer Surgery Survey</w:t>
      </w:r>
    </w:p>
    <w:p w14:paraId="763A8DE0" w14:textId="77777777" w:rsidR="00316CB7" w:rsidRDefault="00316CB7" w:rsidP="00316CB7">
      <w:pPr>
        <w:pStyle w:val="L1-FlLSp12"/>
        <w:keepNext/>
        <w:keepLines/>
        <w:spacing w:before="240" w:after="60" w:line="240" w:lineRule="atLeast"/>
        <w:rPr>
          <w:rFonts w:ascii="Arial Bold" w:hAnsi="Arial Bold"/>
          <w:b/>
        </w:rPr>
      </w:pPr>
      <w:r w:rsidRPr="00D9616A">
        <w:rPr>
          <w:rFonts w:ascii="Arial Bold" w:hAnsi="Arial Bold"/>
          <w:b/>
        </w:rPr>
        <w:t>Supplemental Items</w:t>
      </w:r>
    </w:p>
    <w:p w14:paraId="3F61BC6B" w14:textId="77777777" w:rsidR="00316CB7" w:rsidRPr="00D9616A" w:rsidRDefault="00316CB7" w:rsidP="00316CB7">
      <w:pPr>
        <w:pStyle w:val="N0-FlLftBullet"/>
        <w:numPr>
          <w:ilvl w:val="0"/>
          <w:numId w:val="4"/>
        </w:numPr>
        <w:spacing w:before="60" w:after="60"/>
        <w:ind w:left="360"/>
      </w:pPr>
      <w:r w:rsidRPr="00D9616A">
        <w:rPr>
          <w:b/>
          <w:i/>
          <w:sz w:val="22"/>
          <w:szCs w:val="22"/>
        </w:rPr>
        <w:t>Supplemental Items for the CAHPS Cancer Care Survey</w:t>
      </w:r>
    </w:p>
    <w:p w14:paraId="23861A08" w14:textId="77777777" w:rsidR="00316CB7" w:rsidRDefault="00316CB7" w:rsidP="00316CB7">
      <w:pPr>
        <w:pStyle w:val="L1-FlLSp12"/>
        <w:keepNext/>
        <w:keepLines/>
        <w:spacing w:before="240" w:after="60" w:line="240" w:lineRule="atLeast"/>
        <w:rPr>
          <w:rFonts w:ascii="Arial Bold" w:hAnsi="Arial Bold"/>
          <w:b/>
        </w:rPr>
      </w:pPr>
      <w:r w:rsidRPr="00D9616A">
        <w:rPr>
          <w:rFonts w:ascii="Arial Bold" w:hAnsi="Arial Bold"/>
          <w:b/>
        </w:rPr>
        <w:t>Survey Administration Guidelines</w:t>
      </w:r>
    </w:p>
    <w:p w14:paraId="6AA1717B" w14:textId="77777777" w:rsidR="00316CB7" w:rsidRPr="00D9616A" w:rsidRDefault="00316CB7" w:rsidP="00316CB7">
      <w:pPr>
        <w:pStyle w:val="N0-FlLftBullet"/>
        <w:numPr>
          <w:ilvl w:val="0"/>
          <w:numId w:val="4"/>
        </w:numPr>
        <w:spacing w:before="60" w:after="60"/>
        <w:ind w:left="360"/>
        <w:rPr>
          <w:b/>
          <w:i/>
          <w:sz w:val="22"/>
          <w:szCs w:val="22"/>
        </w:rPr>
      </w:pPr>
      <w:r w:rsidRPr="00D9616A">
        <w:rPr>
          <w:b/>
          <w:i/>
          <w:sz w:val="22"/>
          <w:szCs w:val="22"/>
        </w:rPr>
        <w:t>Preparing a Questionnaire Using the CAHPS Cancer Care Survey</w:t>
      </w:r>
    </w:p>
    <w:p w14:paraId="4E8B6DF3" w14:textId="77777777" w:rsidR="00316CB7" w:rsidRDefault="00316CB7" w:rsidP="00316CB7">
      <w:pPr>
        <w:pStyle w:val="N0-FlLftBullet"/>
        <w:numPr>
          <w:ilvl w:val="0"/>
          <w:numId w:val="4"/>
        </w:numPr>
        <w:spacing w:before="60" w:after="60"/>
        <w:ind w:left="360"/>
        <w:rPr>
          <w:b/>
          <w:i/>
          <w:sz w:val="22"/>
          <w:szCs w:val="22"/>
        </w:rPr>
      </w:pPr>
      <w:r w:rsidRPr="00D9616A">
        <w:rPr>
          <w:b/>
          <w:i/>
          <w:sz w:val="22"/>
          <w:szCs w:val="22"/>
        </w:rPr>
        <w:t>Fielding the CAHPS Cancer Care Survey</w:t>
      </w:r>
    </w:p>
    <w:p w14:paraId="5605DD31" w14:textId="77777777" w:rsidR="00316CB7" w:rsidRPr="00D9616A" w:rsidRDefault="00316CB7" w:rsidP="00316CB7">
      <w:pPr>
        <w:pStyle w:val="N0-FlLftBullet"/>
        <w:numPr>
          <w:ilvl w:val="0"/>
          <w:numId w:val="4"/>
        </w:numPr>
        <w:spacing w:before="60" w:after="60"/>
        <w:ind w:left="360"/>
        <w:rPr>
          <w:b/>
          <w:i/>
          <w:sz w:val="22"/>
          <w:szCs w:val="22"/>
        </w:rPr>
      </w:pPr>
      <w:r w:rsidRPr="00D9616A">
        <w:rPr>
          <w:b/>
          <w:i/>
          <w:sz w:val="22"/>
          <w:szCs w:val="22"/>
        </w:rPr>
        <w:t>Sample Notification Letters and Emails for the CAHPS Cancer Care Survey</w:t>
      </w:r>
    </w:p>
    <w:p w14:paraId="3A037971" w14:textId="77777777" w:rsidR="00316CB7" w:rsidRPr="00D9616A" w:rsidRDefault="00316CB7" w:rsidP="00316CB7">
      <w:pPr>
        <w:pStyle w:val="L1-FlLSp12"/>
        <w:keepNext/>
        <w:keepLines/>
        <w:spacing w:before="240" w:after="60" w:line="240" w:lineRule="atLeast"/>
        <w:rPr>
          <w:rFonts w:ascii="Arial Bold" w:hAnsi="Arial Bold"/>
          <w:b/>
        </w:rPr>
      </w:pPr>
      <w:r w:rsidRPr="00D9616A">
        <w:rPr>
          <w:rFonts w:ascii="Arial Bold" w:hAnsi="Arial Bold"/>
          <w:b/>
        </w:rPr>
        <w:t>Reporting Measures and Guidelines</w:t>
      </w:r>
    </w:p>
    <w:p w14:paraId="3256B952" w14:textId="77777777" w:rsidR="00316CB7" w:rsidRPr="00D9616A" w:rsidRDefault="00316CB7" w:rsidP="00316CB7">
      <w:pPr>
        <w:pStyle w:val="N0-FlLftBullet"/>
        <w:keepNext/>
        <w:keepLines/>
        <w:numPr>
          <w:ilvl w:val="0"/>
          <w:numId w:val="4"/>
        </w:numPr>
        <w:spacing w:before="60" w:after="60" w:line="240" w:lineRule="atLeast"/>
        <w:ind w:left="360"/>
      </w:pPr>
      <w:r w:rsidRPr="00D9616A">
        <w:rPr>
          <w:b/>
          <w:i/>
          <w:sz w:val="22"/>
          <w:szCs w:val="22"/>
        </w:rPr>
        <w:t xml:space="preserve">Patient Experience Measures from the CAHPS </w:t>
      </w:r>
      <w:r w:rsidRPr="00D9616A">
        <w:rPr>
          <w:b/>
          <w:bCs/>
          <w:i/>
          <w:iCs/>
          <w:sz w:val="22"/>
          <w:szCs w:val="22"/>
        </w:rPr>
        <w:t>Cancer Care Survey</w:t>
      </w:r>
    </w:p>
    <w:bookmarkEnd w:id="1"/>
    <w:p w14:paraId="44104D64" w14:textId="77777777" w:rsidR="007172B2" w:rsidRPr="006229EA" w:rsidRDefault="007172B2" w:rsidP="00D347A1">
      <w:pPr>
        <w:pStyle w:val="N0-FlLftBullet"/>
        <w:spacing w:before="60" w:after="60"/>
        <w:ind w:firstLine="0"/>
        <w:rPr>
          <w:b/>
          <w:i/>
        </w:rPr>
      </w:pPr>
    </w:p>
    <w:p w14:paraId="4075BD8F" w14:textId="77777777" w:rsidR="00316CB7" w:rsidRPr="00D9616A" w:rsidRDefault="00213A1D" w:rsidP="00316CB7">
      <w:pPr>
        <w:pStyle w:val="N0-FlLftBullet"/>
        <w:keepNext/>
        <w:keepLines/>
        <w:spacing w:before="240" w:after="60" w:line="240" w:lineRule="atLeast"/>
        <w:ind w:left="0" w:firstLine="0"/>
        <w:rPr>
          <w:szCs w:val="23"/>
        </w:rPr>
      </w:pPr>
      <w:r w:rsidRPr="006229EA">
        <w:br w:type="column"/>
      </w:r>
      <w:bookmarkStart w:id="2" w:name="_Toc403652217"/>
      <w:r w:rsidR="00316CB7" w:rsidRPr="00D9616A">
        <w:rPr>
          <w:rFonts w:ascii="Arial Bold" w:hAnsi="Arial Bold"/>
          <w:b/>
          <w:szCs w:val="23"/>
        </w:rPr>
        <w:t>Available for all CAHPS surveys:</w:t>
      </w:r>
    </w:p>
    <w:p w14:paraId="7FF5F4AE" w14:textId="77777777" w:rsidR="00316CB7" w:rsidRDefault="00011FFC" w:rsidP="00316CB7">
      <w:pPr>
        <w:pStyle w:val="N0-FlLftBullet"/>
        <w:numPr>
          <w:ilvl w:val="0"/>
          <w:numId w:val="4"/>
        </w:numPr>
        <w:spacing w:before="60" w:after="60"/>
        <w:ind w:left="360"/>
        <w:rPr>
          <w:sz w:val="22"/>
          <w:szCs w:val="22"/>
        </w:rPr>
      </w:pPr>
      <w:hyperlink r:id="rId14" w:history="1">
        <w:r w:rsidR="00316CB7" w:rsidRPr="00D9616A">
          <w:rPr>
            <w:rStyle w:val="Hyperlink"/>
            <w:sz w:val="22"/>
            <w:szCs w:val="22"/>
          </w:rPr>
          <w:t>Analyzing CAHPS Survey Data</w:t>
        </w:r>
      </w:hyperlink>
      <w:r w:rsidR="00316CB7" w:rsidRPr="00D9616A">
        <w:rPr>
          <w:sz w:val="22"/>
          <w:szCs w:val="22"/>
        </w:rPr>
        <w:t>: Free programs for analyzing the data, guidance on preparing survey results for analysis, and instructions for using the CAHPS Analysis Program.</w:t>
      </w:r>
    </w:p>
    <w:p w14:paraId="19B8C055" w14:textId="77777777" w:rsidR="00316CB7" w:rsidRPr="00D9616A" w:rsidRDefault="00011FFC" w:rsidP="00316CB7">
      <w:pPr>
        <w:pStyle w:val="N0-FlLftBullet"/>
        <w:numPr>
          <w:ilvl w:val="0"/>
          <w:numId w:val="4"/>
        </w:numPr>
        <w:spacing w:before="60" w:after="60"/>
        <w:ind w:left="360"/>
        <w:rPr>
          <w:sz w:val="22"/>
          <w:szCs w:val="22"/>
        </w:rPr>
      </w:pPr>
      <w:hyperlink r:id="rId15" w:history="1">
        <w:r w:rsidR="00316CB7" w:rsidRPr="00D9616A">
          <w:rPr>
            <w:rStyle w:val="Hyperlink"/>
            <w:sz w:val="22"/>
            <w:szCs w:val="22"/>
          </w:rPr>
          <w:t>Translating Surveys and Other Materials</w:t>
        </w:r>
      </w:hyperlink>
      <w:r w:rsidR="00316CB7" w:rsidRPr="00D9616A">
        <w:rPr>
          <w:sz w:val="22"/>
          <w:szCs w:val="22"/>
        </w:rPr>
        <w:t>: Guidelines for translating surveys and selecting translators and translation reviewers.</w:t>
      </w:r>
    </w:p>
    <w:bookmarkEnd w:id="2"/>
    <w:p w14:paraId="5FB73FF0" w14:textId="77777777" w:rsidR="007172B2" w:rsidRPr="006229EA" w:rsidRDefault="007172B2" w:rsidP="00316CB7">
      <w:pPr>
        <w:pStyle w:val="N0-FlLftBullet"/>
        <w:spacing w:before="60" w:after="60"/>
        <w:ind w:left="0" w:firstLine="0"/>
      </w:pPr>
    </w:p>
    <w:p w14:paraId="141CC9D5" w14:textId="77777777" w:rsidR="00FD1E0B" w:rsidRPr="006229EA" w:rsidRDefault="00FD1E0B" w:rsidP="007172B2">
      <w:pPr>
        <w:pStyle w:val="L1-FlLSp12"/>
        <w:keepNext/>
        <w:keepLines/>
        <w:spacing w:before="240" w:after="60" w:line="240" w:lineRule="atLeast"/>
      </w:pPr>
    </w:p>
    <w:p w14:paraId="2F77BC95" w14:textId="77777777" w:rsidR="0017710B" w:rsidRPr="006229EA" w:rsidRDefault="0017710B" w:rsidP="0017710B">
      <w:pPr>
        <w:pStyle w:val="P1-StandPara"/>
        <w:sectPr w:rsidR="0017710B" w:rsidRPr="006229EA" w:rsidSect="00D810CC">
          <w:footnotePr>
            <w:numFmt w:val="chicago"/>
          </w:footnotePr>
          <w:type w:val="continuous"/>
          <w:pgSz w:w="12240" w:h="15840" w:code="1"/>
          <w:pgMar w:top="1440" w:right="1440" w:bottom="1440" w:left="1440" w:header="720" w:footer="737" w:gutter="0"/>
          <w:cols w:num="2" w:space="576"/>
          <w:noEndnote/>
          <w:titlePg/>
        </w:sectPr>
      </w:pPr>
    </w:p>
    <w:p w14:paraId="1F8A6F8E" w14:textId="77777777" w:rsidR="00D87262" w:rsidRPr="00D7384A" w:rsidRDefault="00D87262" w:rsidP="0095632E">
      <w:pPr>
        <w:pStyle w:val="Heading1"/>
      </w:pPr>
      <w:bookmarkStart w:id="3" w:name="_Toc491699189"/>
      <w:r w:rsidRPr="00D7384A">
        <w:lastRenderedPageBreak/>
        <w:t xml:space="preserve">Instructions for </w:t>
      </w:r>
      <w:r w:rsidRPr="0095632E">
        <w:t>Customizing</w:t>
      </w:r>
      <w:r w:rsidRPr="00D7384A">
        <w:t xml:space="preserve"> Letters and Emails</w:t>
      </w:r>
      <w:bookmarkEnd w:id="3"/>
    </w:p>
    <w:p w14:paraId="1CE662BF" w14:textId="77777777" w:rsidR="00D87262" w:rsidRDefault="00D87262" w:rsidP="0095632E">
      <w:pPr>
        <w:pStyle w:val="P1-StandPara"/>
      </w:pPr>
      <w:r>
        <w:t>The sample letters, postcards, and emails that follow have been provided to help you draft your own material. The following tips can help you customize the text</w:t>
      </w:r>
      <w:r w:rsidR="0095632E">
        <w:t xml:space="preserve"> to suit your particular needs:</w:t>
      </w:r>
    </w:p>
    <w:p w14:paraId="4D66E9CA" w14:textId="77777777" w:rsidR="00D87262" w:rsidRDefault="00D87262" w:rsidP="0095632E">
      <w:pPr>
        <w:pStyle w:val="NA-1stNumber"/>
      </w:pPr>
      <w:r>
        <w:t xml:space="preserve">If possible, </w:t>
      </w:r>
      <w:r>
        <w:rPr>
          <w:b/>
        </w:rPr>
        <w:t>personalize the letter and/or email</w:t>
      </w:r>
      <w:r>
        <w:t>. Whether you use a salutation with a Mr</w:t>
      </w:r>
      <w:proofErr w:type="gramStart"/>
      <w:r>
        <w:t>./</w:t>
      </w:r>
      <w:proofErr w:type="gramEnd"/>
      <w:r>
        <w:t xml:space="preserve">Ms. or “first name, last name” depends on how the sample files have been maintained. </w:t>
      </w:r>
      <w:r w:rsidRPr="00216DE2">
        <w:t>Respondents are more likely to complete the survey when they receive a personalized letter</w:t>
      </w:r>
      <w:r w:rsidR="003A6103">
        <w:t xml:space="preserve"> rather than a survey addressed </w:t>
      </w:r>
      <w:r w:rsidR="003E2E52">
        <w:t xml:space="preserve">to them as </w:t>
      </w:r>
      <w:r w:rsidR="003A6103">
        <w:t>“Dear Patient</w:t>
      </w:r>
      <w:r w:rsidR="004B5B7A">
        <w:t>.</w:t>
      </w:r>
      <w:r w:rsidR="003A6103">
        <w:t>”</w:t>
      </w:r>
    </w:p>
    <w:p w14:paraId="0023D143" w14:textId="77777777" w:rsidR="003A6103" w:rsidRDefault="003A6103" w:rsidP="0095632E">
      <w:pPr>
        <w:pStyle w:val="NA-1stNumber"/>
      </w:pPr>
      <w:r w:rsidRPr="00917B10">
        <w:rPr>
          <w:b/>
        </w:rPr>
        <w:t>Briefly describe what is asked in the survey</w:t>
      </w:r>
      <w:r>
        <w:t xml:space="preserve">. Providing a short set of bullets corresponding to the main topics helps respondents </w:t>
      </w:r>
      <w:r w:rsidR="003E2E52">
        <w:t>anticipate</w:t>
      </w:r>
      <w:r>
        <w:t xml:space="preserve"> how the survey </w:t>
      </w:r>
      <w:r w:rsidR="003E2E52">
        <w:t xml:space="preserve">will </w:t>
      </w:r>
      <w:r>
        <w:t>relate to their own experiences.</w:t>
      </w:r>
    </w:p>
    <w:p w14:paraId="791FB9DF" w14:textId="77777777" w:rsidR="00D87262" w:rsidRDefault="00D87262" w:rsidP="0095632E">
      <w:pPr>
        <w:pStyle w:val="NA-1stNumber"/>
      </w:pPr>
      <w:r>
        <w:rPr>
          <w:b/>
        </w:rPr>
        <w:t xml:space="preserve">Include a sentence or two on how the results will be used. </w:t>
      </w:r>
      <w:r>
        <w:t>This provides the respondent with a concrete reason for participating in the survey.</w:t>
      </w:r>
    </w:p>
    <w:p w14:paraId="512AAB9B" w14:textId="77777777" w:rsidR="00D87262" w:rsidRDefault="00D87262" w:rsidP="0095632E">
      <w:pPr>
        <w:pStyle w:val="NA-1stNumber"/>
      </w:pPr>
      <w:r>
        <w:t xml:space="preserve">The sample letter and/or email indicates the time required to complete the survey. Please </w:t>
      </w:r>
      <w:r>
        <w:rPr>
          <w:b/>
        </w:rPr>
        <w:t xml:space="preserve">fill </w:t>
      </w:r>
      <w:proofErr w:type="gramStart"/>
      <w:r>
        <w:rPr>
          <w:b/>
        </w:rPr>
        <w:t>in the amount of</w:t>
      </w:r>
      <w:proofErr w:type="gramEnd"/>
      <w:r>
        <w:rPr>
          <w:b/>
        </w:rPr>
        <w:t xml:space="preserve"> time needed for your CAHPS questionnaire</w:t>
      </w:r>
      <w:r>
        <w:t>. On average, the core survey</w:t>
      </w:r>
      <w:r>
        <w:rPr>
          <w:b/>
          <w:i/>
        </w:rPr>
        <w:t xml:space="preserve"> </w:t>
      </w:r>
      <w:r w:rsidR="003E2E52" w:rsidRPr="00917B10">
        <w:t>takes</w:t>
      </w:r>
      <w:r w:rsidR="003E2E52">
        <w:t xml:space="preserve"> </w:t>
      </w:r>
      <w:r w:rsidR="003A6103">
        <w:t>approximately 20</w:t>
      </w:r>
      <w:r w:rsidRPr="00C63840">
        <w:t xml:space="preserve"> minutes. Adding suppl</w:t>
      </w:r>
      <w:r>
        <w:t>emental questions will increase this time. We recommend that you test your survey to determine the time needed to complete it.</w:t>
      </w:r>
    </w:p>
    <w:p w14:paraId="6D062A74" w14:textId="77777777" w:rsidR="000742AB" w:rsidRDefault="000742AB" w:rsidP="000742AB">
      <w:pPr>
        <w:pStyle w:val="NA-1stNumber"/>
      </w:pPr>
      <w:r w:rsidRPr="00975E61">
        <w:rPr>
          <w:b/>
        </w:rPr>
        <w:t>Reassure respondents that their privacy will be respected.</w:t>
      </w:r>
      <w:r>
        <w:t xml:space="preserve"> </w:t>
      </w:r>
      <w:r w:rsidRPr="008F1F99">
        <w:t xml:space="preserve">To </w:t>
      </w:r>
      <w:r w:rsidRPr="00406D63">
        <w:t xml:space="preserve">allay respondents’ concerns </w:t>
      </w:r>
      <w:r>
        <w:t>about who will see</w:t>
      </w:r>
      <w:r w:rsidRPr="00406D63">
        <w:t xml:space="preserve"> </w:t>
      </w:r>
      <w:r>
        <w:t xml:space="preserve">their responses and how data will be shared, include a statement about </w:t>
      </w:r>
      <w:r w:rsidR="003E2E52">
        <w:t xml:space="preserve">the </w:t>
      </w:r>
      <w:r>
        <w:t xml:space="preserve">confidentiality of individual survey data and </w:t>
      </w:r>
      <w:r w:rsidR="003E2E52">
        <w:t xml:space="preserve">the use </w:t>
      </w:r>
      <w:r>
        <w:t>of de-identified data</w:t>
      </w:r>
      <w:r w:rsidR="003E2E52">
        <w:t xml:space="preserve"> only</w:t>
      </w:r>
      <w:r w:rsidRPr="008F1F99">
        <w:t>.</w:t>
      </w:r>
    </w:p>
    <w:p w14:paraId="2097997B" w14:textId="77777777" w:rsidR="003A6103" w:rsidRDefault="003A6103" w:rsidP="0095632E">
      <w:pPr>
        <w:pStyle w:val="NA-1stNumber"/>
      </w:pPr>
      <w:r>
        <w:t xml:space="preserve">If you have an institutional review board (IRB) that reviews research involving human subjects, </w:t>
      </w:r>
      <w:r>
        <w:rPr>
          <w:b/>
        </w:rPr>
        <w:t xml:space="preserve">customize the letter and email text as appropriate </w:t>
      </w:r>
      <w:r>
        <w:t>to meet the requirements of the IRB.</w:t>
      </w:r>
    </w:p>
    <w:p w14:paraId="72E7C88A" w14:textId="77777777" w:rsidR="00D87262" w:rsidRPr="006841D8" w:rsidRDefault="00D87262" w:rsidP="00E04673">
      <w:pPr>
        <w:pStyle w:val="Heading2"/>
      </w:pPr>
      <w:bookmarkStart w:id="4" w:name="_Toc491698656"/>
      <w:bookmarkStart w:id="5" w:name="_Toc491699190"/>
      <w:r w:rsidRPr="006841D8">
        <w:t>Instructions Specifi</w:t>
      </w:r>
      <w:r w:rsidR="0095632E">
        <w:t xml:space="preserve">c to Mail and </w:t>
      </w:r>
      <w:r w:rsidR="0095632E" w:rsidRPr="0095632E">
        <w:t>Telephone</w:t>
      </w:r>
      <w:r w:rsidR="0095632E">
        <w:t xml:space="preserve"> Surveys</w:t>
      </w:r>
      <w:bookmarkEnd w:id="4"/>
      <w:bookmarkEnd w:id="5"/>
    </w:p>
    <w:p w14:paraId="41055390" w14:textId="77777777" w:rsidR="00D87262" w:rsidRDefault="00D87262" w:rsidP="00E04673">
      <w:pPr>
        <w:pStyle w:val="NA-1stNumber"/>
        <w:numPr>
          <w:ilvl w:val="0"/>
          <w:numId w:val="19"/>
        </w:numPr>
      </w:pPr>
      <w:r w:rsidRPr="003F7405">
        <w:rPr>
          <w:b/>
        </w:rPr>
        <w:t>Print the letter on the spon</w:t>
      </w:r>
      <w:r w:rsidRPr="005C5688">
        <w:rPr>
          <w:b/>
        </w:rPr>
        <w:t>sor’s letterhead</w:t>
      </w:r>
      <w:r>
        <w:t xml:space="preserve"> so that the respondent can easily identify the source of the survey. Letterhead also lends the study credibility and has a note of authority.</w:t>
      </w:r>
    </w:p>
    <w:p w14:paraId="046397DA" w14:textId="77777777" w:rsidR="00D87262" w:rsidRDefault="0095632E" w:rsidP="00917B10">
      <w:pPr>
        <w:pStyle w:val="NA-1stNumber"/>
      </w:pPr>
      <w:r>
        <w:rPr>
          <w:b/>
        </w:rPr>
        <w:t xml:space="preserve">Send a reminder postcard </w:t>
      </w:r>
      <w:r w:rsidR="000742AB">
        <w:rPr>
          <w:b/>
        </w:rPr>
        <w:t xml:space="preserve">or letter </w:t>
      </w:r>
      <w:r>
        <w:rPr>
          <w:b/>
        </w:rPr>
        <w:t xml:space="preserve">after the initial mailing. </w:t>
      </w:r>
      <w:r w:rsidR="00D87262" w:rsidRPr="00917B10">
        <w:t xml:space="preserve">Use of a reminder postcard </w:t>
      </w:r>
      <w:r w:rsidR="00CB142E">
        <w:t xml:space="preserve">is a cost-effective way </w:t>
      </w:r>
      <w:r w:rsidR="00D87262" w:rsidRPr="00917B10">
        <w:t>to increase response rates.</w:t>
      </w:r>
      <w:r w:rsidR="00D87262" w:rsidRPr="008F1F99">
        <w:t xml:space="preserve">  Many IRBs do not allow </w:t>
      </w:r>
      <w:proofErr w:type="gramStart"/>
      <w:r w:rsidR="00D87262" w:rsidRPr="008F1F99">
        <w:t>for health</w:t>
      </w:r>
      <w:proofErr w:type="gramEnd"/>
      <w:r w:rsidR="00D87262" w:rsidRPr="008F1F99">
        <w:t xml:space="preserve"> information to be on the postcard, so be careful not to reference care that the patient has received.  </w:t>
      </w:r>
      <w:proofErr w:type="gramStart"/>
      <w:r w:rsidR="00D87262" w:rsidRPr="008F1F99">
        <w:t>Also</w:t>
      </w:r>
      <w:proofErr w:type="gramEnd"/>
      <w:r w:rsidR="00D87262" w:rsidRPr="008F1F99">
        <w:t xml:space="preserve">, some </w:t>
      </w:r>
      <w:r w:rsidR="00D87262" w:rsidRPr="008F1F99">
        <w:lastRenderedPageBreak/>
        <w:t xml:space="preserve">organizations do not allow a postcard to be used as a reminder but will permit the use of a letter reminder. If you choose to </w:t>
      </w:r>
      <w:r w:rsidR="003F7405">
        <w:t>send</w:t>
      </w:r>
      <w:r w:rsidR="003F7405" w:rsidRPr="008F1F99">
        <w:t xml:space="preserve"> </w:t>
      </w:r>
      <w:r w:rsidR="00D87262" w:rsidRPr="008F1F99">
        <w:t>a letter reminder, you can use the second reminder letter as a template.</w:t>
      </w:r>
    </w:p>
    <w:p w14:paraId="7BC5462E" w14:textId="77777777" w:rsidR="00D87262" w:rsidRPr="00D7384A" w:rsidRDefault="003F7405" w:rsidP="005C5688">
      <w:pPr>
        <w:pStyle w:val="Heading2"/>
      </w:pPr>
      <w:r>
        <w:tab/>
      </w:r>
      <w:bookmarkStart w:id="6" w:name="_Toc491698657"/>
      <w:bookmarkStart w:id="7" w:name="_Toc491699191"/>
      <w:r w:rsidR="00D87262" w:rsidRPr="00917B10">
        <w:t>Instructions</w:t>
      </w:r>
      <w:r w:rsidR="00D87262" w:rsidRPr="00D7384A">
        <w:t xml:space="preserve"> Specific to Online Surveys</w:t>
      </w:r>
      <w:bookmarkEnd w:id="6"/>
      <w:bookmarkEnd w:id="7"/>
      <w:r w:rsidR="00D87262" w:rsidRPr="00D7384A">
        <w:t xml:space="preserve"> </w:t>
      </w:r>
    </w:p>
    <w:p w14:paraId="5A22578F" w14:textId="77777777" w:rsidR="00D87262" w:rsidRDefault="00D87262" w:rsidP="00917B10">
      <w:pPr>
        <w:pStyle w:val="NA-1stNumber"/>
        <w:numPr>
          <w:ilvl w:val="0"/>
          <w:numId w:val="20"/>
        </w:numPr>
      </w:pPr>
      <w:r w:rsidRPr="005C5688">
        <w:rPr>
          <w:b/>
        </w:rPr>
        <w:t>Send an email invitation to complete the survey.</w:t>
      </w:r>
      <w:r w:rsidRPr="00216DE2">
        <w:t xml:space="preserve"> If administering the survey online, send the respondent an email invitation to complete the survey. </w:t>
      </w:r>
      <w:r w:rsidR="000742AB">
        <w:t>F</w:t>
      </w:r>
      <w:r w:rsidRPr="00216DE2">
        <w:t>ew respondents complete surveys online when given a Web site address and password in a mailed letter.</w:t>
      </w:r>
    </w:p>
    <w:p w14:paraId="7285E4BC" w14:textId="77777777" w:rsidR="00D87262" w:rsidRDefault="00D87262" w:rsidP="00917B10">
      <w:pPr>
        <w:pStyle w:val="NA-1stNumber"/>
      </w:pPr>
      <w:r w:rsidRPr="00917B10">
        <w:rPr>
          <w:b/>
        </w:rPr>
        <w:t>Use a short and direct subject line for the email</w:t>
      </w:r>
      <w:r w:rsidRPr="001D4966">
        <w:t xml:space="preserve">. </w:t>
      </w:r>
      <w:r>
        <w:t>The following subject line is recommended:</w:t>
      </w:r>
    </w:p>
    <w:p w14:paraId="15A4EDB2" w14:textId="77777777" w:rsidR="00D87262" w:rsidRDefault="00D87262" w:rsidP="00917B10">
      <w:pPr>
        <w:pStyle w:val="P1-StandPara"/>
        <w:ind w:left="2520"/>
      </w:pPr>
      <w:r>
        <w:t>“</w:t>
      </w:r>
      <w:r w:rsidRPr="008E5191">
        <w:t xml:space="preserve">Your </w:t>
      </w:r>
      <w:r w:rsidR="000742AB">
        <w:t>care from</w:t>
      </w:r>
      <w:r w:rsidRPr="008E5191">
        <w:t xml:space="preserve"> [NAME OF </w:t>
      </w:r>
      <w:r w:rsidR="00B412BB">
        <w:t>CANCER CENTER/FACILITY</w:t>
      </w:r>
      <w:r w:rsidRPr="008E5191">
        <w:t>]</w:t>
      </w:r>
      <w:r>
        <w:t>”</w:t>
      </w:r>
    </w:p>
    <w:p w14:paraId="733F80A1" w14:textId="77777777" w:rsidR="00D87262" w:rsidRPr="0097738D" w:rsidRDefault="00D87262" w:rsidP="00917B10">
      <w:pPr>
        <w:pStyle w:val="NA-1stNumber"/>
        <w:rPr>
          <w:b/>
        </w:rPr>
      </w:pPr>
      <w:r>
        <w:rPr>
          <w:b/>
        </w:rPr>
        <w:t>Send the messages</w:t>
      </w:r>
      <w:r w:rsidRPr="000911C7">
        <w:rPr>
          <w:b/>
        </w:rPr>
        <w:t xml:space="preserve"> from an email address that references the </w:t>
      </w:r>
      <w:r>
        <w:rPr>
          <w:b/>
        </w:rPr>
        <w:t>sponsor’s organization</w:t>
      </w:r>
      <w:r w:rsidRPr="0097738D">
        <w:t xml:space="preserve"> </w:t>
      </w:r>
      <w:r w:rsidRPr="000911C7">
        <w:t>so that the respondent can easily identify the source of the survey.</w:t>
      </w:r>
      <w:r w:rsidRPr="0097738D">
        <w:t xml:space="preserve"> </w:t>
      </w:r>
      <w:r>
        <w:t xml:space="preserve">The survey sponsor can be the practice itself or a larger organization conducting the survey on behalf of the practice.  </w:t>
      </w:r>
      <w:r w:rsidRPr="00216DE2">
        <w:t>Response rates are higher when the respondent is accustomed to receiving email communication from the sponsor. It is also less likely that the email survey invitation will be tagged as junk email or spam</w:t>
      </w:r>
      <w:r>
        <w:t xml:space="preserve"> </w:t>
      </w:r>
    </w:p>
    <w:p w14:paraId="66369ED1" w14:textId="5E2E15FF" w:rsidR="00D87262" w:rsidRPr="00D7384A" w:rsidRDefault="00D87262" w:rsidP="00B412BB">
      <w:pPr>
        <w:pStyle w:val="Heading1"/>
        <w:tabs>
          <w:tab w:val="clear" w:pos="1152"/>
        </w:tabs>
        <w:ind w:left="0"/>
        <w:rPr>
          <w:color w:val="0070C0"/>
        </w:rPr>
      </w:pPr>
      <w:r>
        <w:br w:type="page"/>
      </w:r>
      <w:bookmarkStart w:id="8" w:name="_Toc491699192"/>
      <w:r w:rsidRPr="00C77603">
        <w:lastRenderedPageBreak/>
        <w:t>Mail Survey</w:t>
      </w:r>
      <w:r w:rsidR="00B6131F">
        <w:t>: Initial Letter</w:t>
      </w:r>
      <w:bookmarkEnd w:id="8"/>
    </w:p>
    <w:p w14:paraId="58779B5B" w14:textId="77777777" w:rsidR="00D87262" w:rsidRDefault="004B5B7A" w:rsidP="00D347A1">
      <w:pPr>
        <w:pStyle w:val="Heading4"/>
        <w:pBdr>
          <w:bottom w:val="single" w:sz="4" w:space="1" w:color="auto"/>
        </w:pBdr>
        <w:tabs>
          <w:tab w:val="clear" w:pos="1152"/>
        </w:tabs>
        <w:spacing w:after="240"/>
        <w:ind w:left="0"/>
        <w:rPr>
          <w:b/>
        </w:rPr>
      </w:pPr>
      <w:r>
        <w:t>Letter</w:t>
      </w:r>
      <w:r w:rsidR="00D87262">
        <w:t xml:space="preserve"> with </w:t>
      </w:r>
      <w:r>
        <w:t xml:space="preserve">first </w:t>
      </w:r>
      <w:r w:rsidR="00D87262">
        <w:t>survey</w:t>
      </w:r>
      <w:r>
        <w:t xml:space="preserve"> mailing</w:t>
      </w:r>
    </w:p>
    <w:p w14:paraId="7F8FCD51" w14:textId="77777777" w:rsidR="00301F5C" w:rsidRPr="00F203EB" w:rsidRDefault="00301F5C" w:rsidP="009668AF">
      <w:r>
        <w:t>F</w:t>
      </w:r>
      <w:r w:rsidRPr="00F203EB">
        <w:t>IRST AND LAST NAME</w:t>
      </w:r>
    </w:p>
    <w:p w14:paraId="4AC4A5C5" w14:textId="77777777" w:rsidR="00301F5C" w:rsidRPr="00F203EB" w:rsidRDefault="00301F5C" w:rsidP="00301F5C">
      <w:r w:rsidRPr="00F203EB">
        <w:t>LINE ONE OF ADDRESS</w:t>
      </w:r>
    </w:p>
    <w:p w14:paraId="75184E74" w14:textId="77777777" w:rsidR="00301F5C" w:rsidRPr="00F203EB" w:rsidRDefault="00B412BB" w:rsidP="00301F5C">
      <w:r>
        <w:t xml:space="preserve">LINE TWO OF ADDRESS </w:t>
      </w:r>
    </w:p>
    <w:p w14:paraId="4086BAD1" w14:textId="77777777" w:rsidR="00B6131F" w:rsidRPr="00F203EB" w:rsidRDefault="00301F5C" w:rsidP="00301F5C">
      <w:r w:rsidRPr="00F203EB">
        <w:t>CITY, STATE ZIP</w:t>
      </w:r>
    </w:p>
    <w:p w14:paraId="0BB9B560" w14:textId="77777777" w:rsidR="00301F5C" w:rsidRPr="00F203EB" w:rsidRDefault="00B412BB" w:rsidP="00B412BB">
      <w:pPr>
        <w:jc w:val="right"/>
      </w:pPr>
      <w:r>
        <w:t>[DATE]</w:t>
      </w:r>
    </w:p>
    <w:p w14:paraId="6E6FE85B" w14:textId="77777777" w:rsidR="00301F5C" w:rsidRDefault="00B412BB" w:rsidP="00B6131F">
      <w:pPr>
        <w:spacing w:after="120" w:line="276" w:lineRule="auto"/>
      </w:pPr>
      <w:r>
        <w:t>Dear [</w:t>
      </w:r>
      <w:r w:rsidR="00301F5C" w:rsidRPr="00F203EB">
        <w:t>Mr</w:t>
      </w:r>
      <w:proofErr w:type="gramStart"/>
      <w:r w:rsidR="00301F5C" w:rsidRPr="00F203EB">
        <w:t>./</w:t>
      </w:r>
      <w:proofErr w:type="gramEnd"/>
      <w:r w:rsidR="00301F5C" w:rsidRPr="00F203EB">
        <w:t>Ms.</w:t>
      </w:r>
      <w:r>
        <w:t>]</w:t>
      </w:r>
      <w:r w:rsidR="00301F5C" w:rsidRPr="00F203EB">
        <w:t xml:space="preserve"> [LAST NAME],</w:t>
      </w:r>
    </w:p>
    <w:p w14:paraId="5631EC02" w14:textId="77777777" w:rsidR="00301F5C" w:rsidRDefault="00301F5C" w:rsidP="00B6131F">
      <w:pPr>
        <w:spacing w:after="120" w:line="276" w:lineRule="auto"/>
      </w:pPr>
      <w:r w:rsidRPr="00F203EB">
        <w:t>Our records show that you</w:t>
      </w:r>
      <w:r>
        <w:t xml:space="preserve"> received care from [NAME OF CANCER CENTER/FACILITY] in the last 6 months. We want to hear about your recent care. For example, we want to know:</w:t>
      </w:r>
    </w:p>
    <w:p w14:paraId="5437F9CB" w14:textId="77777777" w:rsidR="00301F5C" w:rsidRPr="00CE6E7F" w:rsidRDefault="00301F5C" w:rsidP="00B6131F">
      <w:pPr>
        <w:pStyle w:val="ListParagraph"/>
        <w:numPr>
          <w:ilvl w:val="0"/>
          <w:numId w:val="22"/>
        </w:numPr>
        <w:spacing w:after="120" w:line="276" w:lineRule="auto"/>
        <w:contextualSpacing/>
        <w:jc w:val="left"/>
      </w:pPr>
      <w:r>
        <w:t>How easy it was for you to get appointments</w:t>
      </w:r>
      <w:r w:rsidR="00B75A46">
        <w:t>.</w:t>
      </w:r>
    </w:p>
    <w:p w14:paraId="0276BE43" w14:textId="77777777" w:rsidR="00301F5C" w:rsidRPr="00CE6E7F" w:rsidRDefault="00301F5C" w:rsidP="00B6131F">
      <w:pPr>
        <w:pStyle w:val="ListParagraph"/>
        <w:numPr>
          <w:ilvl w:val="0"/>
          <w:numId w:val="22"/>
        </w:numPr>
        <w:spacing w:after="120" w:line="276" w:lineRule="auto"/>
        <w:contextualSpacing/>
        <w:jc w:val="left"/>
      </w:pPr>
      <w:r>
        <w:t xml:space="preserve">How </w:t>
      </w:r>
      <w:r w:rsidR="00FA440E">
        <w:t>clearly</w:t>
      </w:r>
      <w:r>
        <w:t xml:space="preserve"> your health care providers explained things to you</w:t>
      </w:r>
      <w:r w:rsidR="00B75A46">
        <w:t>.</w:t>
      </w:r>
    </w:p>
    <w:p w14:paraId="206DB7D4" w14:textId="77777777" w:rsidR="00301F5C" w:rsidRPr="00CE6E7F" w:rsidRDefault="00301F5C" w:rsidP="00B6131F">
      <w:pPr>
        <w:pStyle w:val="ListParagraph"/>
        <w:numPr>
          <w:ilvl w:val="0"/>
          <w:numId w:val="22"/>
        </w:numPr>
        <w:spacing w:after="120" w:line="276" w:lineRule="auto"/>
        <w:contextualSpacing/>
        <w:jc w:val="left"/>
      </w:pPr>
      <w:r>
        <w:t xml:space="preserve">Whether your health care providers talked with you about </w:t>
      </w:r>
      <w:r w:rsidR="00B75A46">
        <w:t xml:space="preserve">symptoms or </w:t>
      </w:r>
      <w:r w:rsidR="00FA440E">
        <w:t>side effects</w:t>
      </w:r>
      <w:r w:rsidR="00B75A46">
        <w:t>.</w:t>
      </w:r>
    </w:p>
    <w:p w14:paraId="2C320F4B" w14:textId="77777777" w:rsidR="00301F5C" w:rsidRPr="00CE6E7F" w:rsidRDefault="00444242" w:rsidP="00B6131F">
      <w:pPr>
        <w:spacing w:after="120" w:line="276" w:lineRule="auto"/>
        <w:rPr>
          <w:b/>
        </w:rPr>
      </w:pPr>
      <w:r>
        <w:rPr>
          <w:b/>
        </w:rPr>
        <w:t>Only you can tell us about these</w:t>
      </w:r>
      <w:r w:rsidR="00301F5C" w:rsidRPr="00CE6E7F">
        <w:rPr>
          <w:b/>
        </w:rPr>
        <w:t xml:space="preserve"> experiences.</w:t>
      </w:r>
    </w:p>
    <w:p w14:paraId="17818179" w14:textId="77777777" w:rsidR="00301F5C" w:rsidRDefault="00301F5C" w:rsidP="00B6131F">
      <w:pPr>
        <w:spacing w:after="120" w:line="276" w:lineRule="auto"/>
      </w:pPr>
      <w:r>
        <w:t xml:space="preserve">We are particularly interested in health care related to the treatment of cancer. If you feel a survey about cancer care does not apply to you, or that you were selected by mistake, please call </w:t>
      </w:r>
      <w:r w:rsidRPr="00782546">
        <w:t>[CONTACT NAME] at XXX-XXX-XXXX.</w:t>
      </w:r>
    </w:p>
    <w:p w14:paraId="5E50AE89" w14:textId="77777777" w:rsidR="00301F5C" w:rsidRPr="00F203EB" w:rsidRDefault="00301F5C" w:rsidP="00B6131F">
      <w:pPr>
        <w:spacing w:after="120" w:line="276" w:lineRule="auto"/>
      </w:pPr>
      <w:r>
        <w:t xml:space="preserve">We will keep your answers private. </w:t>
      </w:r>
      <w:r w:rsidRPr="00F203EB">
        <w:t>Your identity will n</w:t>
      </w:r>
      <w:r>
        <w:t xml:space="preserve">ot be linked to your responses and your survey will not be returned to your doctors. </w:t>
      </w:r>
      <w:r w:rsidRPr="00F203EB">
        <w:t>Your answers to the survey will be combined with those of other people to create a complete picture of patient</w:t>
      </w:r>
      <w:r>
        <w:t>s’</w:t>
      </w:r>
      <w:r w:rsidRPr="00F203EB">
        <w:t xml:space="preserve"> experiences</w:t>
      </w:r>
      <w:r>
        <w:t xml:space="preserve"> with [NAME OF CANCER CENTER/FACILITY]. We will review t</w:t>
      </w:r>
      <w:r w:rsidRPr="001F123D">
        <w:t>he results of the survey carefully to understand how</w:t>
      </w:r>
      <w:r>
        <w:t xml:space="preserve"> we are doing and how</w:t>
      </w:r>
      <w:r w:rsidRPr="001F123D">
        <w:t xml:space="preserve"> </w:t>
      </w:r>
      <w:r w:rsidR="00FA440E">
        <w:t xml:space="preserve">we could improve the </w:t>
      </w:r>
      <w:r w:rsidRPr="001F123D">
        <w:t>delivery of care.</w:t>
      </w:r>
    </w:p>
    <w:p w14:paraId="5844A4B8" w14:textId="77777777" w:rsidR="00B6131F" w:rsidRDefault="00CE28A8" w:rsidP="00B6131F">
      <w:pPr>
        <w:spacing w:after="120" w:line="276" w:lineRule="auto"/>
      </w:pPr>
      <w:r>
        <w:t xml:space="preserve">It will </w:t>
      </w:r>
      <w:r w:rsidR="00301F5C" w:rsidRPr="00F203EB">
        <w:t xml:space="preserve">take </w:t>
      </w:r>
      <w:r>
        <w:t xml:space="preserve">about </w:t>
      </w:r>
      <w:r w:rsidR="00301F5C">
        <w:t>20</w:t>
      </w:r>
      <w:r w:rsidR="00301F5C" w:rsidRPr="00782546">
        <w:t xml:space="preserve"> minutes to</w:t>
      </w:r>
      <w:r w:rsidR="00301F5C" w:rsidRPr="00F203EB">
        <w:t xml:space="preserve"> </w:t>
      </w:r>
      <w:r>
        <w:t>answer the questions in this survey</w:t>
      </w:r>
      <w:r w:rsidR="00301F5C" w:rsidRPr="00F203EB">
        <w:t>. You</w:t>
      </w:r>
      <w:r w:rsidR="00301F5C">
        <w:t xml:space="preserve"> do not have to participate in the survey, </w:t>
      </w:r>
      <w:r w:rsidR="00301F5C" w:rsidRPr="00F203EB">
        <w:t xml:space="preserve">but we hope you take the opportunity to tell us about your experiences. </w:t>
      </w:r>
      <w:r w:rsidR="00301F5C">
        <w:t>The accuracy of the results depends on getting answers from you and other people selected for this survey</w:t>
      </w:r>
      <w:r w:rsidR="00301F5C" w:rsidRPr="00F203EB">
        <w:t xml:space="preserve">. </w:t>
      </w:r>
      <w:r w:rsidR="00C53A72">
        <w:t xml:space="preserve">If you choose not </w:t>
      </w:r>
      <w:r w:rsidR="00301F5C">
        <w:t>to participate</w:t>
      </w:r>
      <w:r w:rsidR="00C53A72">
        <w:t>, this</w:t>
      </w:r>
      <w:r w:rsidR="00301F5C">
        <w:t xml:space="preserve"> </w:t>
      </w:r>
      <w:r w:rsidR="00301F5C" w:rsidRPr="00F203EB">
        <w:t xml:space="preserve">will not affect </w:t>
      </w:r>
      <w:r w:rsidR="00301F5C">
        <w:t>the</w:t>
      </w:r>
      <w:r w:rsidR="00301F5C" w:rsidRPr="00F203EB">
        <w:t xml:space="preserve"> health care you receive</w:t>
      </w:r>
      <w:r w:rsidR="00301F5C">
        <w:t xml:space="preserve"> from this facility. </w:t>
      </w:r>
    </w:p>
    <w:p w14:paraId="5C7016B6" w14:textId="77777777" w:rsidR="00301F5C" w:rsidRDefault="00301F5C" w:rsidP="00B6131F">
      <w:pPr>
        <w:spacing w:after="120" w:line="276" w:lineRule="auto"/>
      </w:pPr>
      <w:r w:rsidRPr="00BC7694">
        <w:t>Please return the completed survey in the enclosed postage-paid envelope.</w:t>
      </w:r>
      <w:r w:rsidR="00B6131F">
        <w:t xml:space="preserve"> </w:t>
      </w:r>
      <w:r w:rsidR="00E24936" w:rsidRPr="00782546">
        <w:t>If you have any questions about this survey, please call [CONTACT NAME] at XXX-XXX-XXXX.</w:t>
      </w:r>
      <w:r w:rsidR="00E24936">
        <w:t xml:space="preserve"> </w:t>
      </w:r>
      <w:r w:rsidR="00E24936" w:rsidRPr="0019264A">
        <w:t xml:space="preserve">You can also call this number if you </w:t>
      </w:r>
      <w:r w:rsidR="00E24936" w:rsidRPr="00E24936">
        <w:t xml:space="preserve">feel a survey about cancer care does not apply to you, that you were selected by mistake, or you </w:t>
      </w:r>
      <w:r w:rsidR="00E24936" w:rsidRPr="0019264A">
        <w:t>do not wish to participate in the survey.</w:t>
      </w:r>
      <w:r w:rsidR="00E24936">
        <w:t xml:space="preserve"> Thank you for helping to make health care at [NAME OF CANCER CENTER/FACILITY] better for everyone.</w:t>
      </w:r>
      <w:r>
        <w:t xml:space="preserve"> </w:t>
      </w:r>
    </w:p>
    <w:p w14:paraId="53242539" w14:textId="77777777" w:rsidR="00301F5C" w:rsidRDefault="00301F5C" w:rsidP="00B6131F">
      <w:pPr>
        <w:spacing w:after="120" w:line="276" w:lineRule="auto"/>
      </w:pPr>
      <w:r>
        <w:t xml:space="preserve">Sincerely, </w:t>
      </w:r>
    </w:p>
    <w:p w14:paraId="2CB4E522" w14:textId="77777777" w:rsidR="00301F5C" w:rsidRDefault="00301F5C" w:rsidP="00B6131F">
      <w:pPr>
        <w:spacing w:after="120" w:line="276" w:lineRule="auto"/>
      </w:pPr>
      <w:r>
        <w:t>[NAME OF PERSON REPRESENTING CANCER CENTER/FACILITY]</w:t>
      </w:r>
    </w:p>
    <w:p w14:paraId="32C712A2" w14:textId="77777777" w:rsidR="00060B0A" w:rsidRDefault="00060B0A" w:rsidP="00B6131F">
      <w:pPr>
        <w:spacing w:after="120" w:line="320" w:lineRule="atLeast"/>
        <w:rPr>
          <w:i/>
        </w:rPr>
      </w:pPr>
    </w:p>
    <w:p w14:paraId="1A229D0E" w14:textId="77777777" w:rsidR="00D87262" w:rsidRPr="00B75A46" w:rsidRDefault="00430FFE" w:rsidP="00B6131F">
      <w:pPr>
        <w:spacing w:after="120" w:line="320" w:lineRule="atLeast"/>
        <w:rPr>
          <w:lang w:val="es-ES"/>
        </w:rPr>
      </w:pPr>
      <w:r w:rsidRPr="00B75A46">
        <w:rPr>
          <w:i/>
          <w:lang w:val="es-ES"/>
        </w:rPr>
        <w:t>Nota: Si quiere un cuestionario en español, por favor llame al XXX-XXX-XXXX.</w:t>
      </w:r>
    </w:p>
    <w:p w14:paraId="3CEFF183" w14:textId="7644EB97" w:rsidR="00D87262" w:rsidRDefault="00D87262" w:rsidP="00C53A72">
      <w:pPr>
        <w:pStyle w:val="Heading1"/>
        <w:tabs>
          <w:tab w:val="clear" w:pos="1152"/>
        </w:tabs>
        <w:ind w:left="0"/>
      </w:pPr>
      <w:bookmarkStart w:id="9" w:name="_Toc491699193"/>
      <w:r w:rsidRPr="00D7384A">
        <w:lastRenderedPageBreak/>
        <w:t>Mail Survey</w:t>
      </w:r>
      <w:r w:rsidR="00B6131F">
        <w:t>: First Reminder</w:t>
      </w:r>
      <w:bookmarkEnd w:id="9"/>
    </w:p>
    <w:p w14:paraId="5C10F6BF" w14:textId="77777777" w:rsidR="00430FFE" w:rsidRDefault="00B6131F" w:rsidP="00D347A1">
      <w:pPr>
        <w:pStyle w:val="Heading4"/>
        <w:pBdr>
          <w:bottom w:val="single" w:sz="4" w:space="1" w:color="auto"/>
        </w:pBdr>
        <w:tabs>
          <w:tab w:val="clear" w:pos="1152"/>
        </w:tabs>
        <w:spacing w:after="240"/>
        <w:ind w:left="0"/>
      </w:pPr>
      <w:r>
        <w:t>P</w:t>
      </w:r>
      <w:r w:rsidR="00D87262">
        <w:t>ostcard</w:t>
      </w:r>
      <w:r w:rsidR="00430FFE">
        <w:t xml:space="preserve"> or </w:t>
      </w:r>
      <w:r w:rsidR="00D87262">
        <w:t xml:space="preserve">letter </w:t>
      </w:r>
    </w:p>
    <w:p w14:paraId="11D6D428" w14:textId="77777777" w:rsidR="00430FFE" w:rsidRPr="00F203EB" w:rsidRDefault="00B6131F" w:rsidP="00430FFE">
      <w:r>
        <w:t>F</w:t>
      </w:r>
      <w:r w:rsidR="00430FFE" w:rsidRPr="00F203EB">
        <w:t>IRST AND LAST NAME</w:t>
      </w:r>
    </w:p>
    <w:p w14:paraId="7995C30B" w14:textId="77777777" w:rsidR="00430FFE" w:rsidRDefault="00430FFE" w:rsidP="00D915C5">
      <w:pPr>
        <w:spacing w:after="120"/>
      </w:pPr>
      <w:r w:rsidRPr="00F203EB">
        <w:t>LINE ONE OF ADDRESS</w:t>
      </w:r>
      <w:r w:rsidR="00B6131F">
        <w:br/>
      </w:r>
      <w:r w:rsidRPr="00F203EB">
        <w:t xml:space="preserve">LINE TWO OF ADDRESS </w:t>
      </w:r>
      <w:r w:rsidR="00B6131F">
        <w:br/>
      </w:r>
      <w:r w:rsidRPr="00F203EB">
        <w:t>CITY, STATE ZIP</w:t>
      </w:r>
    </w:p>
    <w:p w14:paraId="016865E6" w14:textId="77777777" w:rsidR="00B412BB" w:rsidRDefault="00B412BB" w:rsidP="00B412BB">
      <w:pPr>
        <w:spacing w:after="120"/>
        <w:jc w:val="right"/>
      </w:pPr>
      <w:r>
        <w:t>[DATE]</w:t>
      </w:r>
    </w:p>
    <w:p w14:paraId="1D19E76C" w14:textId="77777777" w:rsidR="00430FFE" w:rsidRPr="00F203EB" w:rsidRDefault="00B412BB" w:rsidP="00D915C5">
      <w:pPr>
        <w:spacing w:after="120" w:line="276" w:lineRule="auto"/>
      </w:pPr>
      <w:r>
        <w:t>Dear [Mr</w:t>
      </w:r>
      <w:proofErr w:type="gramStart"/>
      <w:r>
        <w:t>./</w:t>
      </w:r>
      <w:proofErr w:type="gramEnd"/>
      <w:r>
        <w:t>Ms.]</w:t>
      </w:r>
      <w:r w:rsidR="00430FFE" w:rsidRPr="00F203EB">
        <w:t xml:space="preserve"> [LAST NAME],</w:t>
      </w:r>
    </w:p>
    <w:p w14:paraId="05CFDCED" w14:textId="77777777" w:rsidR="00430FFE" w:rsidRPr="00285E77" w:rsidRDefault="00430FFE" w:rsidP="00D915C5">
      <w:pPr>
        <w:spacing w:after="120" w:line="276" w:lineRule="auto"/>
      </w:pPr>
      <w:r w:rsidRPr="00285E77">
        <w:t>Recently</w:t>
      </w:r>
      <w:r>
        <w:t>,</w:t>
      </w:r>
      <w:r w:rsidRPr="00285E77">
        <w:t xml:space="preserve"> we sent you a survey. </w:t>
      </w:r>
      <w:r>
        <w:t xml:space="preserve">We </w:t>
      </w:r>
      <w:r w:rsidRPr="00285E77">
        <w:t xml:space="preserve">want to hear about your </w:t>
      </w:r>
      <w:r>
        <w:t xml:space="preserve">experiences receiving care from [NAME OF </w:t>
      </w:r>
      <w:r w:rsidRPr="00782546">
        <w:t>CANCER CENTER/FACILITY</w:t>
      </w:r>
      <w:r>
        <w:t xml:space="preserve">] </w:t>
      </w:r>
      <w:r w:rsidRPr="00285E77">
        <w:t xml:space="preserve">to learn how </w:t>
      </w:r>
      <w:r>
        <w:t xml:space="preserve">we can improve the care we provide to patients like you. </w:t>
      </w:r>
      <w:r w:rsidR="00CE28A8">
        <w:t>It will</w:t>
      </w:r>
      <w:r w:rsidR="00CE28A8" w:rsidRPr="00285E77">
        <w:t xml:space="preserve"> </w:t>
      </w:r>
      <w:r w:rsidRPr="00285E77">
        <w:t xml:space="preserve">take </w:t>
      </w:r>
      <w:r w:rsidR="00CE28A8">
        <w:t>about</w:t>
      </w:r>
      <w:r>
        <w:t xml:space="preserve"> 20</w:t>
      </w:r>
      <w:r w:rsidRPr="00285E77">
        <w:t xml:space="preserve"> minutes to </w:t>
      </w:r>
      <w:r w:rsidR="00CE28A8">
        <w:t>answer the questions</w:t>
      </w:r>
      <w:r w:rsidRPr="00285E77">
        <w:t>.</w:t>
      </w:r>
    </w:p>
    <w:p w14:paraId="125B220A" w14:textId="77777777" w:rsidR="00430FFE" w:rsidRPr="00285E77" w:rsidRDefault="00430FFE" w:rsidP="00D915C5">
      <w:pPr>
        <w:spacing w:after="120" w:line="276" w:lineRule="auto"/>
      </w:pPr>
      <w:r w:rsidRPr="00285E77">
        <w:t>When you have completed the survey, please mail it back in the postage-paid envelope that came with it.</w:t>
      </w:r>
    </w:p>
    <w:p w14:paraId="4D35A2BA" w14:textId="77777777" w:rsidR="00430FFE" w:rsidRPr="00285E77" w:rsidRDefault="00430FFE" w:rsidP="00D915C5">
      <w:pPr>
        <w:spacing w:after="120" w:line="276" w:lineRule="auto"/>
        <w:rPr>
          <w:b/>
        </w:rPr>
      </w:pPr>
      <w:r w:rsidRPr="00285E77">
        <w:rPr>
          <w:b/>
        </w:rPr>
        <w:t xml:space="preserve">If you have already </w:t>
      </w:r>
      <w:proofErr w:type="gramStart"/>
      <w:r w:rsidRPr="00285E77">
        <w:rPr>
          <w:b/>
        </w:rPr>
        <w:t>sent</w:t>
      </w:r>
      <w:proofErr w:type="gramEnd"/>
      <w:r w:rsidRPr="00285E77">
        <w:rPr>
          <w:b/>
        </w:rPr>
        <w:t xml:space="preserve"> back a completed survey, thank you!</w:t>
      </w:r>
    </w:p>
    <w:p w14:paraId="1DB08789" w14:textId="77777777" w:rsidR="00430FFE" w:rsidRDefault="00430FFE" w:rsidP="00D915C5">
      <w:pPr>
        <w:spacing w:after="120" w:line="276" w:lineRule="auto"/>
      </w:pPr>
      <w:r w:rsidRPr="00285E77">
        <w:t xml:space="preserve">If you did not receive the survey or have lost it, </w:t>
      </w:r>
      <w:r w:rsidRPr="00690A8C">
        <w:t xml:space="preserve">please call [CONTACT NAME] </w:t>
      </w:r>
      <w:r>
        <w:t>at XXX-</w:t>
      </w:r>
      <w:r w:rsidRPr="00690A8C">
        <w:t>XXX-XXXX</w:t>
      </w:r>
      <w:r>
        <w:t>.</w:t>
      </w:r>
    </w:p>
    <w:p w14:paraId="184C595B" w14:textId="77777777" w:rsidR="00430FFE" w:rsidRPr="00285E77" w:rsidRDefault="00430FFE" w:rsidP="00D915C5">
      <w:pPr>
        <w:spacing w:after="120" w:line="276" w:lineRule="auto"/>
      </w:pPr>
      <w:r w:rsidRPr="00285E77">
        <w:t>Thank you,</w:t>
      </w:r>
    </w:p>
    <w:p w14:paraId="440CAF95" w14:textId="77777777" w:rsidR="00430FFE" w:rsidRDefault="00430FFE" w:rsidP="00D915C5">
      <w:pPr>
        <w:spacing w:after="120" w:line="276" w:lineRule="auto"/>
      </w:pPr>
      <w:r>
        <w:t>[NAME OF PERSON REPRESENTING CANCER CENTER/FACILITY]</w:t>
      </w:r>
    </w:p>
    <w:p w14:paraId="35B8B175" w14:textId="77777777" w:rsidR="00D87262" w:rsidRPr="00B75A46" w:rsidRDefault="00430FFE" w:rsidP="00D915C5">
      <w:pPr>
        <w:spacing w:after="120" w:line="320" w:lineRule="atLeast"/>
        <w:rPr>
          <w:b/>
          <w:lang w:val="es-ES"/>
        </w:rPr>
      </w:pPr>
      <w:r w:rsidRPr="00690A8C">
        <w:rPr>
          <w:i/>
          <w:lang w:val="es-ES_tradnl"/>
        </w:rPr>
        <w:t xml:space="preserve">Nota: Si quiere un cuestionario en español, por favor llame al </w:t>
      </w:r>
      <w:r>
        <w:rPr>
          <w:i/>
          <w:lang w:val="es-ES_tradnl"/>
        </w:rPr>
        <w:t>XXX</w:t>
      </w:r>
      <w:r w:rsidRPr="00B75A46">
        <w:rPr>
          <w:bCs/>
          <w:i/>
          <w:sz w:val="20"/>
          <w:lang w:val="es-ES"/>
        </w:rPr>
        <w:t>-XXX-XXX.</w:t>
      </w:r>
    </w:p>
    <w:p w14:paraId="097CB68A" w14:textId="77777777" w:rsidR="00D87262" w:rsidRPr="00B75A46" w:rsidRDefault="00D87262" w:rsidP="00D87262">
      <w:pPr>
        <w:spacing w:line="320" w:lineRule="atLeast"/>
        <w:rPr>
          <w:lang w:val="es-ES"/>
        </w:rPr>
      </w:pPr>
    </w:p>
    <w:p w14:paraId="1073883B" w14:textId="77777777" w:rsidR="00D915C5" w:rsidRPr="00B75A46" w:rsidRDefault="00D915C5">
      <w:pPr>
        <w:spacing w:line="240" w:lineRule="auto"/>
        <w:rPr>
          <w:b/>
          <w:color w:val="0070C0"/>
          <w:sz w:val="24"/>
          <w:lang w:val="es-ES"/>
        </w:rPr>
      </w:pPr>
      <w:r w:rsidRPr="00B75A46">
        <w:rPr>
          <w:b/>
          <w:color w:val="0070C0"/>
          <w:sz w:val="24"/>
          <w:lang w:val="es-ES"/>
        </w:rPr>
        <w:br w:type="page"/>
      </w:r>
    </w:p>
    <w:p w14:paraId="3B3DE679" w14:textId="77777777" w:rsidR="00D87262" w:rsidRPr="00D7384A" w:rsidDel="00C52817" w:rsidRDefault="00D87262" w:rsidP="00D915C5">
      <w:pPr>
        <w:pStyle w:val="Heading1"/>
        <w:tabs>
          <w:tab w:val="clear" w:pos="1152"/>
        </w:tabs>
        <w:ind w:left="0"/>
      </w:pPr>
      <w:bookmarkStart w:id="10" w:name="_Toc491699194"/>
      <w:r w:rsidRPr="00D7384A" w:rsidDel="00C52817">
        <w:lastRenderedPageBreak/>
        <w:t>Mail Survey</w:t>
      </w:r>
      <w:r w:rsidR="00D915C5">
        <w:t>: Second Reminder</w:t>
      </w:r>
      <w:bookmarkEnd w:id="10"/>
    </w:p>
    <w:p w14:paraId="50BF7BC9" w14:textId="77777777" w:rsidR="00D87262" w:rsidDel="00C52817" w:rsidRDefault="004B5B7A" w:rsidP="006B2393">
      <w:pPr>
        <w:pStyle w:val="Heading4"/>
        <w:pBdr>
          <w:bottom w:val="single" w:sz="4" w:space="1" w:color="auto"/>
        </w:pBdr>
        <w:tabs>
          <w:tab w:val="clear" w:pos="1152"/>
        </w:tabs>
        <w:spacing w:after="240"/>
        <w:ind w:left="0"/>
      </w:pPr>
      <w:r>
        <w:t>Letter</w:t>
      </w:r>
      <w:r w:rsidR="00D87262" w:rsidDel="00C52817">
        <w:t xml:space="preserve"> with </w:t>
      </w:r>
      <w:r>
        <w:t xml:space="preserve">second </w:t>
      </w:r>
      <w:r w:rsidR="00D87262" w:rsidDel="00C52817">
        <w:t xml:space="preserve">survey </w:t>
      </w:r>
      <w:r>
        <w:t>mailing to nonrespondents</w:t>
      </w:r>
    </w:p>
    <w:p w14:paraId="5CFCA0F7" w14:textId="77777777" w:rsidR="005873D2" w:rsidRPr="00F203EB" w:rsidRDefault="005873D2" w:rsidP="005873D2">
      <w:r>
        <w:t>F</w:t>
      </w:r>
      <w:r w:rsidRPr="00F203EB">
        <w:t>IRST AND LAST NAME</w:t>
      </w:r>
    </w:p>
    <w:p w14:paraId="62B8007D" w14:textId="77777777" w:rsidR="005873D2" w:rsidRPr="00F203EB" w:rsidRDefault="005873D2" w:rsidP="005873D2">
      <w:r w:rsidRPr="00F203EB">
        <w:t>LINE ONE OF ADDRESS</w:t>
      </w:r>
    </w:p>
    <w:p w14:paraId="47F7B6AB" w14:textId="77777777" w:rsidR="005873D2" w:rsidRPr="00F203EB" w:rsidRDefault="005873D2" w:rsidP="005873D2">
      <w:r w:rsidRPr="00F203EB">
        <w:t xml:space="preserve">LINE TWO OF </w:t>
      </w:r>
      <w:r w:rsidR="00B412BB">
        <w:t xml:space="preserve">ADDRESS </w:t>
      </w:r>
    </w:p>
    <w:p w14:paraId="0527903F" w14:textId="77777777" w:rsidR="005873D2" w:rsidRPr="00F203EB" w:rsidRDefault="005873D2" w:rsidP="005873D2">
      <w:r w:rsidRPr="00F203EB">
        <w:t>CITY, STATE ZIP</w:t>
      </w:r>
    </w:p>
    <w:p w14:paraId="59D5775C" w14:textId="77777777" w:rsidR="005873D2" w:rsidRPr="00F203EB" w:rsidRDefault="00B412BB" w:rsidP="00B412BB">
      <w:pPr>
        <w:jc w:val="right"/>
      </w:pPr>
      <w:r>
        <w:t>[DATE]</w:t>
      </w:r>
    </w:p>
    <w:p w14:paraId="6D50E048" w14:textId="77777777" w:rsidR="005873D2" w:rsidRPr="00F203EB" w:rsidRDefault="00B412BB" w:rsidP="00D915C5">
      <w:pPr>
        <w:spacing w:after="120" w:line="276" w:lineRule="auto"/>
      </w:pPr>
      <w:r>
        <w:t>Dear [</w:t>
      </w:r>
      <w:r w:rsidR="005873D2" w:rsidRPr="00F203EB">
        <w:t>Mr</w:t>
      </w:r>
      <w:proofErr w:type="gramStart"/>
      <w:r w:rsidR="005873D2" w:rsidRPr="00F203EB">
        <w:t>./</w:t>
      </w:r>
      <w:proofErr w:type="gramEnd"/>
      <w:r w:rsidR="005873D2" w:rsidRPr="00F203EB">
        <w:t>Ms.</w:t>
      </w:r>
      <w:r>
        <w:t>]</w:t>
      </w:r>
      <w:r w:rsidR="005873D2" w:rsidRPr="00F203EB">
        <w:t xml:space="preserve"> [LAST NAME],</w:t>
      </w:r>
    </w:p>
    <w:p w14:paraId="52B91E85" w14:textId="77777777" w:rsidR="005873D2" w:rsidRPr="00763D24" w:rsidRDefault="005873D2" w:rsidP="00D915C5">
      <w:pPr>
        <w:spacing w:after="120" w:line="276" w:lineRule="auto"/>
      </w:pPr>
      <w:r>
        <w:t xml:space="preserve">We </w:t>
      </w:r>
      <w:r w:rsidRPr="00285E77">
        <w:t xml:space="preserve">want to hear about your </w:t>
      </w:r>
      <w:r>
        <w:t xml:space="preserve">experiences receiving care from [NAME OF </w:t>
      </w:r>
      <w:r w:rsidRPr="00782546">
        <w:t>CANCER CENTER/FACILITY</w:t>
      </w:r>
      <w:r>
        <w:t xml:space="preserve">]. Hearing about your experiences will help us </w:t>
      </w:r>
      <w:r w:rsidRPr="00C53A72">
        <w:t xml:space="preserve">learn how we are doing and how we can improve the </w:t>
      </w:r>
      <w:proofErr w:type="gramStart"/>
      <w:r w:rsidRPr="00C53A72">
        <w:t>care</w:t>
      </w:r>
      <w:proofErr w:type="gramEnd"/>
      <w:r w:rsidRPr="00C53A72">
        <w:t xml:space="preserve"> we provide to patients like you. Recently,</w:t>
      </w:r>
      <w:r>
        <w:t xml:space="preserve"> we sent you a survey. If you have already </w:t>
      </w:r>
      <w:proofErr w:type="gramStart"/>
      <w:r>
        <w:t>sent</w:t>
      </w:r>
      <w:proofErr w:type="gramEnd"/>
      <w:r>
        <w:t xml:space="preserve"> back a completed survey, thank you! </w:t>
      </w:r>
      <w:r w:rsidRPr="00AC40E0">
        <w:rPr>
          <w:b/>
        </w:rPr>
        <w:t xml:space="preserve">If you have not yet responded, please complete the enclosed survey now. </w:t>
      </w:r>
      <w:r w:rsidR="00CE28A8">
        <w:t xml:space="preserve">It will </w:t>
      </w:r>
      <w:r>
        <w:t xml:space="preserve">take </w:t>
      </w:r>
      <w:r w:rsidR="00CE28A8">
        <w:t xml:space="preserve">about </w:t>
      </w:r>
      <w:r>
        <w:t xml:space="preserve">20 minutes to </w:t>
      </w:r>
      <w:r w:rsidR="00D915C5">
        <w:t>answer the questions</w:t>
      </w:r>
      <w:r>
        <w:t>.</w:t>
      </w:r>
    </w:p>
    <w:p w14:paraId="22D4B19B" w14:textId="77777777" w:rsidR="005873D2" w:rsidRDefault="005873D2" w:rsidP="00D915C5">
      <w:pPr>
        <w:spacing w:after="120" w:line="276" w:lineRule="auto"/>
      </w:pPr>
      <w:r>
        <w:t>For example, we want to know:</w:t>
      </w:r>
    </w:p>
    <w:p w14:paraId="54AE4041" w14:textId="77777777" w:rsidR="005873D2" w:rsidRPr="00CE6E7F" w:rsidRDefault="005873D2" w:rsidP="00D915C5">
      <w:pPr>
        <w:pStyle w:val="ListParagraph"/>
        <w:numPr>
          <w:ilvl w:val="0"/>
          <w:numId w:val="22"/>
        </w:numPr>
        <w:spacing w:after="120" w:line="276" w:lineRule="auto"/>
        <w:contextualSpacing/>
        <w:jc w:val="left"/>
      </w:pPr>
      <w:r>
        <w:t>How easy it was for you to get appointments</w:t>
      </w:r>
      <w:r w:rsidR="00B75A46">
        <w:t>.</w:t>
      </w:r>
    </w:p>
    <w:p w14:paraId="3BE3D940" w14:textId="77777777" w:rsidR="005873D2" w:rsidRPr="00CE6E7F" w:rsidRDefault="005873D2" w:rsidP="00D915C5">
      <w:pPr>
        <w:pStyle w:val="ListParagraph"/>
        <w:numPr>
          <w:ilvl w:val="0"/>
          <w:numId w:val="22"/>
        </w:numPr>
        <w:spacing w:after="120" w:line="276" w:lineRule="auto"/>
        <w:contextualSpacing/>
        <w:jc w:val="left"/>
      </w:pPr>
      <w:r>
        <w:t xml:space="preserve">How </w:t>
      </w:r>
      <w:r w:rsidR="00D915C5">
        <w:t>clearly</w:t>
      </w:r>
      <w:r>
        <w:t xml:space="preserve"> your health care providers explained things to you</w:t>
      </w:r>
      <w:r w:rsidR="00B75A46">
        <w:t>.</w:t>
      </w:r>
    </w:p>
    <w:p w14:paraId="2F124BB6" w14:textId="77777777" w:rsidR="005873D2" w:rsidRDefault="005873D2" w:rsidP="00D915C5">
      <w:pPr>
        <w:pStyle w:val="ListParagraph"/>
        <w:numPr>
          <w:ilvl w:val="0"/>
          <w:numId w:val="22"/>
        </w:numPr>
        <w:spacing w:after="120" w:line="276" w:lineRule="auto"/>
        <w:contextualSpacing/>
        <w:jc w:val="left"/>
      </w:pPr>
      <w:r>
        <w:t xml:space="preserve">Whether your health care providers talked with you about </w:t>
      </w:r>
      <w:r w:rsidR="00B75A46">
        <w:t xml:space="preserve">symptoms or </w:t>
      </w:r>
      <w:r w:rsidR="00D915C5">
        <w:t>side effects</w:t>
      </w:r>
      <w:r w:rsidR="00B75A46">
        <w:t>.</w:t>
      </w:r>
    </w:p>
    <w:p w14:paraId="55B695BB" w14:textId="77777777" w:rsidR="005873D2" w:rsidRPr="00F203EB" w:rsidRDefault="005873D2" w:rsidP="00D915C5">
      <w:pPr>
        <w:spacing w:after="120" w:line="276" w:lineRule="auto"/>
      </w:pPr>
      <w:r>
        <w:t xml:space="preserve">We will keep your answers private. </w:t>
      </w:r>
      <w:r w:rsidRPr="00F203EB">
        <w:t>Your identity will n</w:t>
      </w:r>
      <w:r>
        <w:t xml:space="preserve">ot be linked to your responses and your survey will not be returned to your doctors. </w:t>
      </w:r>
      <w:r w:rsidRPr="00F203EB">
        <w:t>Your answers to the survey will be combined with those of other people to create a complete picture of patient</w:t>
      </w:r>
      <w:r>
        <w:t>s’</w:t>
      </w:r>
      <w:r w:rsidRPr="00F203EB">
        <w:t xml:space="preserve"> experiences</w:t>
      </w:r>
      <w:r>
        <w:t xml:space="preserve"> with [NAME OF CANCER CENTER/FACILITY]. </w:t>
      </w:r>
      <w:r w:rsidR="00444242">
        <w:t>We will review t</w:t>
      </w:r>
      <w:r w:rsidR="00444242" w:rsidRPr="001F123D">
        <w:t>he results of the survey carefully to understand how</w:t>
      </w:r>
      <w:r w:rsidR="00444242">
        <w:t xml:space="preserve"> we are doing and how</w:t>
      </w:r>
      <w:r w:rsidR="00444242" w:rsidRPr="001F123D">
        <w:t xml:space="preserve"> </w:t>
      </w:r>
      <w:r w:rsidR="00444242">
        <w:t xml:space="preserve">we could improve the </w:t>
      </w:r>
      <w:r w:rsidR="00444242" w:rsidRPr="001F123D">
        <w:t>delivery of care</w:t>
      </w:r>
      <w:r w:rsidRPr="00444242">
        <w:t>.</w:t>
      </w:r>
    </w:p>
    <w:p w14:paraId="589B1141" w14:textId="77777777" w:rsidR="005873D2" w:rsidRPr="00F203EB" w:rsidRDefault="005873D2" w:rsidP="00D915C5">
      <w:pPr>
        <w:spacing w:after="120" w:line="276" w:lineRule="auto"/>
      </w:pPr>
      <w:r w:rsidRPr="00F203EB">
        <w:t>You</w:t>
      </w:r>
      <w:r>
        <w:t xml:space="preserve"> do not have to participate in the survey, </w:t>
      </w:r>
      <w:r w:rsidRPr="00F203EB">
        <w:t xml:space="preserve">but we hope you take the opportunity to tell us about your experiences. </w:t>
      </w:r>
      <w:r>
        <w:t>The accuracy of the results depends on getting answers from you and other people selected for this survey</w:t>
      </w:r>
      <w:r w:rsidRPr="00F203EB">
        <w:t xml:space="preserve">. </w:t>
      </w:r>
      <w:r w:rsidR="00C53A72">
        <w:t xml:space="preserve">If you choose not to participate, this </w:t>
      </w:r>
      <w:r w:rsidR="00C53A72" w:rsidRPr="00F203EB">
        <w:t xml:space="preserve">will not affect </w:t>
      </w:r>
      <w:r w:rsidR="00C53A72">
        <w:t>the</w:t>
      </w:r>
      <w:r w:rsidR="00C53A72" w:rsidRPr="00F203EB">
        <w:t xml:space="preserve"> health care you receive</w:t>
      </w:r>
      <w:r w:rsidR="00C53A72">
        <w:t xml:space="preserve"> from this facility</w:t>
      </w:r>
      <w:r>
        <w:t xml:space="preserve">. </w:t>
      </w:r>
    </w:p>
    <w:p w14:paraId="4FF1E126" w14:textId="77777777" w:rsidR="005873D2" w:rsidRDefault="005873D2" w:rsidP="00D915C5">
      <w:pPr>
        <w:spacing w:after="120" w:line="276" w:lineRule="auto"/>
      </w:pPr>
      <w:r w:rsidRPr="00782546">
        <w:t>If you have any questions about this survey, please call [CONTACT NAME] at XXX-XXX-XXXX.</w:t>
      </w:r>
      <w:r>
        <w:t xml:space="preserve"> Thank you for helping to make health</w:t>
      </w:r>
      <w:r w:rsidR="00D810CC">
        <w:t xml:space="preserve"> </w:t>
      </w:r>
      <w:r>
        <w:t xml:space="preserve">care at [NAME OF CANCER CENTER/FACILITY] better for everyone. </w:t>
      </w:r>
    </w:p>
    <w:p w14:paraId="0D575649" w14:textId="77777777" w:rsidR="005873D2" w:rsidRDefault="005873D2" w:rsidP="00D915C5">
      <w:pPr>
        <w:spacing w:after="120" w:line="276" w:lineRule="auto"/>
      </w:pPr>
      <w:r>
        <w:t xml:space="preserve">Sincerely, </w:t>
      </w:r>
    </w:p>
    <w:p w14:paraId="6A95DC13" w14:textId="77777777" w:rsidR="005873D2" w:rsidRPr="00ED75E6" w:rsidRDefault="005873D2" w:rsidP="00D915C5">
      <w:pPr>
        <w:spacing w:after="120" w:line="276" w:lineRule="auto"/>
      </w:pPr>
      <w:r>
        <w:t>[NAME OF PERSON REPRESENTING CANCER CENTER/FACILITY]</w:t>
      </w:r>
    </w:p>
    <w:p w14:paraId="1228AF87" w14:textId="77777777" w:rsidR="005873D2" w:rsidRDefault="005873D2" w:rsidP="00D915C5">
      <w:pPr>
        <w:spacing w:after="120" w:line="276" w:lineRule="auto"/>
        <w:ind w:right="252"/>
        <w:rPr>
          <w:i/>
        </w:rPr>
      </w:pPr>
    </w:p>
    <w:p w14:paraId="3DE293BA" w14:textId="77777777" w:rsidR="005873D2" w:rsidRPr="00B75A46" w:rsidRDefault="005873D2" w:rsidP="00D915C5">
      <w:pPr>
        <w:spacing w:after="120" w:line="276" w:lineRule="auto"/>
        <w:rPr>
          <w:lang w:val="es-ES"/>
        </w:rPr>
      </w:pPr>
      <w:r w:rsidRPr="00B75A46">
        <w:rPr>
          <w:i/>
          <w:lang w:val="es-ES"/>
        </w:rPr>
        <w:t>Nota: Si quiere un cuestionario en español, por favor llame al XXX-XXX-XXXX.</w:t>
      </w:r>
    </w:p>
    <w:p w14:paraId="384A1D90" w14:textId="77777777" w:rsidR="009668AF" w:rsidRDefault="00D87262" w:rsidP="009668AF">
      <w:pPr>
        <w:pStyle w:val="Heading1"/>
        <w:tabs>
          <w:tab w:val="clear" w:pos="1152"/>
        </w:tabs>
        <w:ind w:left="0"/>
      </w:pPr>
      <w:bookmarkStart w:id="11" w:name="_Toc491699195"/>
      <w:r w:rsidRPr="003948B3">
        <w:lastRenderedPageBreak/>
        <w:t>Telephone Survey</w:t>
      </w:r>
      <w:r w:rsidR="009668AF">
        <w:t xml:space="preserve">: </w:t>
      </w:r>
      <w:r w:rsidR="00D347A1">
        <w:t>Advance L</w:t>
      </w:r>
      <w:r>
        <w:t>etter</w:t>
      </w:r>
      <w:bookmarkEnd w:id="11"/>
    </w:p>
    <w:p w14:paraId="0E5CF2BC" w14:textId="77777777" w:rsidR="009668AF" w:rsidRPr="009668AF" w:rsidRDefault="004B5B7A" w:rsidP="004B5B7A">
      <w:pPr>
        <w:pStyle w:val="Heading4"/>
        <w:pBdr>
          <w:bottom w:val="single" w:sz="4" w:space="1" w:color="auto"/>
        </w:pBdr>
        <w:tabs>
          <w:tab w:val="clear" w:pos="1152"/>
        </w:tabs>
        <w:ind w:left="0"/>
      </w:pPr>
      <w:r>
        <w:t>Letter prior to telephone interview</w:t>
      </w:r>
    </w:p>
    <w:p w14:paraId="1ED8CC79" w14:textId="77777777" w:rsidR="005873D2" w:rsidRPr="00F203EB" w:rsidRDefault="005873D2" w:rsidP="005873D2">
      <w:r>
        <w:t>F</w:t>
      </w:r>
      <w:r w:rsidRPr="00F203EB">
        <w:t>IRST AND LAST NAME</w:t>
      </w:r>
    </w:p>
    <w:p w14:paraId="7E28FDF1" w14:textId="77777777" w:rsidR="005873D2" w:rsidRPr="00F203EB" w:rsidRDefault="005873D2" w:rsidP="005873D2">
      <w:r w:rsidRPr="00F203EB">
        <w:t>LINE ONE OF ADDRESS</w:t>
      </w:r>
    </w:p>
    <w:p w14:paraId="05A30B67" w14:textId="77777777" w:rsidR="005873D2" w:rsidRPr="00F203EB" w:rsidRDefault="00B412BB" w:rsidP="005873D2">
      <w:r>
        <w:t>LINE TWO OF ADDRESS</w:t>
      </w:r>
    </w:p>
    <w:p w14:paraId="5AF923D7" w14:textId="77777777" w:rsidR="005873D2" w:rsidRPr="00F203EB" w:rsidRDefault="005873D2" w:rsidP="005873D2">
      <w:r w:rsidRPr="00F203EB">
        <w:t>CITY, STATE ZIP</w:t>
      </w:r>
    </w:p>
    <w:p w14:paraId="22E0DC81" w14:textId="77777777" w:rsidR="005873D2" w:rsidRPr="00F203EB" w:rsidRDefault="00B412BB" w:rsidP="00B412BB">
      <w:pPr>
        <w:jc w:val="right"/>
      </w:pPr>
      <w:r>
        <w:t>[DATE]</w:t>
      </w:r>
    </w:p>
    <w:p w14:paraId="2777FBD5" w14:textId="77777777" w:rsidR="005873D2" w:rsidRDefault="00B412BB" w:rsidP="009668AF">
      <w:pPr>
        <w:spacing w:after="120" w:line="276" w:lineRule="auto"/>
      </w:pPr>
      <w:r>
        <w:t>Dear [Mr</w:t>
      </w:r>
      <w:proofErr w:type="gramStart"/>
      <w:r>
        <w:t>./</w:t>
      </w:r>
      <w:proofErr w:type="gramEnd"/>
      <w:r>
        <w:t>Ms.]</w:t>
      </w:r>
      <w:r w:rsidR="005873D2" w:rsidRPr="00F203EB">
        <w:t xml:space="preserve"> [LAST NAME],</w:t>
      </w:r>
    </w:p>
    <w:p w14:paraId="4104F258" w14:textId="77777777" w:rsidR="005873D2" w:rsidRDefault="005873D2" w:rsidP="009668AF">
      <w:pPr>
        <w:spacing w:after="120" w:line="276" w:lineRule="auto"/>
      </w:pPr>
      <w:r w:rsidRPr="00F203EB">
        <w:t>Our records show that you</w:t>
      </w:r>
      <w:r>
        <w:t xml:space="preserve"> received care from [NAME OF CANCER CENTER/FACILITY] in the last 6 months. We want to hear about your recent care. For example, we want to know:</w:t>
      </w:r>
    </w:p>
    <w:p w14:paraId="75D1FD3F" w14:textId="77777777" w:rsidR="005873D2" w:rsidRPr="00CE6E7F" w:rsidRDefault="005873D2" w:rsidP="009668AF">
      <w:pPr>
        <w:pStyle w:val="ListParagraph"/>
        <w:numPr>
          <w:ilvl w:val="0"/>
          <w:numId w:val="22"/>
        </w:numPr>
        <w:spacing w:after="120" w:line="276" w:lineRule="auto"/>
        <w:contextualSpacing/>
        <w:jc w:val="left"/>
      </w:pPr>
      <w:r>
        <w:t>How easy it was for you to get appointments</w:t>
      </w:r>
    </w:p>
    <w:p w14:paraId="13ED4D94" w14:textId="77777777" w:rsidR="005873D2" w:rsidRPr="00CE6E7F" w:rsidRDefault="005873D2" w:rsidP="009668AF">
      <w:pPr>
        <w:pStyle w:val="ListParagraph"/>
        <w:numPr>
          <w:ilvl w:val="0"/>
          <w:numId w:val="22"/>
        </w:numPr>
        <w:spacing w:after="120" w:line="276" w:lineRule="auto"/>
        <w:contextualSpacing/>
        <w:jc w:val="left"/>
      </w:pPr>
      <w:r>
        <w:t xml:space="preserve">How </w:t>
      </w:r>
      <w:r w:rsidR="009668AF">
        <w:t xml:space="preserve">clearly </w:t>
      </w:r>
      <w:r>
        <w:t>your health care providers explained things to you</w:t>
      </w:r>
    </w:p>
    <w:p w14:paraId="11C5EBA1" w14:textId="77777777" w:rsidR="005873D2" w:rsidRPr="00CE6E7F" w:rsidRDefault="005873D2" w:rsidP="009668AF">
      <w:pPr>
        <w:pStyle w:val="ListParagraph"/>
        <w:numPr>
          <w:ilvl w:val="0"/>
          <w:numId w:val="22"/>
        </w:numPr>
        <w:spacing w:after="120" w:line="276" w:lineRule="auto"/>
        <w:contextualSpacing/>
        <w:jc w:val="left"/>
      </w:pPr>
      <w:r>
        <w:t xml:space="preserve">Whether your health care providers talked with you about </w:t>
      </w:r>
      <w:r w:rsidR="009668AF">
        <w:t>possible side effects</w:t>
      </w:r>
    </w:p>
    <w:p w14:paraId="70ED3030" w14:textId="77777777" w:rsidR="005873D2" w:rsidRPr="00CE6E7F" w:rsidRDefault="00444242" w:rsidP="009668AF">
      <w:pPr>
        <w:spacing w:after="120" w:line="276" w:lineRule="auto"/>
        <w:rPr>
          <w:b/>
        </w:rPr>
      </w:pPr>
      <w:r>
        <w:rPr>
          <w:b/>
        </w:rPr>
        <w:t>Only you can tell us about these</w:t>
      </w:r>
      <w:r w:rsidRPr="00CE6E7F">
        <w:rPr>
          <w:b/>
        </w:rPr>
        <w:t xml:space="preserve"> experiences.</w:t>
      </w:r>
    </w:p>
    <w:p w14:paraId="565EA430" w14:textId="77777777" w:rsidR="002110FA" w:rsidRDefault="002110FA" w:rsidP="002110FA">
      <w:pPr>
        <w:spacing w:after="120" w:line="276" w:lineRule="auto"/>
      </w:pPr>
      <w:r>
        <w:t xml:space="preserve">We are particularly interested in health care related to the treatment of cancer. If you feel a survey about cancer care does not apply to you, or that you were selected by mistake, please call </w:t>
      </w:r>
      <w:r w:rsidRPr="00782546">
        <w:t>[CONTACT NAME] at XXX-XXX-XXXX.</w:t>
      </w:r>
    </w:p>
    <w:p w14:paraId="07CD9DEE" w14:textId="77777777" w:rsidR="005873D2" w:rsidRPr="005873D2" w:rsidRDefault="005873D2" w:rsidP="009668AF">
      <w:pPr>
        <w:spacing w:after="120" w:line="276" w:lineRule="auto"/>
      </w:pPr>
      <w:r w:rsidRPr="005873D2">
        <w:t xml:space="preserve">Someone from [SURVEY VENDOR] will call you soon to ask you to take part in a telephone interview. To get accurate results, we need to get answers from you and other people we ask to take part in this survey. The interview will take </w:t>
      </w:r>
      <w:r w:rsidR="00CE28A8">
        <w:t xml:space="preserve">about </w:t>
      </w:r>
      <w:r w:rsidR="00CE10EB">
        <w:t>20</w:t>
      </w:r>
      <w:r w:rsidRPr="005873D2">
        <w:t xml:space="preserve"> minutes, and we hope you will take the time to answer our questions.</w:t>
      </w:r>
    </w:p>
    <w:p w14:paraId="76307ACA" w14:textId="77777777" w:rsidR="005873D2" w:rsidRPr="00F203EB" w:rsidRDefault="005873D2" w:rsidP="009668AF">
      <w:pPr>
        <w:spacing w:after="120" w:line="276" w:lineRule="auto"/>
      </w:pPr>
      <w:r>
        <w:t xml:space="preserve">We will keep your answers private. </w:t>
      </w:r>
      <w:r w:rsidRPr="00F203EB">
        <w:t>Your identity will n</w:t>
      </w:r>
      <w:r>
        <w:t xml:space="preserve">ot be linked to your responses and your </w:t>
      </w:r>
      <w:r w:rsidR="00CE10EB">
        <w:t>responses will not be shared with</w:t>
      </w:r>
      <w:r>
        <w:t xml:space="preserve"> your doctors. </w:t>
      </w:r>
      <w:r w:rsidRPr="00F203EB">
        <w:t>Your answers to the survey will be combined with those of other people to create a complete picture of patient</w:t>
      </w:r>
      <w:r>
        <w:t>s’</w:t>
      </w:r>
      <w:r w:rsidRPr="00F203EB">
        <w:t xml:space="preserve"> experiences</w:t>
      </w:r>
      <w:r>
        <w:t xml:space="preserve"> with [NAME OF CANCER CENTER/FACILITY]. </w:t>
      </w:r>
    </w:p>
    <w:p w14:paraId="3CE39497" w14:textId="77777777" w:rsidR="005873D2" w:rsidRPr="00F203EB" w:rsidRDefault="005873D2" w:rsidP="009668AF">
      <w:pPr>
        <w:spacing w:after="120" w:line="276" w:lineRule="auto"/>
      </w:pPr>
      <w:r w:rsidRPr="00F203EB">
        <w:t>You</w:t>
      </w:r>
      <w:r>
        <w:t xml:space="preserve"> do not have to participate in the survey, </w:t>
      </w:r>
      <w:r w:rsidRPr="00F203EB">
        <w:t xml:space="preserve">but we hope you take the opportunity to tell us about your experiences. </w:t>
      </w:r>
      <w:r>
        <w:t>The accuracy of the results depends on getting answers from you and other people selected for this survey</w:t>
      </w:r>
      <w:r w:rsidRPr="00F203EB">
        <w:t xml:space="preserve">. </w:t>
      </w:r>
      <w:r w:rsidR="00C53A72">
        <w:t xml:space="preserve">If you choose not to participate, this </w:t>
      </w:r>
      <w:r w:rsidR="00C53A72" w:rsidRPr="00F203EB">
        <w:t xml:space="preserve">will not affect </w:t>
      </w:r>
      <w:r w:rsidR="00C53A72">
        <w:t>the</w:t>
      </w:r>
      <w:r w:rsidR="00C53A72" w:rsidRPr="00F203EB">
        <w:t xml:space="preserve"> health care you receive</w:t>
      </w:r>
      <w:r w:rsidR="00C53A72">
        <w:t xml:space="preserve"> from this facility</w:t>
      </w:r>
      <w:r>
        <w:t xml:space="preserve">. </w:t>
      </w:r>
    </w:p>
    <w:p w14:paraId="01C82C6B" w14:textId="77777777" w:rsidR="005873D2" w:rsidRDefault="00CE10EB" w:rsidP="009668AF">
      <w:pPr>
        <w:spacing w:after="120" w:line="276" w:lineRule="auto"/>
      </w:pPr>
      <w:r>
        <w:t xml:space="preserve">If you have any questions, </w:t>
      </w:r>
      <w:r w:rsidR="005873D2" w:rsidRPr="00782546">
        <w:t>please call [CONTACT NAME] at XXX-XXX-XXXX.</w:t>
      </w:r>
      <w:r w:rsidR="005873D2">
        <w:t xml:space="preserve"> Thank you for helping to make health</w:t>
      </w:r>
      <w:r w:rsidR="0020085A">
        <w:t xml:space="preserve"> </w:t>
      </w:r>
      <w:r w:rsidR="005873D2">
        <w:t xml:space="preserve">care at [NAME OF CANCER CENTER/FACILITY] better for everyone. </w:t>
      </w:r>
    </w:p>
    <w:p w14:paraId="775CA3E3" w14:textId="77777777" w:rsidR="005873D2" w:rsidRDefault="005873D2" w:rsidP="009668AF">
      <w:pPr>
        <w:spacing w:after="120" w:line="276" w:lineRule="auto"/>
      </w:pPr>
      <w:r>
        <w:t xml:space="preserve">Sincerely, </w:t>
      </w:r>
    </w:p>
    <w:p w14:paraId="38084350" w14:textId="77777777" w:rsidR="005873D2" w:rsidRDefault="005873D2" w:rsidP="009668AF">
      <w:pPr>
        <w:spacing w:after="120" w:line="276" w:lineRule="auto"/>
      </w:pPr>
      <w:r>
        <w:t>[NAME OF PERSON REPRESENTING CANCER CENTER/FACILITY]</w:t>
      </w:r>
    </w:p>
    <w:p w14:paraId="300B2A9B" w14:textId="77777777" w:rsidR="00D87262" w:rsidRPr="00B75A46" w:rsidRDefault="005873D2" w:rsidP="009668AF">
      <w:pPr>
        <w:keepNext/>
        <w:keepLines/>
        <w:spacing w:after="120" w:line="320" w:lineRule="atLeast"/>
        <w:rPr>
          <w:i/>
          <w:lang w:val="es-ES"/>
        </w:rPr>
      </w:pPr>
      <w:r w:rsidRPr="00B75A46">
        <w:rPr>
          <w:i/>
          <w:lang w:val="es-ES"/>
        </w:rPr>
        <w:t>Nota: Si quiere un cuestionario en español, por favor llame al XXX-XXX-XXXX.</w:t>
      </w:r>
    </w:p>
    <w:p w14:paraId="376E4E48" w14:textId="77777777" w:rsidR="005873D2" w:rsidRPr="00B75A46" w:rsidRDefault="005873D2" w:rsidP="005873D2">
      <w:pPr>
        <w:keepNext/>
        <w:keepLines/>
        <w:spacing w:line="320" w:lineRule="atLeast"/>
        <w:rPr>
          <w:lang w:val="es-ES"/>
        </w:rPr>
      </w:pPr>
    </w:p>
    <w:p w14:paraId="1DBDEF0F" w14:textId="77777777" w:rsidR="00D87262" w:rsidRPr="00B75A46" w:rsidRDefault="00D87262" w:rsidP="00D87262">
      <w:pPr>
        <w:spacing w:line="320" w:lineRule="atLeast"/>
        <w:rPr>
          <w:lang w:val="es-ES"/>
        </w:rPr>
      </w:pPr>
    </w:p>
    <w:p w14:paraId="1A88D031" w14:textId="77777777" w:rsidR="00D87262" w:rsidRPr="00B75A46" w:rsidRDefault="00D87262" w:rsidP="00D87262">
      <w:pPr>
        <w:spacing w:line="320" w:lineRule="atLeast"/>
        <w:rPr>
          <w:lang w:val="es-ES"/>
        </w:rPr>
      </w:pPr>
    </w:p>
    <w:p w14:paraId="0DA7B50E" w14:textId="77777777" w:rsidR="00D87262" w:rsidRPr="003948B3" w:rsidRDefault="00D87262" w:rsidP="00D347A1">
      <w:pPr>
        <w:pStyle w:val="Heading1"/>
        <w:tabs>
          <w:tab w:val="clear" w:pos="1152"/>
        </w:tabs>
        <w:ind w:left="0"/>
      </w:pPr>
      <w:bookmarkStart w:id="12" w:name="_Toc491699196"/>
      <w:r w:rsidRPr="003948B3">
        <w:t>Online Survey</w:t>
      </w:r>
      <w:r w:rsidR="0020085A">
        <w:t>: Initial Email</w:t>
      </w:r>
      <w:bookmarkEnd w:id="12"/>
    </w:p>
    <w:p w14:paraId="75D997F9" w14:textId="77777777" w:rsidR="00D87262" w:rsidRDefault="0020085A" w:rsidP="0020085A">
      <w:pPr>
        <w:pStyle w:val="Heading4"/>
        <w:pBdr>
          <w:bottom w:val="single" w:sz="4" w:space="1" w:color="auto"/>
        </w:pBdr>
        <w:tabs>
          <w:tab w:val="clear" w:pos="1152"/>
        </w:tabs>
        <w:ind w:left="0"/>
        <w:rPr>
          <w:b/>
        </w:rPr>
      </w:pPr>
      <w:r>
        <w:t>I</w:t>
      </w:r>
      <w:r w:rsidR="00D87262">
        <w:t>nclude direct link to survey</w:t>
      </w:r>
    </w:p>
    <w:p w14:paraId="37A82D02" w14:textId="77777777" w:rsidR="00CE10EB" w:rsidRDefault="00CE10EB" w:rsidP="006B2393">
      <w:pPr>
        <w:spacing w:after="120" w:line="320" w:lineRule="atLeast"/>
      </w:pPr>
    </w:p>
    <w:p w14:paraId="49D381D0" w14:textId="77777777" w:rsidR="00CE10EB" w:rsidRPr="006810A2" w:rsidRDefault="00CE10EB" w:rsidP="006B2393">
      <w:pPr>
        <w:spacing w:after="120" w:line="276" w:lineRule="auto"/>
      </w:pPr>
      <w:r w:rsidRPr="006810A2">
        <w:t xml:space="preserve">Dear </w:t>
      </w:r>
      <w:r w:rsidR="00B412BB">
        <w:t>[</w:t>
      </w:r>
      <w:r w:rsidRPr="006810A2">
        <w:t>Mr</w:t>
      </w:r>
      <w:proofErr w:type="gramStart"/>
      <w:r w:rsidRPr="006810A2">
        <w:t>./</w:t>
      </w:r>
      <w:proofErr w:type="gramEnd"/>
      <w:r w:rsidRPr="006810A2">
        <w:t>Ms.</w:t>
      </w:r>
      <w:r w:rsidR="00B412BB">
        <w:t>]</w:t>
      </w:r>
      <w:r w:rsidRPr="006810A2">
        <w:t xml:space="preserve"> [LAST NAME]</w:t>
      </w:r>
    </w:p>
    <w:p w14:paraId="5227EB78" w14:textId="77777777" w:rsidR="00CE10EB" w:rsidRDefault="00CE10EB" w:rsidP="006B2393">
      <w:pPr>
        <w:spacing w:after="120" w:line="276" w:lineRule="auto"/>
      </w:pPr>
      <w:r w:rsidRPr="00F203EB">
        <w:t>Our records show that you</w:t>
      </w:r>
      <w:r>
        <w:t xml:space="preserve"> received care from [NAME OF CANCER CENTER/FACILITY] in the last 6 months. We want to hear about your recent care. For example, we want to know:</w:t>
      </w:r>
    </w:p>
    <w:p w14:paraId="60812B71" w14:textId="77777777" w:rsidR="00CE10EB" w:rsidRPr="00CE6E7F" w:rsidRDefault="00CE10EB" w:rsidP="006B2393">
      <w:pPr>
        <w:pStyle w:val="ListParagraph"/>
        <w:numPr>
          <w:ilvl w:val="0"/>
          <w:numId w:val="22"/>
        </w:numPr>
        <w:spacing w:after="120" w:line="276" w:lineRule="auto"/>
        <w:contextualSpacing/>
        <w:jc w:val="left"/>
      </w:pPr>
      <w:r>
        <w:t>How easy it was for you to get appointments</w:t>
      </w:r>
      <w:r w:rsidR="002110FA">
        <w:t>.</w:t>
      </w:r>
    </w:p>
    <w:p w14:paraId="566C6784" w14:textId="77777777" w:rsidR="00CE10EB" w:rsidRPr="00CE6E7F" w:rsidRDefault="00CE10EB" w:rsidP="006B2393">
      <w:pPr>
        <w:pStyle w:val="ListParagraph"/>
        <w:numPr>
          <w:ilvl w:val="0"/>
          <w:numId w:val="22"/>
        </w:numPr>
        <w:spacing w:after="120" w:line="276" w:lineRule="auto"/>
        <w:contextualSpacing/>
        <w:jc w:val="left"/>
      </w:pPr>
      <w:r>
        <w:t xml:space="preserve">How </w:t>
      </w:r>
      <w:r w:rsidR="0020085A">
        <w:t xml:space="preserve">clearly </w:t>
      </w:r>
      <w:r>
        <w:t>your health care providers explained things to you</w:t>
      </w:r>
      <w:r w:rsidR="002110FA">
        <w:t>.</w:t>
      </w:r>
    </w:p>
    <w:p w14:paraId="17CC0826" w14:textId="77777777" w:rsidR="00CE10EB" w:rsidRPr="00CE6E7F" w:rsidRDefault="00CE10EB" w:rsidP="006B2393">
      <w:pPr>
        <w:pStyle w:val="ListParagraph"/>
        <w:numPr>
          <w:ilvl w:val="0"/>
          <w:numId w:val="22"/>
        </w:numPr>
        <w:spacing w:after="120" w:line="276" w:lineRule="auto"/>
        <w:contextualSpacing/>
        <w:jc w:val="left"/>
      </w:pPr>
      <w:r>
        <w:t xml:space="preserve">Whether your health care providers talked with you about </w:t>
      </w:r>
      <w:r w:rsidR="0020085A">
        <w:t>possible side effects</w:t>
      </w:r>
      <w:r w:rsidR="002110FA">
        <w:t>.</w:t>
      </w:r>
    </w:p>
    <w:p w14:paraId="79FDA6FE" w14:textId="77777777" w:rsidR="00CE10EB" w:rsidRPr="000A140F" w:rsidRDefault="00CE10EB" w:rsidP="006B2393">
      <w:pPr>
        <w:spacing w:after="120"/>
        <w:ind w:right="252"/>
        <w:rPr>
          <w:b/>
        </w:rPr>
      </w:pPr>
      <w:r w:rsidRPr="006810A2">
        <w:rPr>
          <w:b/>
        </w:rPr>
        <w:t xml:space="preserve">Click the following link to </w:t>
      </w:r>
      <w:r>
        <w:rPr>
          <w:b/>
        </w:rPr>
        <w:t>be directed to the survey: [LINK TO</w:t>
      </w:r>
      <w:r w:rsidRPr="006810A2">
        <w:rPr>
          <w:b/>
        </w:rPr>
        <w:t xml:space="preserve"> SURVEY].</w:t>
      </w:r>
      <w:r w:rsidRPr="006810A2">
        <w:t xml:space="preserve"> </w:t>
      </w:r>
      <w:r w:rsidRPr="000A140F">
        <w:rPr>
          <w:b/>
        </w:rPr>
        <w:t xml:space="preserve">You will need </w:t>
      </w:r>
      <w:r>
        <w:rPr>
          <w:b/>
        </w:rPr>
        <w:t>a user name and password to submit your survey responses.</w:t>
      </w:r>
    </w:p>
    <w:p w14:paraId="12FC44B4" w14:textId="77777777" w:rsidR="00CE10EB" w:rsidRPr="000A140F" w:rsidRDefault="00CE10EB" w:rsidP="006B2393">
      <w:pPr>
        <w:spacing w:after="120"/>
        <w:ind w:left="1440" w:right="252"/>
        <w:rPr>
          <w:b/>
        </w:rPr>
      </w:pPr>
      <w:r>
        <w:rPr>
          <w:b/>
        </w:rPr>
        <w:t>User Name</w:t>
      </w:r>
      <w:r w:rsidRPr="000A140F">
        <w:rPr>
          <w:b/>
        </w:rPr>
        <w:t>:</w:t>
      </w:r>
    </w:p>
    <w:p w14:paraId="72E46C8D" w14:textId="77777777" w:rsidR="00CE10EB" w:rsidRPr="000A140F" w:rsidRDefault="00CE10EB" w:rsidP="006B2393">
      <w:pPr>
        <w:spacing w:after="120"/>
        <w:ind w:left="1440" w:right="252"/>
        <w:rPr>
          <w:b/>
        </w:rPr>
      </w:pPr>
      <w:r w:rsidRPr="000A140F">
        <w:rPr>
          <w:b/>
        </w:rPr>
        <w:t xml:space="preserve">Password: </w:t>
      </w:r>
    </w:p>
    <w:p w14:paraId="40256225" w14:textId="77777777" w:rsidR="00B70B47" w:rsidRDefault="00B70B47" w:rsidP="00B70B47">
      <w:pPr>
        <w:spacing w:after="120"/>
        <w:ind w:right="252"/>
        <w:rPr>
          <w:b/>
        </w:rPr>
      </w:pPr>
    </w:p>
    <w:p w14:paraId="75330845" w14:textId="77777777" w:rsidR="00CE10EB" w:rsidRPr="00F203EB" w:rsidRDefault="006B2393" w:rsidP="006B2393">
      <w:pPr>
        <w:spacing w:after="120" w:line="276" w:lineRule="auto"/>
      </w:pPr>
      <w:r>
        <w:t>It will</w:t>
      </w:r>
      <w:r w:rsidRPr="006810A2">
        <w:t xml:space="preserve"> take about </w:t>
      </w:r>
      <w:r>
        <w:t>20</w:t>
      </w:r>
      <w:r w:rsidRPr="006810A2">
        <w:t xml:space="preserve"> minutes </w:t>
      </w:r>
      <w:r>
        <w:t>to answer the questions</w:t>
      </w:r>
      <w:r w:rsidRPr="006810A2">
        <w:t>.</w:t>
      </w:r>
      <w:r>
        <w:t xml:space="preserve"> </w:t>
      </w:r>
      <w:r w:rsidR="00CE10EB">
        <w:t xml:space="preserve">We will keep your answers private. </w:t>
      </w:r>
      <w:r w:rsidR="00CE10EB" w:rsidRPr="00F203EB">
        <w:t>Your identity will n</w:t>
      </w:r>
      <w:r w:rsidR="00CE10EB">
        <w:t>ot be linked to your responses and your survey will not be returned to your doctors. We will review t</w:t>
      </w:r>
      <w:r w:rsidR="00CE10EB" w:rsidRPr="001F123D">
        <w:t>he results of the survey carefully to understand how</w:t>
      </w:r>
      <w:r w:rsidR="00CE10EB">
        <w:t xml:space="preserve"> we are doing and how</w:t>
      </w:r>
      <w:r w:rsidR="00CE10EB" w:rsidRPr="001F123D">
        <w:t xml:space="preserve"> </w:t>
      </w:r>
      <w:r w:rsidR="00CE28A8">
        <w:t xml:space="preserve">we could improve the </w:t>
      </w:r>
      <w:r w:rsidR="00CE10EB" w:rsidRPr="001F123D">
        <w:t>delivery of care.</w:t>
      </w:r>
    </w:p>
    <w:p w14:paraId="41D12F4F" w14:textId="77777777" w:rsidR="00CE10EB" w:rsidRPr="00F203EB" w:rsidRDefault="00CE10EB" w:rsidP="006B2393">
      <w:pPr>
        <w:spacing w:after="120" w:line="276" w:lineRule="auto"/>
      </w:pPr>
      <w:r w:rsidRPr="00F203EB">
        <w:t>You</w:t>
      </w:r>
      <w:r>
        <w:t xml:space="preserve"> do not have to participate in the survey, </w:t>
      </w:r>
      <w:r w:rsidRPr="00F203EB">
        <w:t xml:space="preserve">but we hope you take the opportunity to tell us about your experiences. </w:t>
      </w:r>
      <w:r>
        <w:t>The accuracy of the results depends on getting answers from you and other people selected for this survey</w:t>
      </w:r>
      <w:r w:rsidRPr="00F203EB">
        <w:t xml:space="preserve">. </w:t>
      </w:r>
    </w:p>
    <w:p w14:paraId="1110C770" w14:textId="77777777" w:rsidR="00CE10EB" w:rsidRDefault="00CE10EB" w:rsidP="006B2393">
      <w:pPr>
        <w:spacing w:after="120" w:line="276" w:lineRule="auto"/>
      </w:pPr>
      <w:r w:rsidRPr="00782546">
        <w:t>If you have any questions about this survey, please call [CONTACT NAME] at XXX-XXX-XXXX.</w:t>
      </w:r>
      <w:r>
        <w:t xml:space="preserve"> </w:t>
      </w:r>
      <w:r w:rsidR="00F05FBC" w:rsidRPr="0019264A">
        <w:t xml:space="preserve">You can also call this number if you </w:t>
      </w:r>
      <w:r w:rsidR="00E24936" w:rsidRPr="00E24936">
        <w:t xml:space="preserve">feel a survey about cancer care does not apply to you, that you were selected by mistake, or you </w:t>
      </w:r>
      <w:r w:rsidR="00F05FBC" w:rsidRPr="0019264A">
        <w:t>do not wish to participate in the survey.</w:t>
      </w:r>
      <w:r w:rsidR="00F05FBC">
        <w:t xml:space="preserve"> </w:t>
      </w:r>
      <w:r>
        <w:t>Thank you for helping to make health</w:t>
      </w:r>
      <w:r w:rsidR="00CE28A8">
        <w:t xml:space="preserve"> </w:t>
      </w:r>
      <w:r>
        <w:t xml:space="preserve">care at [NAME OF CANCER CENTER/FACILITY] better for everyone. </w:t>
      </w:r>
    </w:p>
    <w:p w14:paraId="4BBFD014" w14:textId="77777777" w:rsidR="00CE10EB" w:rsidRDefault="00CE10EB" w:rsidP="006B2393">
      <w:pPr>
        <w:spacing w:after="120" w:line="276" w:lineRule="auto"/>
      </w:pPr>
      <w:r>
        <w:t xml:space="preserve">Sincerely, </w:t>
      </w:r>
    </w:p>
    <w:p w14:paraId="189E788B" w14:textId="77777777" w:rsidR="00CE10EB" w:rsidRDefault="00CE10EB" w:rsidP="006B2393">
      <w:pPr>
        <w:spacing w:after="120" w:line="276" w:lineRule="auto"/>
      </w:pPr>
      <w:r>
        <w:t>[NAME OF PERSON REPRESENTING CANCER CENTER/FACILITY]</w:t>
      </w:r>
    </w:p>
    <w:p w14:paraId="128327D8" w14:textId="77777777" w:rsidR="00CE10EB" w:rsidRPr="00ED75E6" w:rsidRDefault="00CE10EB" w:rsidP="006B2393">
      <w:pPr>
        <w:spacing w:after="120" w:line="276" w:lineRule="auto"/>
      </w:pPr>
    </w:p>
    <w:p w14:paraId="4C9C378D" w14:textId="77777777" w:rsidR="00CE10EB" w:rsidRPr="00B75A46" w:rsidRDefault="00CE10EB" w:rsidP="006B2393">
      <w:pPr>
        <w:spacing w:after="120" w:line="320" w:lineRule="atLeast"/>
        <w:rPr>
          <w:lang w:val="es-ES"/>
        </w:rPr>
      </w:pPr>
      <w:r w:rsidRPr="00B75A46">
        <w:rPr>
          <w:i/>
          <w:lang w:val="es-ES"/>
        </w:rPr>
        <w:t>Nota: Si quiere un cuestionario en español, por favor llame al XXX-XXX-XXXX.</w:t>
      </w:r>
    </w:p>
    <w:p w14:paraId="200BEAE6" w14:textId="77777777" w:rsidR="00CE28A8" w:rsidRDefault="00D87262" w:rsidP="005A5535">
      <w:pPr>
        <w:pStyle w:val="Heading1"/>
        <w:tabs>
          <w:tab w:val="clear" w:pos="1152"/>
        </w:tabs>
        <w:ind w:left="0"/>
      </w:pPr>
      <w:r w:rsidRPr="00205472">
        <w:br w:type="page"/>
      </w:r>
      <w:bookmarkStart w:id="13" w:name="_Toc491699197"/>
      <w:r w:rsidRPr="003948B3">
        <w:lastRenderedPageBreak/>
        <w:t>Online Survey</w:t>
      </w:r>
      <w:r w:rsidR="00CE28A8">
        <w:t xml:space="preserve">: </w:t>
      </w:r>
      <w:r>
        <w:t xml:space="preserve">First </w:t>
      </w:r>
      <w:r w:rsidR="00D347A1">
        <w:t>R</w:t>
      </w:r>
      <w:r>
        <w:t xml:space="preserve">eminder </w:t>
      </w:r>
      <w:r w:rsidR="00D347A1">
        <w:t>E</w:t>
      </w:r>
      <w:r>
        <w:t>mail</w:t>
      </w:r>
      <w:bookmarkEnd w:id="13"/>
      <w:r>
        <w:t xml:space="preserve"> </w:t>
      </w:r>
    </w:p>
    <w:p w14:paraId="043F48C2" w14:textId="77777777" w:rsidR="00D87262" w:rsidRDefault="00CE28A8" w:rsidP="00060B0A">
      <w:pPr>
        <w:pStyle w:val="Heading4"/>
        <w:pBdr>
          <w:bottom w:val="single" w:sz="4" w:space="1" w:color="auto"/>
        </w:pBdr>
        <w:tabs>
          <w:tab w:val="clear" w:pos="1152"/>
        </w:tabs>
        <w:ind w:left="0"/>
        <w:rPr>
          <w:b/>
        </w:rPr>
      </w:pPr>
      <w:r>
        <w:t>I</w:t>
      </w:r>
      <w:r w:rsidR="00D87262" w:rsidRPr="00216DE2">
        <w:t>nclude direct link to survey</w:t>
      </w:r>
    </w:p>
    <w:p w14:paraId="0AD6EDBB" w14:textId="77777777" w:rsidR="00D940F9" w:rsidRDefault="00D940F9" w:rsidP="00D940F9">
      <w:pPr>
        <w:ind w:left="432" w:right="432"/>
      </w:pPr>
    </w:p>
    <w:p w14:paraId="726ADBB3" w14:textId="77777777" w:rsidR="00661788" w:rsidRPr="006810A2" w:rsidRDefault="00B412BB" w:rsidP="00060B0A">
      <w:pPr>
        <w:spacing w:after="120" w:line="276" w:lineRule="auto"/>
      </w:pPr>
      <w:r>
        <w:t>Dear [</w:t>
      </w:r>
      <w:r w:rsidR="00661788" w:rsidRPr="006810A2">
        <w:t>Mr</w:t>
      </w:r>
      <w:proofErr w:type="gramStart"/>
      <w:r w:rsidR="00661788" w:rsidRPr="006810A2">
        <w:t>./</w:t>
      </w:r>
      <w:proofErr w:type="gramEnd"/>
      <w:r w:rsidR="00661788" w:rsidRPr="006810A2">
        <w:t>Ms.</w:t>
      </w:r>
      <w:r>
        <w:t>]</w:t>
      </w:r>
      <w:r w:rsidR="00661788" w:rsidRPr="006810A2">
        <w:t xml:space="preserve"> [LAST NAME]</w:t>
      </w:r>
    </w:p>
    <w:p w14:paraId="087B47C9" w14:textId="77777777" w:rsidR="001C139D" w:rsidRDefault="00F05FBC" w:rsidP="00060B0A">
      <w:pPr>
        <w:spacing w:after="120"/>
        <w:ind w:right="252"/>
      </w:pPr>
      <w:r>
        <w:t xml:space="preserve">We recently sent you an email asking you to participate in a survey about the care you received from </w:t>
      </w:r>
      <w:r w:rsidR="00661788">
        <w:t xml:space="preserve">[NAME OF CANCER CENTER/FACILITY]. We </w:t>
      </w:r>
      <w:r>
        <w:t>haven’t heard from you</w:t>
      </w:r>
      <w:r w:rsidR="005A5535">
        <w:t>, but we still</w:t>
      </w:r>
      <w:r>
        <w:t xml:space="preserve"> want to know</w:t>
      </w:r>
      <w:r w:rsidR="00661788">
        <w:t xml:space="preserve"> about your </w:t>
      </w:r>
      <w:r>
        <w:t>experiences</w:t>
      </w:r>
      <w:r w:rsidR="00661788">
        <w:t>.</w:t>
      </w:r>
      <w:r w:rsidR="001C139D">
        <w:t xml:space="preserve"> </w:t>
      </w:r>
    </w:p>
    <w:p w14:paraId="1A680978" w14:textId="1B747041" w:rsidR="00661788" w:rsidRPr="000A140F" w:rsidRDefault="00661788" w:rsidP="00060B0A">
      <w:pPr>
        <w:spacing w:after="120"/>
        <w:ind w:right="252"/>
        <w:rPr>
          <w:b/>
        </w:rPr>
      </w:pPr>
      <w:r w:rsidRPr="006810A2">
        <w:rPr>
          <w:b/>
        </w:rPr>
        <w:t xml:space="preserve">Click the following link to </w:t>
      </w:r>
      <w:r>
        <w:rPr>
          <w:b/>
        </w:rPr>
        <w:t>be directed to the survey: [LINK TO</w:t>
      </w:r>
      <w:r w:rsidRPr="006810A2">
        <w:rPr>
          <w:b/>
        </w:rPr>
        <w:t xml:space="preserve"> SURVEY].</w:t>
      </w:r>
      <w:r w:rsidRPr="006810A2">
        <w:t xml:space="preserve"> </w:t>
      </w:r>
      <w:r w:rsidRPr="000A140F">
        <w:rPr>
          <w:b/>
        </w:rPr>
        <w:t xml:space="preserve">You will need </w:t>
      </w:r>
      <w:r>
        <w:rPr>
          <w:b/>
        </w:rPr>
        <w:t>a user name and password to submit your survey responses.</w:t>
      </w:r>
    </w:p>
    <w:p w14:paraId="243FF409" w14:textId="77777777" w:rsidR="00661788" w:rsidRPr="000A140F" w:rsidRDefault="00661788" w:rsidP="00060B0A">
      <w:pPr>
        <w:spacing w:after="120"/>
        <w:ind w:left="1440" w:right="252"/>
        <w:rPr>
          <w:b/>
        </w:rPr>
      </w:pPr>
      <w:r>
        <w:rPr>
          <w:b/>
        </w:rPr>
        <w:t>User Name</w:t>
      </w:r>
      <w:r w:rsidRPr="000A140F">
        <w:rPr>
          <w:b/>
        </w:rPr>
        <w:t>:</w:t>
      </w:r>
    </w:p>
    <w:p w14:paraId="4481B847" w14:textId="77777777" w:rsidR="00661788" w:rsidRPr="000A140F" w:rsidRDefault="00661788" w:rsidP="00060B0A">
      <w:pPr>
        <w:spacing w:after="120"/>
        <w:ind w:left="1440" w:right="252"/>
        <w:rPr>
          <w:b/>
        </w:rPr>
      </w:pPr>
      <w:r w:rsidRPr="000A140F">
        <w:rPr>
          <w:b/>
        </w:rPr>
        <w:t xml:space="preserve">Password: </w:t>
      </w:r>
    </w:p>
    <w:p w14:paraId="3F874410" w14:textId="77777777" w:rsidR="00661788" w:rsidRPr="00F203EB" w:rsidRDefault="006B2393" w:rsidP="00060B0A">
      <w:pPr>
        <w:spacing w:after="120" w:line="276" w:lineRule="auto"/>
      </w:pPr>
      <w:r>
        <w:t xml:space="preserve">It will take about 20 minutes to answer the questions. </w:t>
      </w:r>
      <w:r w:rsidR="00661788">
        <w:t xml:space="preserve">We will keep your answers private. </w:t>
      </w:r>
      <w:r w:rsidR="00661788" w:rsidRPr="00F203EB">
        <w:t>Your identity will n</w:t>
      </w:r>
      <w:r w:rsidR="00661788">
        <w:t xml:space="preserve">ot be linked to your responses and your </w:t>
      </w:r>
      <w:r w:rsidR="00F05FBC">
        <w:t>responses</w:t>
      </w:r>
      <w:r w:rsidR="00661788">
        <w:t xml:space="preserve"> will not be </w:t>
      </w:r>
      <w:r w:rsidR="00F05FBC">
        <w:t>shared with</w:t>
      </w:r>
      <w:r w:rsidR="00661788">
        <w:t xml:space="preserve"> your doctors. We will review t</w:t>
      </w:r>
      <w:r w:rsidR="00661788" w:rsidRPr="001F123D">
        <w:t>he results of the survey carefully to understand how</w:t>
      </w:r>
      <w:r w:rsidR="00661788">
        <w:t xml:space="preserve"> we are doing and how</w:t>
      </w:r>
      <w:r w:rsidR="00661788" w:rsidRPr="001F123D">
        <w:t xml:space="preserve"> </w:t>
      </w:r>
      <w:r w:rsidR="00060B0A">
        <w:t xml:space="preserve">we could improve the </w:t>
      </w:r>
      <w:r w:rsidR="00661788" w:rsidRPr="001F123D">
        <w:t>delivery of care.</w:t>
      </w:r>
    </w:p>
    <w:p w14:paraId="434AE7E3" w14:textId="77777777" w:rsidR="00661788" w:rsidRPr="00F203EB" w:rsidRDefault="00661788" w:rsidP="00060B0A">
      <w:pPr>
        <w:spacing w:after="120" w:line="276" w:lineRule="auto"/>
      </w:pPr>
      <w:r w:rsidRPr="00F203EB">
        <w:t>You</w:t>
      </w:r>
      <w:r>
        <w:t xml:space="preserve"> do not have to participate in the survey, </w:t>
      </w:r>
      <w:r w:rsidRPr="00F203EB">
        <w:t xml:space="preserve">but </w:t>
      </w:r>
      <w:r w:rsidR="00F05FBC">
        <w:t>t</w:t>
      </w:r>
      <w:r>
        <w:t>he accuracy of the results depends on getting answers from you and other people selected for this survey</w:t>
      </w:r>
      <w:r w:rsidRPr="00F203EB">
        <w:t xml:space="preserve">. </w:t>
      </w:r>
    </w:p>
    <w:p w14:paraId="2BAED3A5" w14:textId="77777777" w:rsidR="00661788" w:rsidRDefault="00F05FBC" w:rsidP="00060B0A">
      <w:pPr>
        <w:spacing w:after="120" w:line="276" w:lineRule="auto"/>
      </w:pPr>
      <w:r w:rsidRPr="00E24936">
        <w:t xml:space="preserve">If you have any questions about this survey, please call [CONTACT NAME] at XXX-XXX-XXXX. You can also call this number if you </w:t>
      </w:r>
      <w:r w:rsidR="00021667" w:rsidRPr="00E24936">
        <w:t xml:space="preserve">feel a survey about cancer care does not apply to you, that you were selected by mistake, or you </w:t>
      </w:r>
      <w:r w:rsidRPr="00E24936">
        <w:t>do not wish to participate in the survey. Thank</w:t>
      </w:r>
      <w:r>
        <w:t xml:space="preserve"> you for helping to make health</w:t>
      </w:r>
      <w:r w:rsidR="00060B0A">
        <w:t xml:space="preserve"> </w:t>
      </w:r>
      <w:r>
        <w:t xml:space="preserve">care at [NAME OF CANCER CENTER/FACILITY] better for everyone. </w:t>
      </w:r>
      <w:r w:rsidR="00661788">
        <w:t xml:space="preserve"> </w:t>
      </w:r>
    </w:p>
    <w:p w14:paraId="6CFA3529" w14:textId="77777777" w:rsidR="00661788" w:rsidRDefault="00661788" w:rsidP="00060B0A">
      <w:pPr>
        <w:spacing w:after="120" w:line="276" w:lineRule="auto"/>
      </w:pPr>
      <w:r>
        <w:t xml:space="preserve">Sincerely, </w:t>
      </w:r>
    </w:p>
    <w:p w14:paraId="55D64607" w14:textId="77777777" w:rsidR="00661788" w:rsidRDefault="00661788" w:rsidP="00060B0A">
      <w:pPr>
        <w:spacing w:after="120" w:line="276" w:lineRule="auto"/>
      </w:pPr>
      <w:r>
        <w:t>[NAME OF PERSON REPRESENTING CANCER CENTER/FACILITY]</w:t>
      </w:r>
    </w:p>
    <w:p w14:paraId="1849562F" w14:textId="77777777" w:rsidR="00661788" w:rsidRPr="00ED75E6" w:rsidRDefault="00661788" w:rsidP="00060B0A">
      <w:pPr>
        <w:spacing w:after="120" w:line="276" w:lineRule="auto"/>
      </w:pPr>
    </w:p>
    <w:p w14:paraId="507C022B" w14:textId="77777777" w:rsidR="00661788" w:rsidRPr="00B75A46" w:rsidRDefault="00661788" w:rsidP="00060B0A">
      <w:pPr>
        <w:spacing w:after="120" w:line="320" w:lineRule="atLeast"/>
        <w:rPr>
          <w:lang w:val="es-ES"/>
        </w:rPr>
      </w:pPr>
      <w:r w:rsidRPr="00B75A46">
        <w:rPr>
          <w:i/>
          <w:lang w:val="es-ES"/>
        </w:rPr>
        <w:t>Nota: Si quiere un cuestionario en español, por favor llame al XXX-XXX-XXXX.</w:t>
      </w:r>
    </w:p>
    <w:p w14:paraId="406C1532" w14:textId="77777777" w:rsidR="00D87262" w:rsidRPr="00B75A46" w:rsidRDefault="00D87262" w:rsidP="00D87262">
      <w:pPr>
        <w:spacing w:line="320" w:lineRule="atLeast"/>
        <w:rPr>
          <w:lang w:val="es-ES"/>
        </w:rPr>
      </w:pPr>
    </w:p>
    <w:p w14:paraId="0D75F662" w14:textId="77777777" w:rsidR="00060B0A" w:rsidRPr="00B75A46" w:rsidRDefault="00060B0A" w:rsidP="00060B0A">
      <w:pPr>
        <w:pStyle w:val="P1-StandPara"/>
        <w:rPr>
          <w:rFonts w:ascii="Arial Bold" w:hAnsi="Arial Bold"/>
          <w:color w:val="2F5496" w:themeColor="accent5" w:themeShade="BF"/>
          <w:sz w:val="32"/>
          <w:lang w:val="es-ES"/>
        </w:rPr>
      </w:pPr>
      <w:r w:rsidRPr="00B75A46">
        <w:rPr>
          <w:lang w:val="es-ES"/>
        </w:rPr>
        <w:br w:type="page"/>
      </w:r>
    </w:p>
    <w:p w14:paraId="0179D191" w14:textId="77777777" w:rsidR="00060B0A" w:rsidRDefault="00D87262" w:rsidP="00060B0A">
      <w:pPr>
        <w:pStyle w:val="Heading1"/>
        <w:tabs>
          <w:tab w:val="clear" w:pos="1152"/>
        </w:tabs>
        <w:ind w:left="0"/>
      </w:pPr>
      <w:bookmarkStart w:id="14" w:name="_Toc491699198"/>
      <w:r w:rsidRPr="003948B3">
        <w:lastRenderedPageBreak/>
        <w:t>Online Survey</w:t>
      </w:r>
      <w:r w:rsidR="00060B0A">
        <w:t xml:space="preserve">: </w:t>
      </w:r>
      <w:r>
        <w:t xml:space="preserve">Second </w:t>
      </w:r>
      <w:r w:rsidR="00D347A1">
        <w:t>R</w:t>
      </w:r>
      <w:r>
        <w:t xml:space="preserve">eminder </w:t>
      </w:r>
      <w:r w:rsidR="00D347A1">
        <w:t>E</w:t>
      </w:r>
      <w:r>
        <w:t>mail</w:t>
      </w:r>
      <w:bookmarkEnd w:id="14"/>
    </w:p>
    <w:p w14:paraId="3969517D" w14:textId="77777777" w:rsidR="00D87262" w:rsidRDefault="00060B0A" w:rsidP="00060B0A">
      <w:pPr>
        <w:pStyle w:val="Heading4"/>
        <w:pBdr>
          <w:bottom w:val="single" w:sz="4" w:space="1" w:color="auto"/>
        </w:pBdr>
        <w:tabs>
          <w:tab w:val="clear" w:pos="1152"/>
        </w:tabs>
        <w:ind w:left="0"/>
      </w:pPr>
      <w:r>
        <w:t>I</w:t>
      </w:r>
      <w:r w:rsidR="00D87262">
        <w:t>nclude direct link to survey</w:t>
      </w:r>
    </w:p>
    <w:p w14:paraId="1867E987" w14:textId="77777777" w:rsidR="00060B0A" w:rsidRDefault="00060B0A" w:rsidP="002F0E9D">
      <w:pPr>
        <w:spacing w:line="276" w:lineRule="auto"/>
      </w:pPr>
    </w:p>
    <w:p w14:paraId="65769910" w14:textId="77777777" w:rsidR="002F0E9D" w:rsidRPr="006810A2" w:rsidRDefault="00B412BB" w:rsidP="00060B0A">
      <w:pPr>
        <w:spacing w:after="120" w:line="276" w:lineRule="auto"/>
      </w:pPr>
      <w:r>
        <w:t>Dear [</w:t>
      </w:r>
      <w:r w:rsidR="002F0E9D" w:rsidRPr="006810A2">
        <w:t>Mr</w:t>
      </w:r>
      <w:proofErr w:type="gramStart"/>
      <w:r w:rsidR="002F0E9D" w:rsidRPr="006810A2">
        <w:t>./</w:t>
      </w:r>
      <w:proofErr w:type="gramEnd"/>
      <w:r w:rsidR="002F0E9D" w:rsidRPr="006810A2">
        <w:t>Ms.</w:t>
      </w:r>
      <w:r>
        <w:t>]</w:t>
      </w:r>
      <w:r w:rsidR="002F0E9D" w:rsidRPr="006810A2">
        <w:t xml:space="preserve"> [LAST NAME]</w:t>
      </w:r>
    </w:p>
    <w:p w14:paraId="11DADD6C" w14:textId="77777777" w:rsidR="002F0E9D" w:rsidRDefault="002F0E9D" w:rsidP="00060B0A">
      <w:pPr>
        <w:spacing w:after="120" w:line="252" w:lineRule="auto"/>
        <w:ind w:right="810"/>
      </w:pPr>
      <w:r>
        <w:t xml:space="preserve">We recently sent you an email asking you to participate in a survey about the care you received from [NAME OF CANCER CENTER/FACILITY]. </w:t>
      </w:r>
    </w:p>
    <w:p w14:paraId="06384EA1" w14:textId="77777777" w:rsidR="002F0E9D" w:rsidRDefault="002F0E9D" w:rsidP="006B2393">
      <w:pPr>
        <w:spacing w:after="120" w:line="252" w:lineRule="auto"/>
        <w:ind w:left="720" w:right="810" w:hanging="360"/>
      </w:pPr>
      <w:r>
        <w:t>•</w:t>
      </w:r>
      <w:r>
        <w:tab/>
      </w:r>
      <w:r>
        <w:rPr>
          <w:b/>
        </w:rPr>
        <w:t>If you have already completed the survey, th</w:t>
      </w:r>
      <w:r w:rsidR="00444242">
        <w:rPr>
          <w:b/>
        </w:rPr>
        <w:t>ank you very much for your help.</w:t>
      </w:r>
      <w:r>
        <w:t xml:space="preserve">  You can disregard the rest of this message.  </w:t>
      </w:r>
    </w:p>
    <w:p w14:paraId="392D301C" w14:textId="77777777" w:rsidR="002F0E9D" w:rsidRDefault="002F0E9D" w:rsidP="006B2393">
      <w:pPr>
        <w:spacing w:after="120" w:line="252" w:lineRule="auto"/>
        <w:ind w:left="720" w:hanging="360"/>
      </w:pPr>
      <w:r>
        <w:t>•</w:t>
      </w:r>
      <w:r>
        <w:tab/>
        <w:t xml:space="preserve">If you have not yet completed the survey, we would greatly appreciate you taking the time to respond using the link below. </w:t>
      </w:r>
    </w:p>
    <w:p w14:paraId="159B6FCD" w14:textId="77777777" w:rsidR="002F0E9D" w:rsidRPr="000A140F" w:rsidRDefault="002F0E9D" w:rsidP="00060B0A">
      <w:pPr>
        <w:spacing w:after="120" w:line="252" w:lineRule="auto"/>
        <w:ind w:right="810"/>
        <w:rPr>
          <w:b/>
        </w:rPr>
      </w:pPr>
      <w:r w:rsidRPr="006810A2">
        <w:rPr>
          <w:b/>
        </w:rPr>
        <w:t xml:space="preserve">Click the following link to </w:t>
      </w:r>
      <w:r>
        <w:rPr>
          <w:b/>
        </w:rPr>
        <w:t>be directed to the survey: [LINK TO</w:t>
      </w:r>
      <w:r w:rsidRPr="006810A2">
        <w:rPr>
          <w:b/>
        </w:rPr>
        <w:t xml:space="preserve"> SURVEY].</w:t>
      </w:r>
      <w:r w:rsidRPr="006810A2">
        <w:t xml:space="preserve"> </w:t>
      </w:r>
      <w:r w:rsidRPr="000A140F">
        <w:rPr>
          <w:b/>
        </w:rPr>
        <w:t xml:space="preserve">You will need </w:t>
      </w:r>
      <w:r>
        <w:rPr>
          <w:b/>
        </w:rPr>
        <w:t>a user name and password to submit your survey responses.</w:t>
      </w:r>
    </w:p>
    <w:p w14:paraId="071CC5D8" w14:textId="77777777" w:rsidR="002F0E9D" w:rsidRPr="000A140F" w:rsidRDefault="002F0E9D" w:rsidP="00060B0A">
      <w:pPr>
        <w:spacing w:after="120"/>
        <w:ind w:left="1440" w:right="252"/>
        <w:rPr>
          <w:b/>
        </w:rPr>
      </w:pPr>
      <w:r>
        <w:rPr>
          <w:b/>
        </w:rPr>
        <w:t>User Name</w:t>
      </w:r>
      <w:r w:rsidRPr="000A140F">
        <w:rPr>
          <w:b/>
        </w:rPr>
        <w:t>:</w:t>
      </w:r>
    </w:p>
    <w:p w14:paraId="75DEB60C" w14:textId="77777777" w:rsidR="002F0E9D" w:rsidRPr="000A140F" w:rsidRDefault="002F0E9D" w:rsidP="00060B0A">
      <w:pPr>
        <w:spacing w:after="120"/>
        <w:ind w:left="1440" w:right="252"/>
        <w:rPr>
          <w:b/>
        </w:rPr>
      </w:pPr>
      <w:r w:rsidRPr="000A140F">
        <w:rPr>
          <w:b/>
        </w:rPr>
        <w:t xml:space="preserve">Password: </w:t>
      </w:r>
    </w:p>
    <w:p w14:paraId="7BFAEE9B" w14:textId="77777777" w:rsidR="002F0E9D" w:rsidRPr="00F203EB" w:rsidRDefault="00F21C2C" w:rsidP="00F21C2C">
      <w:pPr>
        <w:spacing w:after="120"/>
        <w:ind w:right="252"/>
      </w:pPr>
      <w:r>
        <w:t xml:space="preserve">It will take about 20 minutes to answer the questions. </w:t>
      </w:r>
      <w:r w:rsidR="002F0E9D">
        <w:t xml:space="preserve">We will keep your answers private. </w:t>
      </w:r>
      <w:r w:rsidR="002F0E9D" w:rsidRPr="00F203EB">
        <w:t>Your identity will n</w:t>
      </w:r>
      <w:r w:rsidR="002F0E9D">
        <w:t>ot be linked to your responses and your responses will not be shared with your doctors. We will review t</w:t>
      </w:r>
      <w:r w:rsidR="002F0E9D" w:rsidRPr="001F123D">
        <w:t>he results of the survey carefully to understand how</w:t>
      </w:r>
      <w:r w:rsidR="002F0E9D">
        <w:t xml:space="preserve"> we are doing and how</w:t>
      </w:r>
      <w:r w:rsidR="002F0E9D" w:rsidRPr="001F123D">
        <w:t xml:space="preserve"> </w:t>
      </w:r>
      <w:r>
        <w:t xml:space="preserve">we could improve the </w:t>
      </w:r>
      <w:r w:rsidR="002F0E9D" w:rsidRPr="001F123D">
        <w:t>delivery of care.</w:t>
      </w:r>
    </w:p>
    <w:p w14:paraId="64A0A113" w14:textId="77777777" w:rsidR="002F0E9D" w:rsidRPr="00F203EB" w:rsidRDefault="002F0E9D" w:rsidP="00060B0A">
      <w:pPr>
        <w:spacing w:after="120" w:line="276" w:lineRule="auto"/>
      </w:pPr>
      <w:r w:rsidRPr="00F203EB">
        <w:t>You</w:t>
      </w:r>
      <w:r>
        <w:t xml:space="preserve"> do not have to participate in the survey, </w:t>
      </w:r>
      <w:r w:rsidRPr="00F203EB">
        <w:t xml:space="preserve">but </w:t>
      </w:r>
      <w:r>
        <w:t>the accuracy of the results depends on getting answers from you and other people selected for this survey</w:t>
      </w:r>
      <w:r w:rsidRPr="00F203EB">
        <w:t xml:space="preserve">. </w:t>
      </w:r>
    </w:p>
    <w:p w14:paraId="01503DFB" w14:textId="77777777" w:rsidR="002F0E9D" w:rsidRDefault="002F0E9D" w:rsidP="00060B0A">
      <w:pPr>
        <w:spacing w:after="120" w:line="276" w:lineRule="auto"/>
      </w:pPr>
      <w:r w:rsidRPr="00782546">
        <w:t>If you have any questions about this survey, please call [CONTACT NAME] at XXX-XXX-XXXX.</w:t>
      </w:r>
      <w:r>
        <w:t xml:space="preserve"> </w:t>
      </w:r>
      <w:r w:rsidRPr="0019264A">
        <w:t xml:space="preserve">You can also call this number if you </w:t>
      </w:r>
      <w:r w:rsidR="00E24936" w:rsidRPr="00E24936">
        <w:t xml:space="preserve">feel a survey about cancer care does not apply to you, that you were selected by mistake, or you </w:t>
      </w:r>
      <w:r w:rsidRPr="0019264A">
        <w:t>do not wish to participate in the survey.</w:t>
      </w:r>
      <w:r>
        <w:t xml:space="preserve"> Thank you for helping to make healthcare at [NAME OF CANCER CENTER/FACILITY] better for everyone.  </w:t>
      </w:r>
    </w:p>
    <w:p w14:paraId="7E66851F" w14:textId="77777777" w:rsidR="002F0E9D" w:rsidRDefault="002F0E9D" w:rsidP="00060B0A">
      <w:pPr>
        <w:spacing w:after="120" w:line="276" w:lineRule="auto"/>
      </w:pPr>
      <w:r>
        <w:t xml:space="preserve">Sincerely, </w:t>
      </w:r>
    </w:p>
    <w:p w14:paraId="3E0DE648" w14:textId="77777777" w:rsidR="002F0E9D" w:rsidRDefault="002F0E9D" w:rsidP="00060B0A">
      <w:pPr>
        <w:spacing w:after="120" w:line="276" w:lineRule="auto"/>
      </w:pPr>
      <w:r>
        <w:t>[NAME OF PERSON REPRESENTING CANCER CENTER/FACILITY]</w:t>
      </w:r>
    </w:p>
    <w:p w14:paraId="36482C74" w14:textId="77777777" w:rsidR="002F0E9D" w:rsidRPr="00ED75E6" w:rsidRDefault="002F0E9D" w:rsidP="002F0E9D">
      <w:pPr>
        <w:spacing w:line="276" w:lineRule="auto"/>
      </w:pPr>
    </w:p>
    <w:p w14:paraId="09DE1EE2" w14:textId="79F9AB19" w:rsidR="00F21C2C" w:rsidRDefault="00F21C2C" w:rsidP="00F21C2C">
      <w:pPr>
        <w:spacing w:after="120" w:line="320" w:lineRule="atLeast"/>
        <w:rPr>
          <w:i/>
          <w:lang w:val="es-ES"/>
        </w:rPr>
      </w:pPr>
      <w:r w:rsidRPr="00B75A46">
        <w:rPr>
          <w:i/>
          <w:lang w:val="es-ES"/>
        </w:rPr>
        <w:t>Nota: Si quiere un cuestionario en español, por favor llame al XXX-XXX-XXXX.</w:t>
      </w:r>
    </w:p>
    <w:p w14:paraId="7A25D776" w14:textId="6C4F2165" w:rsidR="00963D36" w:rsidRDefault="00963D36" w:rsidP="00F21C2C">
      <w:pPr>
        <w:spacing w:after="120" w:line="320" w:lineRule="atLeast"/>
        <w:rPr>
          <w:i/>
          <w:lang w:val="es-ES"/>
        </w:rPr>
      </w:pPr>
    </w:p>
    <w:p w14:paraId="32C12032" w14:textId="28728B01" w:rsidR="00963D36" w:rsidRDefault="00963D36" w:rsidP="00F21C2C">
      <w:pPr>
        <w:spacing w:after="120" w:line="320" w:lineRule="atLeast"/>
        <w:rPr>
          <w:i/>
          <w:lang w:val="es-ES"/>
        </w:rPr>
      </w:pPr>
    </w:p>
    <w:p w14:paraId="4D4B7922" w14:textId="1EA7BCBA" w:rsidR="00963D36" w:rsidRDefault="00963D36" w:rsidP="00F21C2C">
      <w:pPr>
        <w:spacing w:after="120" w:line="320" w:lineRule="atLeast"/>
        <w:rPr>
          <w:i/>
          <w:lang w:val="es-ES"/>
        </w:rPr>
      </w:pPr>
    </w:p>
    <w:p w14:paraId="23FFE7D1" w14:textId="3C8ECFEE" w:rsidR="00963D36" w:rsidRDefault="00963D36" w:rsidP="00F21C2C">
      <w:pPr>
        <w:spacing w:after="120" w:line="320" w:lineRule="atLeast"/>
        <w:rPr>
          <w:i/>
          <w:lang w:val="es-ES"/>
        </w:rPr>
      </w:pPr>
    </w:p>
    <w:p w14:paraId="4DCBBD12" w14:textId="0B12CAB8" w:rsidR="00963D36" w:rsidRDefault="00963D36" w:rsidP="00F21C2C">
      <w:pPr>
        <w:spacing w:after="120" w:line="320" w:lineRule="atLeast"/>
        <w:rPr>
          <w:i/>
          <w:lang w:val="es-ES"/>
        </w:rPr>
      </w:pPr>
    </w:p>
    <w:p w14:paraId="486446D7" w14:textId="354803D5" w:rsidR="00963D36" w:rsidRPr="00BF2249" w:rsidRDefault="00963D36" w:rsidP="00963D36">
      <w:pPr>
        <w:pStyle w:val="Heading1"/>
        <w:tabs>
          <w:tab w:val="clear" w:pos="1152"/>
        </w:tabs>
        <w:ind w:left="0"/>
        <w:rPr>
          <w:color w:val="0070C0"/>
        </w:rPr>
      </w:pPr>
      <w:bookmarkStart w:id="15" w:name="_Toc491699199"/>
      <w:r w:rsidRPr="00BF2249">
        <w:rPr>
          <w:bCs/>
        </w:rPr>
        <w:lastRenderedPageBreak/>
        <w:t>Mail Survey: Initial Letter</w:t>
      </w:r>
      <w:bookmarkEnd w:id="15"/>
    </w:p>
    <w:p w14:paraId="49FE90F4" w14:textId="77777777" w:rsidR="00963D36" w:rsidRPr="00BF2249" w:rsidRDefault="00963D36" w:rsidP="00963D36">
      <w:pPr>
        <w:pStyle w:val="Heading4"/>
        <w:pBdr>
          <w:bottom w:val="single" w:sz="4" w:space="1" w:color="auto"/>
        </w:pBdr>
        <w:tabs>
          <w:tab w:val="clear" w:pos="1152"/>
        </w:tabs>
        <w:spacing w:after="240"/>
        <w:ind w:left="0"/>
        <w:rPr>
          <w:b/>
        </w:rPr>
      </w:pPr>
      <w:r w:rsidRPr="00BF2249">
        <w:t>Letter with first survey mailing</w:t>
      </w:r>
    </w:p>
    <w:p w14:paraId="460BBB3B" w14:textId="77777777" w:rsidR="00963D36" w:rsidRPr="00BF2249" w:rsidRDefault="00963D36" w:rsidP="00963D36">
      <w:r w:rsidRPr="00BF2249">
        <w:t>FIRST AND LAST NAME</w:t>
      </w:r>
    </w:p>
    <w:p w14:paraId="4B1A9110" w14:textId="77777777" w:rsidR="00963D36" w:rsidRPr="00BF2249" w:rsidRDefault="00963D36" w:rsidP="00963D36">
      <w:r w:rsidRPr="00BF2249">
        <w:t>LINE ONE OF ADDRESS</w:t>
      </w:r>
    </w:p>
    <w:p w14:paraId="553BE95B" w14:textId="77777777" w:rsidR="00963D36" w:rsidRPr="00BF2249" w:rsidRDefault="00963D36" w:rsidP="00963D36">
      <w:r w:rsidRPr="00BF2249">
        <w:t xml:space="preserve">LINE TWO OF ADDRESS </w:t>
      </w:r>
    </w:p>
    <w:p w14:paraId="76741A07" w14:textId="77777777" w:rsidR="00963D36" w:rsidRPr="00BF2249" w:rsidRDefault="00963D36" w:rsidP="00963D36">
      <w:r w:rsidRPr="00BF2249">
        <w:t>CITY, STATE ZIP</w:t>
      </w:r>
    </w:p>
    <w:p w14:paraId="5F1773CE" w14:textId="77777777" w:rsidR="00963D36" w:rsidRPr="00BF2249" w:rsidRDefault="00963D36" w:rsidP="00963D36">
      <w:pPr>
        <w:jc w:val="right"/>
        <w:rPr>
          <w:lang w:val="es-ES_tradnl"/>
        </w:rPr>
      </w:pPr>
      <w:r w:rsidRPr="00BF2249">
        <w:rPr>
          <w:lang w:val="es-ES_tradnl"/>
        </w:rPr>
        <w:t>[DATE]</w:t>
      </w:r>
    </w:p>
    <w:p w14:paraId="21C28A04" w14:textId="77777777" w:rsidR="00963D36" w:rsidRPr="00BF2249" w:rsidRDefault="00963D36" w:rsidP="00963D36">
      <w:pPr>
        <w:spacing w:after="120" w:line="276" w:lineRule="auto"/>
        <w:rPr>
          <w:lang w:val="es-ES_tradnl"/>
        </w:rPr>
      </w:pPr>
      <w:r w:rsidRPr="00BF2249">
        <w:rPr>
          <w:lang w:val="es-ES_tradnl"/>
        </w:rPr>
        <w:t>Estimado/a {Sr./Sra.} [LAST NAME],</w:t>
      </w:r>
    </w:p>
    <w:p w14:paraId="3F358FAC" w14:textId="77777777" w:rsidR="00963D36" w:rsidRPr="00BF2249" w:rsidRDefault="00963D36" w:rsidP="00963D36">
      <w:pPr>
        <w:spacing w:after="120" w:line="276" w:lineRule="auto"/>
        <w:rPr>
          <w:lang w:val="es-ES_tradnl"/>
        </w:rPr>
      </w:pPr>
      <w:r w:rsidRPr="00BF2249">
        <w:rPr>
          <w:lang w:val="es-ES_tradnl"/>
        </w:rPr>
        <w:t>Según nuestros registros, usted recibió atención médica en [NAME OF CANCER CENTER/FACILITY] en los últimos 6 meses. Nos gustaría conocer sus experiencias recientes al recibir atención médica. Por ejemplo, deseamos saber:</w:t>
      </w:r>
    </w:p>
    <w:p w14:paraId="04D5999F" w14:textId="77777777" w:rsidR="00963D36" w:rsidRPr="00BF2249" w:rsidRDefault="00963D36" w:rsidP="00963D36">
      <w:pPr>
        <w:pStyle w:val="ListParagraph"/>
        <w:numPr>
          <w:ilvl w:val="0"/>
          <w:numId w:val="22"/>
        </w:numPr>
        <w:spacing w:after="120" w:line="276" w:lineRule="auto"/>
        <w:contextualSpacing/>
        <w:jc w:val="left"/>
        <w:rPr>
          <w:lang w:val="es-ES_tradnl"/>
        </w:rPr>
      </w:pPr>
      <w:r w:rsidRPr="00BF2249">
        <w:rPr>
          <w:lang w:val="es-ES_tradnl"/>
        </w:rPr>
        <w:t>la facilidad o dificultad que tuvo para conseguir citas.</w:t>
      </w:r>
    </w:p>
    <w:p w14:paraId="11731DF7" w14:textId="77777777" w:rsidR="00963D36" w:rsidRPr="00BF2249" w:rsidRDefault="00963D36" w:rsidP="00963D36">
      <w:pPr>
        <w:pStyle w:val="ListParagraph"/>
        <w:numPr>
          <w:ilvl w:val="0"/>
          <w:numId w:val="22"/>
        </w:numPr>
        <w:spacing w:after="120" w:line="276" w:lineRule="auto"/>
        <w:contextualSpacing/>
        <w:jc w:val="left"/>
        <w:rPr>
          <w:lang w:val="es-ES_tradnl"/>
        </w:rPr>
      </w:pPr>
      <w:r>
        <w:rPr>
          <w:lang w:val="es-ES_tradnl"/>
        </w:rPr>
        <w:t>con cuánta claridad le explicaron las cosas los profesionales médicos que lo/a atendieron.</w:t>
      </w:r>
    </w:p>
    <w:p w14:paraId="08513EDC" w14:textId="77777777" w:rsidR="00963D36" w:rsidRPr="00BF2249" w:rsidRDefault="00963D36" w:rsidP="00963D36">
      <w:pPr>
        <w:pStyle w:val="ListParagraph"/>
        <w:numPr>
          <w:ilvl w:val="0"/>
          <w:numId w:val="22"/>
        </w:numPr>
        <w:spacing w:after="120" w:line="276" w:lineRule="auto"/>
        <w:contextualSpacing/>
        <w:jc w:val="left"/>
        <w:rPr>
          <w:lang w:val="es-ES_tradnl"/>
        </w:rPr>
      </w:pPr>
      <w:r w:rsidRPr="00BF2249">
        <w:rPr>
          <w:lang w:val="es-ES_tradnl"/>
        </w:rPr>
        <w:t xml:space="preserve">si los </w:t>
      </w:r>
      <w:r w:rsidRPr="00DD5735">
        <w:rPr>
          <w:lang w:val="es-ES_tradnl"/>
        </w:rPr>
        <w:t xml:space="preserve">profesionales médicos </w:t>
      </w:r>
      <w:r w:rsidRPr="00BF2249">
        <w:rPr>
          <w:lang w:val="es-ES_tradnl"/>
        </w:rPr>
        <w:t xml:space="preserve">hablaron con usted </w:t>
      </w:r>
      <w:r>
        <w:rPr>
          <w:lang w:val="es-ES_tradnl"/>
        </w:rPr>
        <w:t>sobre</w:t>
      </w:r>
      <w:r w:rsidRPr="00BF2249">
        <w:rPr>
          <w:lang w:val="es-ES_tradnl"/>
        </w:rPr>
        <w:t xml:space="preserve"> síntomas o efectos secundarios. </w:t>
      </w:r>
    </w:p>
    <w:p w14:paraId="2FE54541" w14:textId="77777777" w:rsidR="00963D36" w:rsidRPr="00BF2249" w:rsidRDefault="00963D36" w:rsidP="00963D36">
      <w:pPr>
        <w:spacing w:after="120" w:line="276" w:lineRule="auto"/>
        <w:rPr>
          <w:b/>
          <w:lang w:val="es-ES_tradnl"/>
        </w:rPr>
      </w:pPr>
      <w:r w:rsidRPr="00BF2249">
        <w:rPr>
          <w:b/>
          <w:bCs/>
          <w:lang w:val="es-ES_tradnl"/>
        </w:rPr>
        <w:t xml:space="preserve">Únicamente usted nos puede contar </w:t>
      </w:r>
      <w:r>
        <w:rPr>
          <w:b/>
          <w:bCs/>
          <w:lang w:val="es-ES_tradnl"/>
        </w:rPr>
        <w:t>sobre</w:t>
      </w:r>
      <w:r w:rsidRPr="00BF2249">
        <w:rPr>
          <w:b/>
          <w:bCs/>
          <w:lang w:val="es-ES_tradnl"/>
        </w:rPr>
        <w:t xml:space="preserve"> estas experiencias.</w:t>
      </w:r>
    </w:p>
    <w:p w14:paraId="099EA575" w14:textId="77777777" w:rsidR="00963D36" w:rsidRPr="00BF2249" w:rsidRDefault="00963D36" w:rsidP="00963D36">
      <w:pPr>
        <w:spacing w:after="120" w:line="276" w:lineRule="auto"/>
        <w:rPr>
          <w:lang w:val="es-ES_tradnl"/>
        </w:rPr>
      </w:pPr>
      <w:r w:rsidRPr="00BF2249">
        <w:rPr>
          <w:lang w:val="es-ES_tradnl"/>
        </w:rPr>
        <w:t xml:space="preserve">Tenemos especial interés en la atención médica relacionada con el tratamiento de cáncer. Si usted cree que una encuesta </w:t>
      </w:r>
      <w:r>
        <w:rPr>
          <w:lang w:val="es-ES_tradnl"/>
        </w:rPr>
        <w:t>sobre el</w:t>
      </w:r>
      <w:r w:rsidRPr="00BF2249">
        <w:rPr>
          <w:lang w:val="es-ES_tradnl"/>
        </w:rPr>
        <w:t xml:space="preserve"> tratamiento del cáncer no es aplicable a usted o que fue seleccionado/a por error, llame a [CONTACT NAME] </w:t>
      </w:r>
      <w:r>
        <w:rPr>
          <w:lang w:val="es-ES_tradnl"/>
        </w:rPr>
        <w:t>al(</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p>
    <w:p w14:paraId="263E40FD" w14:textId="77777777" w:rsidR="00963D36" w:rsidRPr="00BF2249" w:rsidRDefault="00963D36" w:rsidP="00963D36">
      <w:pPr>
        <w:spacing w:after="120" w:line="276" w:lineRule="auto"/>
        <w:rPr>
          <w:lang w:val="es-ES_tradnl"/>
        </w:rPr>
      </w:pPr>
      <w:r w:rsidRPr="00BF2249">
        <w:rPr>
          <w:lang w:val="es-ES_tradnl"/>
        </w:rPr>
        <w:t xml:space="preserve">Mantendremos la privacidad de sus respuestas. No se hará ninguna conexión entre sus respuestas y su identidad. Además, </w:t>
      </w:r>
      <w:r>
        <w:rPr>
          <w:lang w:val="es-ES_tradnl"/>
        </w:rPr>
        <w:t xml:space="preserve">los </w:t>
      </w:r>
      <w:r w:rsidRPr="00DD5735">
        <w:rPr>
          <w:lang w:val="es-ES_tradnl"/>
        </w:rPr>
        <w:t xml:space="preserve">profesionales </w:t>
      </w:r>
      <w:r w:rsidRPr="00BF2249">
        <w:rPr>
          <w:lang w:val="es-ES_tradnl"/>
        </w:rPr>
        <w:t xml:space="preserve">médicos </w:t>
      </w:r>
      <w:r>
        <w:rPr>
          <w:lang w:val="es-ES_tradnl"/>
        </w:rPr>
        <w:t xml:space="preserve">que lo/a atendieron </w:t>
      </w:r>
      <w:r w:rsidRPr="00BF2249">
        <w:rPr>
          <w:lang w:val="es-ES_tradnl"/>
        </w:rPr>
        <w:t xml:space="preserve">no recibirán su encuesta. Sus respuestas a la encuesta se combinarán con las de otras personas para crear un resumen de las experiencias de los pacientes </w:t>
      </w:r>
      <w:r>
        <w:rPr>
          <w:lang w:val="es-ES_tradnl"/>
        </w:rPr>
        <w:t xml:space="preserve">de </w:t>
      </w:r>
      <w:r w:rsidRPr="00BF2249">
        <w:rPr>
          <w:lang w:val="es-ES_tradnl"/>
        </w:rPr>
        <w:t xml:space="preserve">[NAME OF CANCER CENTER/FACILITY].  </w:t>
      </w:r>
      <w:r>
        <w:rPr>
          <w:lang w:val="es-ES_tradnl"/>
        </w:rPr>
        <w:t xml:space="preserve">Estudiaremos </w:t>
      </w:r>
      <w:r w:rsidRPr="00BF2249">
        <w:rPr>
          <w:lang w:val="es-ES_tradnl"/>
        </w:rPr>
        <w:t xml:space="preserve">los resultados de la encuesta para entender cómo los pacientes están recibiendo la atención médica ofrecida y determinar cómo podemos mejorarla. </w:t>
      </w:r>
    </w:p>
    <w:p w14:paraId="3D4FE853" w14:textId="77777777" w:rsidR="00963D36" w:rsidRPr="00BF2249" w:rsidRDefault="00963D36" w:rsidP="00963D36">
      <w:pPr>
        <w:spacing w:after="120" w:line="276" w:lineRule="auto"/>
        <w:rPr>
          <w:lang w:val="es-ES_tradnl"/>
        </w:rPr>
      </w:pPr>
      <w:r w:rsidRPr="00BF2249">
        <w:rPr>
          <w:lang w:val="es-ES_tradnl"/>
        </w:rPr>
        <w:t xml:space="preserve">Contestar las preguntas de esta encuesta le tomará unos 20 minutos. Usted no tiene ninguna obligación de participar en la encuesta. Esperamos que aproveche la oportunidad para contarnos sus experiencias. La exactitud de los resultados depende de si podemos obtener las respuestas de usted y de las demás personas que fueron seleccionadas para participar en la encuesta. Si decide no participar en la encuesta, esto no afectará la atención médica que usted recibe en este centro. </w:t>
      </w:r>
    </w:p>
    <w:p w14:paraId="3D909DC1" w14:textId="77777777" w:rsidR="00963D36" w:rsidRPr="00BF2249" w:rsidRDefault="00963D36" w:rsidP="00963D36">
      <w:pPr>
        <w:spacing w:after="120" w:line="276" w:lineRule="auto"/>
        <w:rPr>
          <w:lang w:val="es-ES_tradnl"/>
        </w:rPr>
      </w:pPr>
      <w:r w:rsidRPr="00BF2249">
        <w:rPr>
          <w:lang w:val="es-ES_tradnl"/>
        </w:rPr>
        <w:t xml:space="preserve">Una vez que haya contestado la encuesta, por favor envíela por correo en el sobre con el franqueo pagado que venía con la encuesta. Si tiene alguna pregunta </w:t>
      </w:r>
      <w:r>
        <w:rPr>
          <w:lang w:val="es-ES_tradnl"/>
        </w:rPr>
        <w:t>sobre</w:t>
      </w:r>
      <w:r w:rsidRPr="00BF2249">
        <w:rPr>
          <w:lang w:val="es-ES_tradnl"/>
        </w:rPr>
        <w:t xml:space="preserve"> esta encuesta, llame a [CONTACT NAME] </w:t>
      </w:r>
      <w:r>
        <w:rPr>
          <w:lang w:val="es-ES_tradnl"/>
        </w:rPr>
        <w:t xml:space="preserve">al </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r>
        <w:rPr>
          <w:lang w:val="es-ES_tradnl"/>
        </w:rPr>
        <w:t xml:space="preserve"> </w:t>
      </w:r>
      <w:r w:rsidRPr="00BF2249">
        <w:rPr>
          <w:lang w:val="es-ES_tradnl"/>
        </w:rPr>
        <w:t xml:space="preserve">También puede llamar a este número si cree que una encuesta sobre el cáncer no es aplicable a usted, que fue seleccionado/a por error o si no desea participar en la encuesta. Le agradecemos su </w:t>
      </w:r>
      <w:r>
        <w:rPr>
          <w:lang w:val="es-ES_tradnl"/>
        </w:rPr>
        <w:t xml:space="preserve">colaboración en este esfuerzo por </w:t>
      </w:r>
      <w:r w:rsidRPr="00BF2249">
        <w:rPr>
          <w:lang w:val="es-ES_tradnl"/>
        </w:rPr>
        <w:t xml:space="preserve">mejorar los servicios de salud de [NAME OF CANCER CENTER/FACILITY] para todos. </w:t>
      </w:r>
    </w:p>
    <w:p w14:paraId="7000DAA3" w14:textId="77777777" w:rsidR="00963D36" w:rsidRPr="00BE5140" w:rsidRDefault="00963D36" w:rsidP="00963D36">
      <w:pPr>
        <w:spacing w:after="120" w:line="276" w:lineRule="auto"/>
      </w:pPr>
      <w:proofErr w:type="spellStart"/>
      <w:r w:rsidRPr="00BE5140">
        <w:t>Atentamente</w:t>
      </w:r>
      <w:proofErr w:type="spellEnd"/>
      <w:r w:rsidRPr="00BE5140">
        <w:t xml:space="preserve">, </w:t>
      </w:r>
    </w:p>
    <w:p w14:paraId="6BD0A423" w14:textId="77777777" w:rsidR="00963D36" w:rsidRPr="00BF2249" w:rsidRDefault="00963D36" w:rsidP="00963D36">
      <w:pPr>
        <w:spacing w:after="120" w:line="276" w:lineRule="auto"/>
      </w:pPr>
      <w:r w:rsidRPr="00BF2249">
        <w:t>[NAME OF PERSON REPRESENTING CANCER CENTER/FACILITY]</w:t>
      </w:r>
    </w:p>
    <w:p w14:paraId="3E35B58C" w14:textId="77777777" w:rsidR="00963D36" w:rsidRPr="00BF2249" w:rsidRDefault="00963D36" w:rsidP="00963D36">
      <w:pPr>
        <w:spacing w:after="120" w:line="320" w:lineRule="atLeast"/>
        <w:rPr>
          <w:i/>
        </w:rPr>
      </w:pPr>
    </w:p>
    <w:p w14:paraId="2D8285D1" w14:textId="2B41EACF" w:rsidR="00963D36" w:rsidRPr="00BF2249" w:rsidRDefault="00963D36" w:rsidP="00963D36">
      <w:pPr>
        <w:pStyle w:val="Heading1"/>
        <w:tabs>
          <w:tab w:val="clear" w:pos="1152"/>
        </w:tabs>
        <w:ind w:left="0"/>
      </w:pPr>
      <w:bookmarkStart w:id="16" w:name="_Toc491699200"/>
      <w:r w:rsidRPr="00BF2249">
        <w:rPr>
          <w:bCs/>
        </w:rPr>
        <w:t>Mail Survey: First Reminder</w:t>
      </w:r>
      <w:bookmarkEnd w:id="16"/>
    </w:p>
    <w:p w14:paraId="0354611F" w14:textId="77777777" w:rsidR="00963D36" w:rsidRPr="00BF2249" w:rsidRDefault="00963D36" w:rsidP="00963D36">
      <w:pPr>
        <w:pStyle w:val="Heading4"/>
        <w:pBdr>
          <w:bottom w:val="single" w:sz="4" w:space="1" w:color="auto"/>
        </w:pBdr>
        <w:tabs>
          <w:tab w:val="clear" w:pos="1152"/>
        </w:tabs>
        <w:spacing w:after="240"/>
        <w:ind w:left="0"/>
      </w:pPr>
      <w:r w:rsidRPr="00BF2249">
        <w:t xml:space="preserve">Postcard or letter </w:t>
      </w:r>
    </w:p>
    <w:p w14:paraId="571E8C98" w14:textId="77777777" w:rsidR="00963D36" w:rsidRPr="00BF2249" w:rsidRDefault="00963D36" w:rsidP="00963D36">
      <w:r w:rsidRPr="00BF2249">
        <w:t>FIRST AND LAST NAME</w:t>
      </w:r>
    </w:p>
    <w:p w14:paraId="4A04951D" w14:textId="77777777" w:rsidR="00963D36" w:rsidRPr="00BF2249" w:rsidRDefault="00963D36" w:rsidP="00963D36">
      <w:pPr>
        <w:spacing w:after="120"/>
      </w:pPr>
      <w:r w:rsidRPr="00BF2249">
        <w:t>LINE ONE OF ADDRESS</w:t>
      </w:r>
      <w:r w:rsidRPr="00BF2249">
        <w:br/>
        <w:t xml:space="preserve">LINE TWO OF ADDRESS </w:t>
      </w:r>
      <w:r w:rsidRPr="00BF2249">
        <w:br/>
        <w:t>CITY, STATE ZIP</w:t>
      </w:r>
    </w:p>
    <w:p w14:paraId="2CD9479D" w14:textId="77777777" w:rsidR="00963D36" w:rsidRPr="00BF2249" w:rsidRDefault="00963D36" w:rsidP="00963D36">
      <w:pPr>
        <w:spacing w:after="120"/>
        <w:jc w:val="right"/>
        <w:rPr>
          <w:lang w:val="es-ES_tradnl"/>
        </w:rPr>
      </w:pPr>
      <w:r w:rsidRPr="00BF2249">
        <w:rPr>
          <w:lang w:val="es-ES_tradnl"/>
        </w:rPr>
        <w:t>[DATE]</w:t>
      </w:r>
    </w:p>
    <w:p w14:paraId="269D0FDA" w14:textId="77777777" w:rsidR="00963D36" w:rsidRPr="00BF2249" w:rsidRDefault="00963D36" w:rsidP="00963D36">
      <w:pPr>
        <w:spacing w:after="120" w:line="276" w:lineRule="auto"/>
        <w:rPr>
          <w:lang w:val="es-ES_tradnl"/>
        </w:rPr>
      </w:pPr>
      <w:r w:rsidRPr="00BF2249">
        <w:rPr>
          <w:lang w:val="es-ES_tradnl"/>
        </w:rPr>
        <w:t>Estimado/a {Sr./Sra.} [LAST NAME],</w:t>
      </w:r>
    </w:p>
    <w:p w14:paraId="7275F269" w14:textId="77777777" w:rsidR="00963D36" w:rsidRPr="00BF2249" w:rsidRDefault="00963D36" w:rsidP="00963D36">
      <w:pPr>
        <w:spacing w:after="120" w:line="276" w:lineRule="auto"/>
        <w:rPr>
          <w:lang w:val="es-ES_tradnl"/>
        </w:rPr>
      </w:pPr>
      <w:r w:rsidRPr="00BF2249">
        <w:rPr>
          <w:lang w:val="es-ES_tradnl"/>
        </w:rPr>
        <w:t xml:space="preserve">Hace poco le enviamos una encuesta. Deseamos </w:t>
      </w:r>
      <w:r>
        <w:rPr>
          <w:lang w:val="es-ES_tradnl"/>
        </w:rPr>
        <w:t>conocer</w:t>
      </w:r>
      <w:r w:rsidRPr="00BF2249">
        <w:rPr>
          <w:lang w:val="es-ES_tradnl"/>
        </w:rPr>
        <w:t xml:space="preserve"> sus experiencias al recibir atención médica en [NAME OF CANCER CENTER/FACILITY] para saber cómo podemos mejorar la atención médica ofrecida a pacientes como usted. Contestar las preguntas le tomará unos 20 minutos. </w:t>
      </w:r>
    </w:p>
    <w:p w14:paraId="31E1ACA4" w14:textId="77777777" w:rsidR="00963D36" w:rsidRPr="00BF2249" w:rsidRDefault="00963D36" w:rsidP="00963D36">
      <w:pPr>
        <w:spacing w:after="120" w:line="276" w:lineRule="auto"/>
        <w:rPr>
          <w:lang w:val="es-ES_tradnl"/>
        </w:rPr>
      </w:pPr>
      <w:r w:rsidRPr="00BF2249">
        <w:rPr>
          <w:lang w:val="es-ES_tradnl"/>
        </w:rPr>
        <w:t xml:space="preserve">Una vez que haya contestado la encuesta, por favor envíela por correo en el sobre con el franqueo pagado que venía con la encuesta. </w:t>
      </w:r>
    </w:p>
    <w:p w14:paraId="39A8EB37" w14:textId="77777777" w:rsidR="00963D36" w:rsidRPr="00263487" w:rsidRDefault="00963D36" w:rsidP="00963D36">
      <w:pPr>
        <w:spacing w:after="120" w:line="276" w:lineRule="auto"/>
        <w:rPr>
          <w:b/>
          <w:lang w:val="es-ES_tradnl"/>
        </w:rPr>
      </w:pPr>
      <w:r w:rsidRPr="00DD5735">
        <w:rPr>
          <w:b/>
          <w:lang w:val="es-ES_tradnl"/>
        </w:rPr>
        <w:t>Si ya envió su encuesta completada, ¡muchas gracias!</w:t>
      </w:r>
    </w:p>
    <w:p w14:paraId="20547C71" w14:textId="77777777" w:rsidR="00963D36" w:rsidRPr="00BF2249" w:rsidRDefault="00963D36" w:rsidP="00963D36">
      <w:pPr>
        <w:spacing w:after="120" w:line="276" w:lineRule="auto"/>
        <w:rPr>
          <w:lang w:val="es-ES_tradnl"/>
        </w:rPr>
      </w:pPr>
      <w:r w:rsidRPr="00BF2249">
        <w:rPr>
          <w:lang w:val="es-ES_tradnl"/>
        </w:rPr>
        <w:t>Si no recibió la encuesta o si l</w:t>
      </w:r>
      <w:r>
        <w:rPr>
          <w:lang w:val="es-ES_tradnl"/>
        </w:rPr>
        <w:t>a</w:t>
      </w:r>
      <w:r w:rsidRPr="00BF2249">
        <w:rPr>
          <w:lang w:val="es-ES_tradnl"/>
        </w:rPr>
        <w:t xml:space="preserve"> perdió, llame a [CONTACT NAME] al </w:t>
      </w:r>
      <w:r>
        <w:rPr>
          <w:lang w:val="es-ES_tradnl"/>
        </w:rPr>
        <w:t>(</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p>
    <w:p w14:paraId="6436BE42" w14:textId="77777777" w:rsidR="00963D36" w:rsidRPr="00BE5140" w:rsidRDefault="00963D36" w:rsidP="00963D36">
      <w:pPr>
        <w:spacing w:after="120" w:line="276" w:lineRule="auto"/>
      </w:pPr>
      <w:proofErr w:type="spellStart"/>
      <w:r w:rsidRPr="00BE5140">
        <w:t>Muchas</w:t>
      </w:r>
      <w:proofErr w:type="spellEnd"/>
      <w:r w:rsidRPr="00BE5140">
        <w:t xml:space="preserve"> gracias,</w:t>
      </w:r>
    </w:p>
    <w:p w14:paraId="232DE78F" w14:textId="77777777" w:rsidR="00963D36" w:rsidRPr="00BF2249" w:rsidRDefault="00963D36" w:rsidP="00963D36">
      <w:pPr>
        <w:spacing w:after="120" w:line="276" w:lineRule="auto"/>
      </w:pPr>
      <w:r w:rsidRPr="00BF2249">
        <w:t>[NAME OF PERSON REPRESENTING CANCER CENTER/FACILITY]</w:t>
      </w:r>
    </w:p>
    <w:p w14:paraId="33191CE9" w14:textId="77777777" w:rsidR="00963D36" w:rsidRPr="00BE5140" w:rsidRDefault="00963D36" w:rsidP="00963D36">
      <w:pPr>
        <w:spacing w:line="320" w:lineRule="atLeast"/>
      </w:pPr>
    </w:p>
    <w:p w14:paraId="6576E6D1" w14:textId="77777777" w:rsidR="00963D36" w:rsidRPr="00BE5140" w:rsidRDefault="00963D36" w:rsidP="00963D36">
      <w:pPr>
        <w:spacing w:line="240" w:lineRule="auto"/>
        <w:rPr>
          <w:b/>
          <w:color w:val="0070C0"/>
          <w:sz w:val="24"/>
        </w:rPr>
      </w:pPr>
      <w:r w:rsidRPr="00BE5140">
        <w:rPr>
          <w:b/>
          <w:bCs/>
          <w:color w:val="0070C0"/>
          <w:sz w:val="24"/>
        </w:rPr>
        <w:br w:type="page"/>
      </w:r>
    </w:p>
    <w:p w14:paraId="1D81C767" w14:textId="77777777" w:rsidR="00963D36" w:rsidRPr="00BF2249" w:rsidRDefault="00963D36" w:rsidP="00963D36">
      <w:pPr>
        <w:pStyle w:val="Heading1"/>
        <w:tabs>
          <w:tab w:val="clear" w:pos="1152"/>
        </w:tabs>
        <w:ind w:left="0"/>
      </w:pPr>
      <w:bookmarkStart w:id="17" w:name="_Toc491699201"/>
      <w:r w:rsidRPr="00BF2249">
        <w:rPr>
          <w:bCs/>
        </w:rPr>
        <w:lastRenderedPageBreak/>
        <w:t>Mail Survey: Second Reminder</w:t>
      </w:r>
      <w:bookmarkEnd w:id="17"/>
    </w:p>
    <w:p w14:paraId="16CB8E57" w14:textId="77777777" w:rsidR="00963D36" w:rsidRPr="00BF2249" w:rsidRDefault="00963D36" w:rsidP="00963D36">
      <w:pPr>
        <w:pStyle w:val="Heading4"/>
        <w:pBdr>
          <w:bottom w:val="single" w:sz="4" w:space="1" w:color="auto"/>
        </w:pBdr>
        <w:tabs>
          <w:tab w:val="clear" w:pos="1152"/>
        </w:tabs>
        <w:spacing w:after="240"/>
        <w:ind w:left="0"/>
      </w:pPr>
      <w:r w:rsidRPr="00BF2249">
        <w:t>Letter with second survey mailing to nonrespondents</w:t>
      </w:r>
    </w:p>
    <w:p w14:paraId="1A2063DE" w14:textId="77777777" w:rsidR="00963D36" w:rsidRPr="00BF2249" w:rsidRDefault="00963D36" w:rsidP="00963D36">
      <w:r w:rsidRPr="00BF2249">
        <w:t>FIRST AND LAST NAME</w:t>
      </w:r>
    </w:p>
    <w:p w14:paraId="67A40154" w14:textId="77777777" w:rsidR="00963D36" w:rsidRPr="00BF2249" w:rsidRDefault="00963D36" w:rsidP="00963D36">
      <w:r w:rsidRPr="00BF2249">
        <w:t>LINE ONE OF ADDRESS</w:t>
      </w:r>
    </w:p>
    <w:p w14:paraId="19D3F0E0" w14:textId="77777777" w:rsidR="00963D36" w:rsidRPr="00BF2249" w:rsidRDefault="00963D36" w:rsidP="00963D36">
      <w:r w:rsidRPr="00BF2249">
        <w:t xml:space="preserve">LINE TWO OF ADDRESS </w:t>
      </w:r>
    </w:p>
    <w:p w14:paraId="72CC706D" w14:textId="77777777" w:rsidR="00963D36" w:rsidRPr="00BF2249" w:rsidRDefault="00963D36" w:rsidP="00963D36">
      <w:r w:rsidRPr="00BF2249">
        <w:t>CITY, STATE ZIP</w:t>
      </w:r>
    </w:p>
    <w:p w14:paraId="28020880" w14:textId="77777777" w:rsidR="00963D36" w:rsidRPr="00BF2249" w:rsidRDefault="00963D36" w:rsidP="00963D36">
      <w:pPr>
        <w:jc w:val="right"/>
        <w:rPr>
          <w:lang w:val="es-ES_tradnl"/>
        </w:rPr>
      </w:pPr>
      <w:r w:rsidRPr="00BF2249">
        <w:rPr>
          <w:lang w:val="es-ES_tradnl"/>
        </w:rPr>
        <w:t>[DATE]</w:t>
      </w:r>
    </w:p>
    <w:p w14:paraId="710CD690" w14:textId="77777777" w:rsidR="00963D36" w:rsidRPr="00BF2249" w:rsidRDefault="00963D36" w:rsidP="00963D36">
      <w:pPr>
        <w:spacing w:after="120" w:line="276" w:lineRule="auto"/>
        <w:rPr>
          <w:lang w:val="es-ES_tradnl"/>
        </w:rPr>
      </w:pPr>
      <w:r w:rsidRPr="00BF2249">
        <w:rPr>
          <w:lang w:val="es-ES_tradnl"/>
        </w:rPr>
        <w:t>Estimado/a {Sr./Sra.} [LAST NAME],</w:t>
      </w:r>
    </w:p>
    <w:p w14:paraId="149037C5" w14:textId="77777777" w:rsidR="00963D36" w:rsidRPr="00BF2249" w:rsidRDefault="00963D36" w:rsidP="00963D36">
      <w:pPr>
        <w:spacing w:after="120" w:line="276" w:lineRule="auto"/>
        <w:rPr>
          <w:lang w:val="es-ES_tradnl"/>
        </w:rPr>
      </w:pPr>
      <w:r w:rsidRPr="00BF2249">
        <w:rPr>
          <w:lang w:val="es-ES_tradnl"/>
        </w:rPr>
        <w:t xml:space="preserve">Deseamos conocer sus experiencias al recibir atención médica en [NAME OF CANCER CENTER/FACILITY]. Conocer sus experiencias nos ayudará a entender cómo los pacientes están recibiendo la atención médica ofrecida y determinar cómo podemos mejorarla. Hace poco le enviamos una encuesta. Si ya envió su encuesta completada, ¡muchas gracias! </w:t>
      </w:r>
      <w:r w:rsidRPr="00BF2249">
        <w:rPr>
          <w:b/>
          <w:bCs/>
          <w:lang w:val="es-ES_tradnl"/>
        </w:rPr>
        <w:t xml:space="preserve">Si no ha respondido aún, favor de completar </w:t>
      </w:r>
      <w:r>
        <w:rPr>
          <w:b/>
          <w:bCs/>
          <w:lang w:val="es-ES_tradnl"/>
        </w:rPr>
        <w:t>la encuesta</w:t>
      </w:r>
      <w:r w:rsidRPr="00BF2249">
        <w:rPr>
          <w:b/>
          <w:bCs/>
          <w:lang w:val="es-ES_tradnl"/>
        </w:rPr>
        <w:t xml:space="preserve"> que se incluye ahora. </w:t>
      </w:r>
      <w:r w:rsidRPr="00BF2249">
        <w:rPr>
          <w:lang w:val="es-ES_tradnl"/>
        </w:rPr>
        <w:t xml:space="preserve">Contestar las preguntas le tomará unos 20 minutos. </w:t>
      </w:r>
    </w:p>
    <w:p w14:paraId="7BB831F1" w14:textId="77777777" w:rsidR="00963D36" w:rsidRPr="00BF2249" w:rsidRDefault="00963D36" w:rsidP="00963D36">
      <w:pPr>
        <w:spacing w:after="120" w:line="276" w:lineRule="auto"/>
        <w:rPr>
          <w:lang w:val="es-ES_tradnl"/>
        </w:rPr>
      </w:pPr>
      <w:r w:rsidRPr="00BF2249">
        <w:rPr>
          <w:lang w:val="es-ES_tradnl"/>
        </w:rPr>
        <w:t>Por ejemplo, deseamos saber:</w:t>
      </w:r>
    </w:p>
    <w:p w14:paraId="7362F3B8" w14:textId="0216C37E" w:rsidR="00963D36" w:rsidRPr="00011FFC" w:rsidRDefault="00963D36" w:rsidP="00011FFC">
      <w:pPr>
        <w:pStyle w:val="ListParagraph"/>
        <w:numPr>
          <w:ilvl w:val="0"/>
          <w:numId w:val="22"/>
        </w:numPr>
        <w:spacing w:after="120" w:line="276" w:lineRule="auto"/>
        <w:contextualSpacing/>
        <w:jc w:val="left"/>
        <w:rPr>
          <w:lang w:val="es-ES_tradnl"/>
        </w:rPr>
      </w:pPr>
      <w:r w:rsidRPr="00BF2249">
        <w:rPr>
          <w:lang w:val="es-ES_tradnl"/>
        </w:rPr>
        <w:t>la facilidad o dificultad que tuvo para conseguir citas.</w:t>
      </w:r>
    </w:p>
    <w:p w14:paraId="362CD1E1" w14:textId="77777777" w:rsidR="00963D36" w:rsidRPr="00BF2249" w:rsidRDefault="00963D36" w:rsidP="00963D36">
      <w:pPr>
        <w:pStyle w:val="ListParagraph"/>
        <w:numPr>
          <w:ilvl w:val="0"/>
          <w:numId w:val="22"/>
        </w:numPr>
        <w:spacing w:after="120" w:line="276" w:lineRule="auto"/>
        <w:contextualSpacing/>
        <w:jc w:val="left"/>
        <w:rPr>
          <w:lang w:val="es-ES_tradnl"/>
        </w:rPr>
      </w:pPr>
      <w:r>
        <w:rPr>
          <w:lang w:val="es-ES_tradnl"/>
        </w:rPr>
        <w:t>con cuánta claridad le explicaron las cosas los profesionales médicos que lo/a atendieron</w:t>
      </w:r>
    </w:p>
    <w:p w14:paraId="707C7E46" w14:textId="77777777" w:rsidR="00963D36" w:rsidRPr="00BF2249" w:rsidRDefault="00963D36" w:rsidP="00963D36">
      <w:pPr>
        <w:pStyle w:val="ListParagraph"/>
        <w:numPr>
          <w:ilvl w:val="0"/>
          <w:numId w:val="22"/>
        </w:numPr>
        <w:spacing w:after="120" w:line="276" w:lineRule="auto"/>
        <w:contextualSpacing/>
        <w:jc w:val="left"/>
        <w:rPr>
          <w:lang w:val="es-ES_tradnl"/>
        </w:rPr>
      </w:pPr>
      <w:r w:rsidRPr="00BF2249">
        <w:rPr>
          <w:lang w:val="es-ES_tradnl"/>
        </w:rPr>
        <w:t xml:space="preserve">si los </w:t>
      </w:r>
      <w:r w:rsidRPr="00DD5735">
        <w:rPr>
          <w:lang w:val="es-ES_tradnl"/>
        </w:rPr>
        <w:t xml:space="preserve">profesionales médicos </w:t>
      </w:r>
      <w:r w:rsidRPr="00BF2249">
        <w:rPr>
          <w:lang w:val="es-ES_tradnl"/>
        </w:rPr>
        <w:t xml:space="preserve">hablaron con usted </w:t>
      </w:r>
      <w:r>
        <w:rPr>
          <w:lang w:val="es-ES_tradnl"/>
        </w:rPr>
        <w:t>sobre</w:t>
      </w:r>
      <w:r w:rsidRPr="00BF2249">
        <w:rPr>
          <w:lang w:val="es-ES_tradnl"/>
        </w:rPr>
        <w:t xml:space="preserve"> síntomas o efectos secundarios.</w:t>
      </w:r>
    </w:p>
    <w:p w14:paraId="730545F4" w14:textId="77777777" w:rsidR="00963D36" w:rsidRPr="00BF2249" w:rsidRDefault="00963D36" w:rsidP="00963D36">
      <w:pPr>
        <w:spacing w:after="120" w:line="276" w:lineRule="auto"/>
        <w:rPr>
          <w:lang w:val="es-ES_tradnl"/>
        </w:rPr>
      </w:pPr>
      <w:r w:rsidRPr="00BF2249">
        <w:rPr>
          <w:lang w:val="es-ES_tradnl"/>
        </w:rPr>
        <w:t xml:space="preserve">Mantendremos la privacidad de sus respuestas. No se hará ninguna conexión entre sus respuestas y su identidad. Además, </w:t>
      </w:r>
      <w:r>
        <w:rPr>
          <w:lang w:val="es-ES_tradnl"/>
        </w:rPr>
        <w:t xml:space="preserve">los profesionales médicos que lo/a atendieron </w:t>
      </w:r>
      <w:r w:rsidRPr="00BF2249">
        <w:rPr>
          <w:lang w:val="es-ES_tradnl"/>
        </w:rPr>
        <w:t>no recibirán su encuesta. Sus respuestas a la encuesta se combinarán con las de otras personas para crear un resumen de las experiencias de los pacientes con [NAME OF CANCER CENTER/FACILITY].</w:t>
      </w:r>
      <w:r>
        <w:rPr>
          <w:lang w:val="es-ES_tradnl"/>
        </w:rPr>
        <w:t xml:space="preserve"> Estudiaremos</w:t>
      </w:r>
      <w:r w:rsidRPr="00BF2249">
        <w:rPr>
          <w:lang w:val="es-ES_tradnl"/>
        </w:rPr>
        <w:t xml:space="preserve"> los resultados de la encuesta para entender cómo los pacientes están recibiendo la atención médica ofrecida y determinar cómo podemos mejorarla.</w:t>
      </w:r>
    </w:p>
    <w:p w14:paraId="2C598BAA" w14:textId="77777777" w:rsidR="00963D36" w:rsidRPr="00BF2249" w:rsidRDefault="00963D36" w:rsidP="00963D36">
      <w:pPr>
        <w:spacing w:after="120" w:line="276" w:lineRule="auto"/>
        <w:rPr>
          <w:lang w:val="es-ES_tradnl"/>
        </w:rPr>
      </w:pPr>
      <w:r w:rsidRPr="00BF2249">
        <w:rPr>
          <w:lang w:val="es-ES_tradnl"/>
        </w:rPr>
        <w:t xml:space="preserve">Usted no tiene ninguna obligación de participar en la encuesta. Esperamos que aproveche la oportunidad para contarnos sus experiencias. La exactitud de los resultados depende de si podemos obtener las respuestas de usted y de las demás personas que fueron seleccionadas para participar en la encuesta. Si decide no participar en la encuesta, esto no afectará la atención médica que usted recibe en este centro. </w:t>
      </w:r>
    </w:p>
    <w:p w14:paraId="024FD380" w14:textId="77777777" w:rsidR="00963D36" w:rsidRPr="00BF2249" w:rsidRDefault="00963D36" w:rsidP="00963D36">
      <w:pPr>
        <w:spacing w:after="120" w:line="276" w:lineRule="auto"/>
        <w:rPr>
          <w:lang w:val="es-ES_tradnl"/>
        </w:rPr>
      </w:pPr>
      <w:r w:rsidRPr="00BF2249">
        <w:rPr>
          <w:lang w:val="es-ES_tradnl"/>
        </w:rPr>
        <w:t xml:space="preserve">Si tiene alguna pregunta </w:t>
      </w:r>
      <w:r>
        <w:rPr>
          <w:lang w:val="es-ES_tradnl"/>
        </w:rPr>
        <w:t>sobre</w:t>
      </w:r>
      <w:r w:rsidRPr="00BF2249">
        <w:rPr>
          <w:lang w:val="es-ES_tradnl"/>
        </w:rPr>
        <w:t xml:space="preserve"> esta encuesta, llame a [CONTACT NAME] </w:t>
      </w:r>
      <w:r>
        <w:rPr>
          <w:lang w:val="es-ES_tradnl"/>
        </w:rPr>
        <w:t xml:space="preserve">al </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r>
        <w:rPr>
          <w:lang w:val="es-ES_tradnl"/>
        </w:rPr>
        <w:t xml:space="preserve"> </w:t>
      </w:r>
      <w:r w:rsidRPr="00BF2249">
        <w:rPr>
          <w:lang w:val="es-ES_tradnl"/>
        </w:rPr>
        <w:t xml:space="preserve">Le agradecemos su </w:t>
      </w:r>
      <w:r>
        <w:rPr>
          <w:lang w:val="es-ES_tradnl"/>
        </w:rPr>
        <w:t xml:space="preserve">colaboración en este esfuerzo por </w:t>
      </w:r>
      <w:r w:rsidRPr="00BF2249">
        <w:rPr>
          <w:lang w:val="es-ES_tradnl"/>
        </w:rPr>
        <w:t xml:space="preserve">mejorar los servicios de salud de [NAME OF CANCER CENTER/FACILITY] para todos. </w:t>
      </w:r>
    </w:p>
    <w:p w14:paraId="4B7187B4" w14:textId="77777777" w:rsidR="00963D36" w:rsidRPr="00263487" w:rsidRDefault="00963D36" w:rsidP="00963D36">
      <w:pPr>
        <w:spacing w:after="120" w:line="276" w:lineRule="auto"/>
      </w:pPr>
      <w:proofErr w:type="spellStart"/>
      <w:r w:rsidRPr="00263487">
        <w:t>Atentamente</w:t>
      </w:r>
      <w:proofErr w:type="spellEnd"/>
      <w:r w:rsidRPr="00263487">
        <w:t xml:space="preserve">, </w:t>
      </w:r>
    </w:p>
    <w:p w14:paraId="5D6FD2B1" w14:textId="77777777" w:rsidR="00963D36" w:rsidRPr="00BF2249" w:rsidRDefault="00963D36" w:rsidP="00963D36">
      <w:pPr>
        <w:spacing w:after="120" w:line="276" w:lineRule="auto"/>
      </w:pPr>
      <w:r w:rsidRPr="00BF2249">
        <w:t>[NAME OF PERSON REPRESENTING CANCER CENTER/FACILITY]</w:t>
      </w:r>
    </w:p>
    <w:p w14:paraId="25F2BA07" w14:textId="77777777" w:rsidR="00963D36" w:rsidRPr="00263487" w:rsidRDefault="00963D36" w:rsidP="00963D36">
      <w:pPr>
        <w:spacing w:after="120" w:line="276" w:lineRule="auto"/>
        <w:ind w:right="252"/>
        <w:rPr>
          <w:i/>
        </w:rPr>
      </w:pPr>
    </w:p>
    <w:p w14:paraId="6BD75D55" w14:textId="77777777" w:rsidR="00963D36" w:rsidRPr="00BF2249" w:rsidRDefault="00963D36" w:rsidP="00963D36">
      <w:pPr>
        <w:pStyle w:val="Heading1"/>
        <w:tabs>
          <w:tab w:val="clear" w:pos="1152"/>
        </w:tabs>
        <w:ind w:left="0"/>
      </w:pPr>
      <w:bookmarkStart w:id="18" w:name="_Toc491699202"/>
      <w:r w:rsidRPr="00BF2249">
        <w:rPr>
          <w:bCs/>
        </w:rPr>
        <w:lastRenderedPageBreak/>
        <w:t>Telephone Survey: Advance Letter</w:t>
      </w:r>
      <w:bookmarkEnd w:id="18"/>
    </w:p>
    <w:p w14:paraId="402467F6" w14:textId="77777777" w:rsidR="00963D36" w:rsidRPr="00BF2249" w:rsidRDefault="00963D36" w:rsidP="00963D36">
      <w:pPr>
        <w:pStyle w:val="Heading4"/>
        <w:pBdr>
          <w:bottom w:val="single" w:sz="4" w:space="1" w:color="auto"/>
        </w:pBdr>
        <w:tabs>
          <w:tab w:val="clear" w:pos="1152"/>
        </w:tabs>
        <w:ind w:left="0"/>
      </w:pPr>
      <w:r w:rsidRPr="00BF2249">
        <w:t>Letter prior to telephone interview</w:t>
      </w:r>
    </w:p>
    <w:p w14:paraId="4FB5195D" w14:textId="77777777" w:rsidR="00963D36" w:rsidRPr="00BF2249" w:rsidRDefault="00963D36" w:rsidP="00963D36">
      <w:r w:rsidRPr="00BF2249">
        <w:t>FIRST AND LAST NAME</w:t>
      </w:r>
    </w:p>
    <w:p w14:paraId="719AEC2F" w14:textId="77777777" w:rsidR="00963D36" w:rsidRPr="00BF2249" w:rsidRDefault="00963D36" w:rsidP="00963D36">
      <w:r w:rsidRPr="00BF2249">
        <w:t>LINE ONE OF ADDRESS</w:t>
      </w:r>
    </w:p>
    <w:p w14:paraId="5F63BA63" w14:textId="77777777" w:rsidR="00963D36" w:rsidRPr="00BF2249" w:rsidRDefault="00963D36" w:rsidP="00963D36">
      <w:r w:rsidRPr="00BF2249">
        <w:t>LINE TWO OF ADDRESS</w:t>
      </w:r>
    </w:p>
    <w:p w14:paraId="0FF256C9" w14:textId="77777777" w:rsidR="00963D36" w:rsidRPr="00BF2249" w:rsidRDefault="00963D36" w:rsidP="00963D36">
      <w:r w:rsidRPr="00BF2249">
        <w:t>CITY, STATE ZIP</w:t>
      </w:r>
    </w:p>
    <w:p w14:paraId="5EF8294C" w14:textId="77777777" w:rsidR="00963D36" w:rsidRPr="00BF2249" w:rsidRDefault="00963D36" w:rsidP="00963D36">
      <w:pPr>
        <w:jc w:val="right"/>
        <w:rPr>
          <w:lang w:val="es-ES_tradnl"/>
        </w:rPr>
      </w:pPr>
      <w:r w:rsidRPr="00BF2249">
        <w:rPr>
          <w:lang w:val="es-ES_tradnl"/>
        </w:rPr>
        <w:t>[DATE]</w:t>
      </w:r>
    </w:p>
    <w:p w14:paraId="71551F00" w14:textId="77777777" w:rsidR="00963D36" w:rsidRPr="00BF2249" w:rsidRDefault="00963D36" w:rsidP="00963D36">
      <w:pPr>
        <w:spacing w:after="120" w:line="276" w:lineRule="auto"/>
        <w:rPr>
          <w:lang w:val="es-ES_tradnl"/>
        </w:rPr>
      </w:pPr>
      <w:r w:rsidRPr="00BF2249">
        <w:rPr>
          <w:lang w:val="es-ES_tradnl"/>
        </w:rPr>
        <w:t>Estimado/a {Sr./Sra.} [LAST NAME],</w:t>
      </w:r>
    </w:p>
    <w:p w14:paraId="69932D65" w14:textId="77777777" w:rsidR="00963D36" w:rsidRPr="00BF2249" w:rsidRDefault="00963D36" w:rsidP="00963D36">
      <w:pPr>
        <w:spacing w:after="120" w:line="276" w:lineRule="auto"/>
        <w:rPr>
          <w:lang w:val="es-ES_tradnl"/>
        </w:rPr>
      </w:pPr>
      <w:r w:rsidRPr="00BF2249">
        <w:rPr>
          <w:lang w:val="es-ES_tradnl"/>
        </w:rPr>
        <w:t>Según nuestros registros, usted recibió atención médica en [NAME OF CANCER CENTER/FACILITY] en los últimos 6 meses. Nos gustaría conocer sus experiencias recientes al recibir atención médica. Por ejemplo, deseamos saber:</w:t>
      </w:r>
    </w:p>
    <w:p w14:paraId="40D35685" w14:textId="1DAAA93E" w:rsidR="00963D36" w:rsidRPr="00011FFC" w:rsidRDefault="00963D36" w:rsidP="00011FFC">
      <w:pPr>
        <w:pStyle w:val="ListParagraph"/>
        <w:numPr>
          <w:ilvl w:val="0"/>
          <w:numId w:val="22"/>
        </w:numPr>
        <w:spacing w:after="120" w:line="276" w:lineRule="auto"/>
        <w:contextualSpacing/>
        <w:jc w:val="left"/>
        <w:rPr>
          <w:lang w:val="es-ES_tradnl"/>
        </w:rPr>
      </w:pPr>
      <w:r w:rsidRPr="00BF2249">
        <w:rPr>
          <w:lang w:val="es-ES_tradnl"/>
        </w:rPr>
        <w:t>la facilidad o dificultad que tuvo para conseguir citas</w:t>
      </w:r>
      <w:r>
        <w:rPr>
          <w:lang w:val="es-ES_tradnl"/>
        </w:rPr>
        <w:t>.</w:t>
      </w:r>
    </w:p>
    <w:p w14:paraId="06AB009D" w14:textId="77777777" w:rsidR="00963D36" w:rsidRPr="00BF2249" w:rsidRDefault="00963D36" w:rsidP="00963D36">
      <w:pPr>
        <w:pStyle w:val="ListParagraph"/>
        <w:numPr>
          <w:ilvl w:val="0"/>
          <w:numId w:val="22"/>
        </w:numPr>
        <w:spacing w:after="120" w:line="276" w:lineRule="auto"/>
        <w:contextualSpacing/>
        <w:jc w:val="left"/>
        <w:rPr>
          <w:lang w:val="es-ES_tradnl"/>
        </w:rPr>
      </w:pPr>
      <w:r>
        <w:rPr>
          <w:lang w:val="es-ES_tradnl"/>
        </w:rPr>
        <w:t>con cuánta claridad le explicaron las cosas los profesionales médicos que lo/a atendieron.</w:t>
      </w:r>
    </w:p>
    <w:p w14:paraId="694347C5" w14:textId="77777777" w:rsidR="00963D36" w:rsidRPr="00BF2249" w:rsidRDefault="00963D36" w:rsidP="00963D36">
      <w:pPr>
        <w:pStyle w:val="ListParagraph"/>
        <w:numPr>
          <w:ilvl w:val="0"/>
          <w:numId w:val="22"/>
        </w:numPr>
        <w:spacing w:after="120" w:line="276" w:lineRule="auto"/>
        <w:contextualSpacing/>
        <w:jc w:val="left"/>
        <w:rPr>
          <w:lang w:val="es-ES_tradnl"/>
        </w:rPr>
      </w:pPr>
      <w:r w:rsidRPr="00BF2249">
        <w:rPr>
          <w:lang w:val="es-ES_tradnl"/>
        </w:rPr>
        <w:t xml:space="preserve">si los </w:t>
      </w:r>
      <w:r w:rsidRPr="00DD5735">
        <w:rPr>
          <w:lang w:val="es-ES_tradnl"/>
        </w:rPr>
        <w:t xml:space="preserve">profesionales médicos </w:t>
      </w:r>
      <w:r w:rsidRPr="00BF2249">
        <w:rPr>
          <w:lang w:val="es-ES_tradnl"/>
        </w:rPr>
        <w:t xml:space="preserve">hablaron con usted </w:t>
      </w:r>
      <w:r>
        <w:rPr>
          <w:lang w:val="es-ES_tradnl"/>
        </w:rPr>
        <w:t>sobre</w:t>
      </w:r>
      <w:r w:rsidRPr="00BF2249">
        <w:rPr>
          <w:lang w:val="es-ES_tradnl"/>
        </w:rPr>
        <w:t xml:space="preserve"> los posibles efectos secundarios. </w:t>
      </w:r>
    </w:p>
    <w:p w14:paraId="55254E5F" w14:textId="77777777" w:rsidR="00963D36" w:rsidRPr="00BF2249" w:rsidRDefault="00963D36" w:rsidP="00963D36">
      <w:pPr>
        <w:spacing w:after="120" w:line="276" w:lineRule="auto"/>
        <w:rPr>
          <w:b/>
          <w:lang w:val="es-ES_tradnl"/>
        </w:rPr>
      </w:pPr>
      <w:r w:rsidRPr="00BF2249">
        <w:rPr>
          <w:b/>
          <w:bCs/>
          <w:lang w:val="es-ES_tradnl"/>
        </w:rPr>
        <w:t xml:space="preserve">Únicamente usted nos puede contar </w:t>
      </w:r>
      <w:r>
        <w:rPr>
          <w:b/>
          <w:bCs/>
          <w:lang w:val="es-ES_tradnl"/>
        </w:rPr>
        <w:t>sobre</w:t>
      </w:r>
      <w:r w:rsidRPr="00BF2249">
        <w:rPr>
          <w:b/>
          <w:bCs/>
          <w:lang w:val="es-ES_tradnl"/>
        </w:rPr>
        <w:t xml:space="preserve"> estas experiencias.</w:t>
      </w:r>
    </w:p>
    <w:p w14:paraId="133C6B61" w14:textId="77777777" w:rsidR="00963D36" w:rsidRPr="00BF2249" w:rsidRDefault="00963D36" w:rsidP="00963D36">
      <w:pPr>
        <w:spacing w:after="120" w:line="276" w:lineRule="auto"/>
        <w:rPr>
          <w:lang w:val="es-ES_tradnl"/>
        </w:rPr>
      </w:pPr>
      <w:r w:rsidRPr="00BF2249">
        <w:rPr>
          <w:lang w:val="es-ES_tradnl"/>
        </w:rPr>
        <w:t xml:space="preserve">Tenemos especial interés en la atención médica relacionada con el tratamiento de cáncer. Si usted cree que una encuesta </w:t>
      </w:r>
      <w:r>
        <w:rPr>
          <w:lang w:val="es-ES_tradnl"/>
        </w:rPr>
        <w:t>sobre el</w:t>
      </w:r>
      <w:r w:rsidRPr="00BF2249">
        <w:rPr>
          <w:lang w:val="es-ES_tradnl"/>
        </w:rPr>
        <w:t xml:space="preserve"> tratamiento del cáncer no es aplicable a usted o que fue seleccionado/a por error, llame a [CONTACT NAME] </w:t>
      </w:r>
      <w:r>
        <w:rPr>
          <w:lang w:val="es-ES_tradnl"/>
        </w:rPr>
        <w:t xml:space="preserve">al </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p>
    <w:p w14:paraId="0FF02C0D" w14:textId="77777777" w:rsidR="00963D36" w:rsidRPr="00BF2249" w:rsidRDefault="00963D36" w:rsidP="00963D36">
      <w:pPr>
        <w:spacing w:after="120" w:line="276" w:lineRule="auto"/>
        <w:rPr>
          <w:lang w:val="es-ES_tradnl"/>
        </w:rPr>
      </w:pPr>
      <w:r w:rsidRPr="00BF2249">
        <w:rPr>
          <w:lang w:val="es-ES_tradnl"/>
        </w:rPr>
        <w:t>Un entrevistador de [SURVEY VENDOR] le va a llamar pronto para pedirle que participe en una entrevista por teléfono. Para obtener resultados exactos, necesitamos que usted y las demás personas que seleccionemos participen en la encuesta. La entrevista va a tomar unos 20 minutos, y esperamos que se tome el tiempo de contestar nuestras preguntas.</w:t>
      </w:r>
    </w:p>
    <w:p w14:paraId="0BD6B0F6" w14:textId="77777777" w:rsidR="00963D36" w:rsidRPr="00BF2249" w:rsidRDefault="00963D36" w:rsidP="00963D36">
      <w:pPr>
        <w:spacing w:after="120" w:line="276" w:lineRule="auto"/>
        <w:rPr>
          <w:lang w:val="es-ES_tradnl"/>
        </w:rPr>
      </w:pPr>
      <w:r w:rsidRPr="00BF2249">
        <w:rPr>
          <w:lang w:val="es-ES_tradnl"/>
        </w:rPr>
        <w:t>Mantendremos la privacidad de sus respuestas. No se hará ninguna conexión entre sus respuestas y su identidad. Además, los</w:t>
      </w:r>
      <w:r>
        <w:rPr>
          <w:lang w:val="es-ES_tradnl"/>
        </w:rPr>
        <w:t xml:space="preserve"> profesionales </w:t>
      </w:r>
      <w:r w:rsidRPr="00BF2249">
        <w:rPr>
          <w:lang w:val="es-ES_tradnl"/>
        </w:rPr>
        <w:t xml:space="preserve">médicos </w:t>
      </w:r>
      <w:r>
        <w:rPr>
          <w:lang w:val="es-ES_tradnl"/>
        </w:rPr>
        <w:t xml:space="preserve">que lo/a atendieron </w:t>
      </w:r>
      <w:r w:rsidRPr="00BF2249">
        <w:rPr>
          <w:lang w:val="es-ES_tradnl"/>
        </w:rPr>
        <w:t xml:space="preserve">no recibirán su encuesta. Sus respuestas a la encuesta se combinarán con las de otras personas para crear un resumen de las experiencias de los pacientes </w:t>
      </w:r>
      <w:r>
        <w:rPr>
          <w:lang w:val="es-ES_tradnl"/>
        </w:rPr>
        <w:t>en</w:t>
      </w:r>
      <w:r w:rsidRPr="00BF2249">
        <w:rPr>
          <w:lang w:val="es-ES_tradnl"/>
        </w:rPr>
        <w:t xml:space="preserve"> [NAME OF CANCER CENTER/FACILITY]. </w:t>
      </w:r>
    </w:p>
    <w:p w14:paraId="464F96B9" w14:textId="77777777" w:rsidR="00963D36" w:rsidRPr="00BF2249" w:rsidRDefault="00963D36" w:rsidP="00963D36">
      <w:pPr>
        <w:spacing w:after="120" w:line="276" w:lineRule="auto"/>
        <w:rPr>
          <w:lang w:val="es-ES_tradnl"/>
        </w:rPr>
      </w:pPr>
      <w:r w:rsidRPr="00BF2249">
        <w:rPr>
          <w:lang w:val="es-ES_tradnl"/>
        </w:rPr>
        <w:t xml:space="preserve">Usted no tiene ninguna obligación de participar en la encuesta. Esperamos que aproveche la oportunidad para contarnos sus experiencias. La exactitud de los resultados depende de si podemos obtener las respuestas de usted y de las demás personas que fueron seleccionadas para participar en la encuesta. Si decide no participar en la encuesta, esto no afectará la atención médica que usted recibe en este centro. </w:t>
      </w:r>
    </w:p>
    <w:p w14:paraId="76560A60" w14:textId="77777777" w:rsidR="00963D36" w:rsidRPr="00BF2249" w:rsidRDefault="00963D36" w:rsidP="00963D36">
      <w:pPr>
        <w:spacing w:after="120" w:line="276" w:lineRule="auto"/>
        <w:rPr>
          <w:lang w:val="es-ES_tradnl"/>
        </w:rPr>
      </w:pPr>
      <w:r w:rsidRPr="00BF2249">
        <w:rPr>
          <w:lang w:val="es-ES_tradnl"/>
        </w:rPr>
        <w:t xml:space="preserve">Si tiene alguna pregunta </w:t>
      </w:r>
      <w:r>
        <w:rPr>
          <w:lang w:val="es-ES_tradnl"/>
        </w:rPr>
        <w:t>sobre</w:t>
      </w:r>
      <w:r w:rsidRPr="00BF2249">
        <w:rPr>
          <w:lang w:val="es-ES_tradnl"/>
        </w:rPr>
        <w:t xml:space="preserve"> esta encuesta, favor de llamar a [CONTACT NAME] </w:t>
      </w:r>
      <w:r>
        <w:rPr>
          <w:lang w:val="es-ES_tradnl"/>
        </w:rPr>
        <w:t>al</w:t>
      </w:r>
      <w:r w:rsidRPr="00BF2249">
        <w:rPr>
          <w:lang w:val="es-ES_tradnl"/>
        </w:rPr>
        <w:t xml:space="preserve"> </w:t>
      </w:r>
      <w:r>
        <w:rPr>
          <w:lang w:val="es-ES_tradnl"/>
        </w:rPr>
        <w:t>(</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r>
        <w:rPr>
          <w:lang w:val="es-ES_tradnl"/>
        </w:rPr>
        <w:t xml:space="preserve"> </w:t>
      </w:r>
      <w:r w:rsidRPr="00BF2249">
        <w:rPr>
          <w:lang w:val="es-ES_tradnl"/>
        </w:rPr>
        <w:t xml:space="preserve">Le agradecemos su </w:t>
      </w:r>
      <w:r>
        <w:rPr>
          <w:lang w:val="es-ES_tradnl"/>
        </w:rPr>
        <w:t xml:space="preserve">colaboración en este esfuerzo por </w:t>
      </w:r>
      <w:r w:rsidRPr="00BF2249">
        <w:rPr>
          <w:lang w:val="es-ES_tradnl"/>
        </w:rPr>
        <w:t xml:space="preserve">mejorar los servicios de salud de [NAME OF CANCER CENTER/FACILITY] para todos. </w:t>
      </w:r>
    </w:p>
    <w:p w14:paraId="5DD8F68A" w14:textId="77777777" w:rsidR="00963D36" w:rsidRPr="00263487" w:rsidRDefault="00963D36" w:rsidP="00963D36">
      <w:pPr>
        <w:spacing w:after="120" w:line="276" w:lineRule="auto"/>
      </w:pPr>
      <w:proofErr w:type="spellStart"/>
      <w:r w:rsidRPr="00263487">
        <w:t>Atentamente</w:t>
      </w:r>
      <w:proofErr w:type="spellEnd"/>
      <w:r w:rsidRPr="00263487">
        <w:t xml:space="preserve">, </w:t>
      </w:r>
    </w:p>
    <w:p w14:paraId="6776FB19" w14:textId="77777777" w:rsidR="00963D36" w:rsidRPr="00BF2249" w:rsidRDefault="00963D36" w:rsidP="00963D36">
      <w:pPr>
        <w:spacing w:after="120" w:line="276" w:lineRule="auto"/>
      </w:pPr>
      <w:r w:rsidRPr="00BF2249">
        <w:t>[NAME OF PERSON REPRESENTING CANCER CENTER/FACILITY]</w:t>
      </w:r>
    </w:p>
    <w:p w14:paraId="5A8BEEA8" w14:textId="77777777" w:rsidR="00963D36" w:rsidRPr="00263487" w:rsidRDefault="00963D36" w:rsidP="00963D36">
      <w:pPr>
        <w:keepNext/>
        <w:keepLines/>
        <w:spacing w:line="320" w:lineRule="atLeast"/>
      </w:pPr>
    </w:p>
    <w:p w14:paraId="454F978B" w14:textId="77777777" w:rsidR="00963D36" w:rsidRPr="00263487" w:rsidRDefault="00963D36" w:rsidP="00963D36">
      <w:pPr>
        <w:spacing w:line="320" w:lineRule="atLeast"/>
      </w:pPr>
    </w:p>
    <w:p w14:paraId="19759AA5" w14:textId="77777777" w:rsidR="00963D36" w:rsidRPr="00263487" w:rsidRDefault="00963D36" w:rsidP="00963D36">
      <w:pPr>
        <w:spacing w:line="320" w:lineRule="atLeast"/>
      </w:pPr>
    </w:p>
    <w:p w14:paraId="4FBA7C0A" w14:textId="77777777" w:rsidR="00963D36" w:rsidRPr="00BF2249" w:rsidRDefault="00963D36" w:rsidP="00963D36">
      <w:pPr>
        <w:pStyle w:val="Heading1"/>
        <w:tabs>
          <w:tab w:val="clear" w:pos="1152"/>
        </w:tabs>
        <w:ind w:left="0"/>
      </w:pPr>
      <w:bookmarkStart w:id="19" w:name="_Toc491699203"/>
      <w:r w:rsidRPr="00BF2249">
        <w:rPr>
          <w:bCs/>
        </w:rPr>
        <w:t>Online Survey: Initial Email</w:t>
      </w:r>
      <w:bookmarkEnd w:id="19"/>
    </w:p>
    <w:p w14:paraId="40356C24" w14:textId="77777777" w:rsidR="00963D36" w:rsidRPr="00BF2249" w:rsidRDefault="00963D36" w:rsidP="00963D36">
      <w:pPr>
        <w:pStyle w:val="Heading4"/>
        <w:pBdr>
          <w:bottom w:val="single" w:sz="4" w:space="1" w:color="auto"/>
        </w:pBdr>
        <w:tabs>
          <w:tab w:val="clear" w:pos="1152"/>
        </w:tabs>
        <w:ind w:left="0"/>
        <w:rPr>
          <w:b/>
        </w:rPr>
      </w:pPr>
      <w:r w:rsidRPr="00BF2249">
        <w:t>Include direct link to survey</w:t>
      </w:r>
    </w:p>
    <w:p w14:paraId="5C82791E" w14:textId="77777777" w:rsidR="00963D36" w:rsidRPr="00263487" w:rsidRDefault="00963D36" w:rsidP="00963D36">
      <w:pPr>
        <w:spacing w:after="120" w:line="320" w:lineRule="atLeast"/>
      </w:pPr>
    </w:p>
    <w:p w14:paraId="146D5E26" w14:textId="77777777" w:rsidR="00963D36" w:rsidRPr="00263487" w:rsidRDefault="00963D36" w:rsidP="00963D36">
      <w:pPr>
        <w:spacing w:after="120" w:line="276" w:lineRule="auto"/>
      </w:pPr>
      <w:proofErr w:type="spellStart"/>
      <w:r w:rsidRPr="00263487">
        <w:t>Estimado</w:t>
      </w:r>
      <w:proofErr w:type="spellEnd"/>
      <w:r w:rsidRPr="00263487">
        <w:t>/a {Sr</w:t>
      </w:r>
      <w:proofErr w:type="gramStart"/>
      <w:r w:rsidRPr="00263487">
        <w:t>./</w:t>
      </w:r>
      <w:proofErr w:type="gramEnd"/>
      <w:r w:rsidRPr="00263487">
        <w:t>Sra.} [LAST NAME]</w:t>
      </w:r>
    </w:p>
    <w:p w14:paraId="42C1A103" w14:textId="77777777" w:rsidR="00963D36" w:rsidRPr="00BF2249" w:rsidRDefault="00963D36" w:rsidP="00963D36">
      <w:pPr>
        <w:spacing w:after="120" w:line="276" w:lineRule="auto"/>
        <w:rPr>
          <w:lang w:val="es-ES_tradnl"/>
        </w:rPr>
      </w:pPr>
      <w:r w:rsidRPr="00BF2249">
        <w:rPr>
          <w:lang w:val="es-ES_tradnl"/>
        </w:rPr>
        <w:t>Según nuestros registros, usted recibió atención médica en [NAME OF CANCER CENTER/FACILITY] en los últimos 6 meses. Nos gustaría conocer sus experiencias recientes al recibir atención médica. Por ejemplo, deseamos saber:</w:t>
      </w:r>
    </w:p>
    <w:p w14:paraId="621B04B2" w14:textId="5C8343D9" w:rsidR="00963D36" w:rsidRPr="00011FFC" w:rsidRDefault="00963D36" w:rsidP="00011FFC">
      <w:pPr>
        <w:pStyle w:val="ListParagraph"/>
        <w:numPr>
          <w:ilvl w:val="0"/>
          <w:numId w:val="22"/>
        </w:numPr>
        <w:spacing w:after="120" w:line="276" w:lineRule="auto"/>
        <w:contextualSpacing/>
        <w:jc w:val="left"/>
        <w:rPr>
          <w:lang w:val="es-ES_tradnl"/>
        </w:rPr>
      </w:pPr>
      <w:r w:rsidRPr="00BF2249">
        <w:rPr>
          <w:lang w:val="es-ES_tradnl"/>
        </w:rPr>
        <w:t>la facilidad o dificultad que tuvo para conseguir citas.</w:t>
      </w:r>
    </w:p>
    <w:p w14:paraId="41900ECF" w14:textId="77777777" w:rsidR="00963D36" w:rsidRPr="00BF2249" w:rsidRDefault="00963D36" w:rsidP="00963D36">
      <w:pPr>
        <w:pStyle w:val="ListParagraph"/>
        <w:numPr>
          <w:ilvl w:val="0"/>
          <w:numId w:val="22"/>
        </w:numPr>
        <w:spacing w:after="120" w:line="276" w:lineRule="auto"/>
        <w:contextualSpacing/>
        <w:jc w:val="left"/>
        <w:rPr>
          <w:lang w:val="es-ES_tradnl"/>
        </w:rPr>
      </w:pPr>
      <w:r>
        <w:rPr>
          <w:lang w:val="es-ES_tradnl"/>
        </w:rPr>
        <w:t>con cuánta claridad le explicaron las cosas los profesionales médicos que lo/a atendieron.</w:t>
      </w:r>
    </w:p>
    <w:p w14:paraId="4E94F57D" w14:textId="77777777" w:rsidR="00963D36" w:rsidRPr="00BF2249" w:rsidRDefault="00963D36" w:rsidP="00963D36">
      <w:pPr>
        <w:pStyle w:val="ListParagraph"/>
        <w:numPr>
          <w:ilvl w:val="0"/>
          <w:numId w:val="22"/>
        </w:numPr>
        <w:spacing w:after="120" w:line="276" w:lineRule="auto"/>
        <w:contextualSpacing/>
        <w:jc w:val="left"/>
        <w:rPr>
          <w:lang w:val="es-ES_tradnl"/>
        </w:rPr>
      </w:pPr>
      <w:r w:rsidRPr="00BF2249">
        <w:rPr>
          <w:lang w:val="es-ES_tradnl"/>
        </w:rPr>
        <w:t xml:space="preserve">si los profesionales médicos hablaron con usted </w:t>
      </w:r>
      <w:r>
        <w:rPr>
          <w:lang w:val="es-ES_tradnl"/>
        </w:rPr>
        <w:t>sobre</w:t>
      </w:r>
      <w:r w:rsidRPr="00BF2249">
        <w:rPr>
          <w:lang w:val="es-ES_tradnl"/>
        </w:rPr>
        <w:t xml:space="preserve"> los posibles efectos secundarios. </w:t>
      </w:r>
    </w:p>
    <w:p w14:paraId="439A9187" w14:textId="77777777" w:rsidR="00963D36" w:rsidRPr="00BF2249" w:rsidRDefault="00963D36" w:rsidP="00963D36">
      <w:pPr>
        <w:spacing w:after="120"/>
        <w:ind w:right="252"/>
        <w:rPr>
          <w:b/>
          <w:lang w:val="es-ES_tradnl"/>
        </w:rPr>
      </w:pPr>
      <w:r w:rsidRPr="00BF2249">
        <w:rPr>
          <w:b/>
          <w:bCs/>
          <w:lang w:val="es-ES_tradnl"/>
        </w:rPr>
        <w:t>Haga clic en el siguiente enlace para ir a la encuesta:</w:t>
      </w:r>
      <w:r w:rsidRPr="00BF2249">
        <w:rPr>
          <w:lang w:val="es-ES_tradnl"/>
        </w:rPr>
        <w:t xml:space="preserve"> </w:t>
      </w:r>
      <w:r w:rsidRPr="00BF2249">
        <w:rPr>
          <w:b/>
          <w:bCs/>
          <w:lang w:val="es-ES_tradnl"/>
        </w:rPr>
        <w:t>[LINK TO SURVEY].</w:t>
      </w:r>
      <w:r w:rsidRPr="00BF2249">
        <w:rPr>
          <w:lang w:val="es-ES_tradnl"/>
        </w:rPr>
        <w:t xml:space="preserve"> </w:t>
      </w:r>
      <w:r w:rsidRPr="00BF2249">
        <w:rPr>
          <w:b/>
          <w:bCs/>
          <w:lang w:val="es-ES_tradnl"/>
        </w:rPr>
        <w:t xml:space="preserve">Necesitará un nombre de usuario y contraseña para completar la encuesta. </w:t>
      </w:r>
    </w:p>
    <w:p w14:paraId="1BCDCF12" w14:textId="77777777" w:rsidR="00963D36" w:rsidRPr="00BF2249" w:rsidRDefault="00963D36" w:rsidP="00963D36">
      <w:pPr>
        <w:spacing w:after="120"/>
        <w:ind w:left="1440" w:right="252"/>
        <w:rPr>
          <w:b/>
          <w:lang w:val="es-ES_tradnl"/>
        </w:rPr>
      </w:pPr>
      <w:r w:rsidRPr="00BF2249">
        <w:rPr>
          <w:b/>
          <w:bCs/>
          <w:lang w:val="es-ES_tradnl"/>
        </w:rPr>
        <w:t>Nombre de usuario:</w:t>
      </w:r>
    </w:p>
    <w:p w14:paraId="748C6E13" w14:textId="0DA39044" w:rsidR="00963D36" w:rsidRPr="00BF2249" w:rsidRDefault="00963D36" w:rsidP="00011FFC">
      <w:pPr>
        <w:spacing w:after="120"/>
        <w:ind w:left="1440" w:right="252"/>
        <w:rPr>
          <w:b/>
          <w:lang w:val="es-ES_tradnl"/>
        </w:rPr>
      </w:pPr>
      <w:r w:rsidRPr="00BF2249">
        <w:rPr>
          <w:b/>
          <w:bCs/>
          <w:lang w:val="es-ES_tradnl"/>
        </w:rPr>
        <w:t>Contraseña:</w:t>
      </w:r>
      <w:r w:rsidRPr="00BF2249">
        <w:rPr>
          <w:lang w:val="es-ES_tradnl"/>
        </w:rPr>
        <w:t xml:space="preserve"> </w:t>
      </w:r>
      <w:bookmarkStart w:id="20" w:name="_GoBack"/>
      <w:bookmarkEnd w:id="20"/>
    </w:p>
    <w:p w14:paraId="4A67B8B3" w14:textId="77777777" w:rsidR="00963D36" w:rsidRPr="00BF2249" w:rsidRDefault="00963D36" w:rsidP="00963D36">
      <w:pPr>
        <w:spacing w:after="120" w:line="276" w:lineRule="auto"/>
        <w:rPr>
          <w:lang w:val="es-ES_tradnl"/>
        </w:rPr>
      </w:pPr>
      <w:r w:rsidRPr="00BF2249">
        <w:rPr>
          <w:lang w:val="es-ES_tradnl"/>
        </w:rPr>
        <w:t xml:space="preserve">Contestar las preguntas le tomará unos 20 minutos. Mantendremos la privacidad de sus respuestas. No se hará ninguna conexión entre sus respuestas y su identidad. Además, </w:t>
      </w:r>
      <w:r>
        <w:rPr>
          <w:lang w:val="es-ES_tradnl"/>
        </w:rPr>
        <w:t xml:space="preserve">los profesionales </w:t>
      </w:r>
      <w:r w:rsidRPr="00BF2249">
        <w:rPr>
          <w:lang w:val="es-ES_tradnl"/>
        </w:rPr>
        <w:t xml:space="preserve">médicos </w:t>
      </w:r>
      <w:r>
        <w:rPr>
          <w:lang w:val="es-ES_tradnl"/>
        </w:rPr>
        <w:t xml:space="preserve">que lo/a atendieron </w:t>
      </w:r>
      <w:r w:rsidRPr="00BF2249">
        <w:rPr>
          <w:lang w:val="es-ES_tradnl"/>
        </w:rPr>
        <w:t>no recibirán su encuesta.</w:t>
      </w:r>
      <w:r>
        <w:rPr>
          <w:lang w:val="es-ES_tradnl"/>
        </w:rPr>
        <w:t xml:space="preserve"> Estudiáremos</w:t>
      </w:r>
      <w:r w:rsidRPr="00BF2249">
        <w:rPr>
          <w:lang w:val="es-ES_tradnl"/>
        </w:rPr>
        <w:t xml:space="preserve"> los resultados de la encuesta para entender cómo los pacientes están recibiendo la atención médica ofrecida y determinar cómo podemos mejorarla.</w:t>
      </w:r>
    </w:p>
    <w:p w14:paraId="08259727" w14:textId="77777777" w:rsidR="00963D36" w:rsidRPr="00BF2249" w:rsidRDefault="00963D36" w:rsidP="00963D36">
      <w:pPr>
        <w:spacing w:after="120" w:line="276" w:lineRule="auto"/>
        <w:rPr>
          <w:lang w:val="es-ES_tradnl"/>
        </w:rPr>
      </w:pPr>
      <w:r w:rsidRPr="00BF2249">
        <w:rPr>
          <w:lang w:val="es-ES_tradnl"/>
        </w:rPr>
        <w:t xml:space="preserve">Usted no tiene ninguna obligación de participar en la encuesta. Esperamos que aproveche la oportunidad para contarnos sus experiencias. La exactitud de los resultados depende de si podemos obtener las respuestas de usted y de las demás personas que fueron seleccionadas para participar en la encuesta. </w:t>
      </w:r>
    </w:p>
    <w:p w14:paraId="25246AC4" w14:textId="77777777" w:rsidR="00963D36" w:rsidRPr="00BF2249" w:rsidRDefault="00963D36" w:rsidP="00963D36">
      <w:pPr>
        <w:spacing w:after="120" w:line="276" w:lineRule="auto"/>
        <w:rPr>
          <w:lang w:val="es-ES_tradnl"/>
        </w:rPr>
      </w:pPr>
      <w:r w:rsidRPr="00BF2249">
        <w:rPr>
          <w:lang w:val="es-ES_tradnl"/>
        </w:rPr>
        <w:t xml:space="preserve">Si tiene alguna pregunta </w:t>
      </w:r>
      <w:r>
        <w:rPr>
          <w:lang w:val="es-ES_tradnl"/>
        </w:rPr>
        <w:t>sobre</w:t>
      </w:r>
      <w:r w:rsidRPr="00BF2249">
        <w:rPr>
          <w:lang w:val="es-ES_tradnl"/>
        </w:rPr>
        <w:t xml:space="preserve"> la encuesta, por favor llame a [CONTACT NAME] </w:t>
      </w:r>
      <w:r>
        <w:rPr>
          <w:lang w:val="es-ES_tradnl"/>
        </w:rPr>
        <w:t>al (</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r>
        <w:rPr>
          <w:lang w:val="es-ES_tradnl"/>
        </w:rPr>
        <w:t xml:space="preserve"> </w:t>
      </w:r>
      <w:r w:rsidRPr="00BF2249">
        <w:rPr>
          <w:lang w:val="es-ES_tradnl"/>
        </w:rPr>
        <w:t>También puede llamar a este número si cree que una encuesta sobre el cáncer no es aplicable a usted, que fue seleccionado</w:t>
      </w:r>
      <w:r>
        <w:rPr>
          <w:lang w:val="es-ES_tradnl"/>
        </w:rPr>
        <w:t>/</w:t>
      </w:r>
      <w:proofErr w:type="gramStart"/>
      <w:r>
        <w:rPr>
          <w:lang w:val="es-ES_tradnl"/>
        </w:rPr>
        <w:t xml:space="preserve">a </w:t>
      </w:r>
      <w:r w:rsidRPr="00BF2249">
        <w:rPr>
          <w:lang w:val="es-ES_tradnl"/>
        </w:rPr>
        <w:t xml:space="preserve"> por</w:t>
      </w:r>
      <w:proofErr w:type="gramEnd"/>
      <w:r w:rsidRPr="00BF2249">
        <w:rPr>
          <w:lang w:val="es-ES_tradnl"/>
        </w:rPr>
        <w:t xml:space="preserve"> error o si no desea participar en la encuesta. Le agradecemos su </w:t>
      </w:r>
      <w:r>
        <w:rPr>
          <w:lang w:val="es-ES_tradnl"/>
        </w:rPr>
        <w:t xml:space="preserve">colaboración en este esfuerzo por </w:t>
      </w:r>
      <w:r w:rsidRPr="00BF2249">
        <w:rPr>
          <w:lang w:val="es-ES_tradnl"/>
        </w:rPr>
        <w:t xml:space="preserve">mejorar los servicios de salud de [NAME OF CANCER CENTER/FACILITY] para todos. </w:t>
      </w:r>
    </w:p>
    <w:p w14:paraId="0120B281" w14:textId="77777777" w:rsidR="00963D36" w:rsidRPr="00263487" w:rsidRDefault="00963D36" w:rsidP="00963D36">
      <w:pPr>
        <w:spacing w:after="120" w:line="276" w:lineRule="auto"/>
      </w:pPr>
      <w:proofErr w:type="spellStart"/>
      <w:r w:rsidRPr="00263487">
        <w:t>Atentamente</w:t>
      </w:r>
      <w:proofErr w:type="spellEnd"/>
      <w:r w:rsidRPr="00263487">
        <w:t xml:space="preserve">, </w:t>
      </w:r>
    </w:p>
    <w:p w14:paraId="5E6CB569" w14:textId="77777777" w:rsidR="00963D36" w:rsidRPr="00BF2249" w:rsidRDefault="00963D36" w:rsidP="00963D36">
      <w:pPr>
        <w:spacing w:after="120" w:line="276" w:lineRule="auto"/>
      </w:pPr>
      <w:r w:rsidRPr="00BF2249">
        <w:t>[NAME OF PERSON REPRESENTING CANCER CENTER/FACILITY]</w:t>
      </w:r>
    </w:p>
    <w:p w14:paraId="2406CF2A" w14:textId="1C31D808" w:rsidR="00963D36" w:rsidRPr="00BF2249" w:rsidRDefault="00963D36" w:rsidP="00963D36">
      <w:pPr>
        <w:pStyle w:val="Heading1"/>
        <w:tabs>
          <w:tab w:val="clear" w:pos="1152"/>
        </w:tabs>
        <w:ind w:left="0"/>
      </w:pPr>
      <w:r w:rsidRPr="00263487">
        <w:rPr>
          <w:b w:val="0"/>
        </w:rPr>
        <w:br w:type="page"/>
      </w:r>
      <w:bookmarkStart w:id="21" w:name="_Toc491699204"/>
      <w:r w:rsidRPr="00BF2249">
        <w:rPr>
          <w:bCs/>
        </w:rPr>
        <w:lastRenderedPageBreak/>
        <w:t>Online Survey: First Reminder Email</w:t>
      </w:r>
      <w:bookmarkEnd w:id="21"/>
      <w:r w:rsidRPr="00BF2249">
        <w:rPr>
          <w:bCs/>
        </w:rPr>
        <w:t xml:space="preserve"> </w:t>
      </w:r>
    </w:p>
    <w:p w14:paraId="344653D4" w14:textId="77777777" w:rsidR="00963D36" w:rsidRPr="00BF2249" w:rsidRDefault="00963D36" w:rsidP="00963D36">
      <w:pPr>
        <w:pStyle w:val="Heading4"/>
        <w:pBdr>
          <w:bottom w:val="single" w:sz="4" w:space="1" w:color="auto"/>
        </w:pBdr>
        <w:tabs>
          <w:tab w:val="clear" w:pos="1152"/>
        </w:tabs>
        <w:ind w:left="0"/>
        <w:rPr>
          <w:b/>
        </w:rPr>
      </w:pPr>
      <w:r w:rsidRPr="00BF2249">
        <w:t>Include direct link to survey</w:t>
      </w:r>
    </w:p>
    <w:p w14:paraId="090AB021" w14:textId="77777777" w:rsidR="00963D36" w:rsidRPr="00263487" w:rsidRDefault="00963D36" w:rsidP="00963D36">
      <w:pPr>
        <w:ind w:left="432" w:right="432"/>
      </w:pPr>
    </w:p>
    <w:p w14:paraId="7A1399BB" w14:textId="77777777" w:rsidR="00963D36" w:rsidRPr="00263487" w:rsidRDefault="00963D36" w:rsidP="00963D36">
      <w:pPr>
        <w:spacing w:after="120" w:line="276" w:lineRule="auto"/>
      </w:pPr>
      <w:proofErr w:type="spellStart"/>
      <w:r w:rsidRPr="00263487">
        <w:t>Estimado</w:t>
      </w:r>
      <w:proofErr w:type="spellEnd"/>
      <w:r w:rsidRPr="00263487">
        <w:t>/a {Sr</w:t>
      </w:r>
      <w:proofErr w:type="gramStart"/>
      <w:r w:rsidRPr="00263487">
        <w:t>./</w:t>
      </w:r>
      <w:proofErr w:type="gramEnd"/>
      <w:r w:rsidRPr="00263487">
        <w:t>Sra.} [LAST NAME]</w:t>
      </w:r>
    </w:p>
    <w:p w14:paraId="5CFDA088" w14:textId="77777777" w:rsidR="00963D36" w:rsidRPr="00BF2249" w:rsidRDefault="00963D36" w:rsidP="00963D36">
      <w:pPr>
        <w:spacing w:after="120"/>
        <w:ind w:right="252"/>
        <w:rPr>
          <w:lang w:val="es-ES_tradnl"/>
        </w:rPr>
      </w:pPr>
      <w:r w:rsidRPr="00BF2249">
        <w:rPr>
          <w:lang w:val="es-ES_tradnl"/>
        </w:rPr>
        <w:t xml:space="preserve">Hace poco le enviamos un correo electrónico pidiéndole que participara en una encuesta </w:t>
      </w:r>
      <w:r>
        <w:rPr>
          <w:lang w:val="es-ES_tradnl"/>
        </w:rPr>
        <w:t>sobre</w:t>
      </w:r>
      <w:r w:rsidRPr="00BF2249">
        <w:rPr>
          <w:lang w:val="es-ES_tradnl"/>
        </w:rPr>
        <w:t xml:space="preserve"> la atención médica que recibió en [NAME OF CANCER CENTER/FACILITY]. No hemos recibido ninguna comunicación de usted y aún deseamos conocer sus experiencias. </w:t>
      </w:r>
    </w:p>
    <w:p w14:paraId="09045627" w14:textId="77777777" w:rsidR="00963D36" w:rsidRPr="00BF2249" w:rsidRDefault="00963D36" w:rsidP="00963D36">
      <w:pPr>
        <w:spacing w:after="120"/>
        <w:ind w:right="252"/>
        <w:rPr>
          <w:b/>
          <w:lang w:val="es-ES_tradnl"/>
        </w:rPr>
      </w:pPr>
      <w:r w:rsidRPr="00BF2249">
        <w:rPr>
          <w:b/>
          <w:bCs/>
          <w:lang w:val="es-ES_tradnl"/>
        </w:rPr>
        <w:t>Haga clic en el siguiente enlace para ir a la encuesta:</w:t>
      </w:r>
      <w:r w:rsidRPr="00BF2249">
        <w:rPr>
          <w:lang w:val="es-ES_tradnl"/>
        </w:rPr>
        <w:t xml:space="preserve"> </w:t>
      </w:r>
      <w:r w:rsidRPr="00BF2249">
        <w:rPr>
          <w:b/>
          <w:bCs/>
          <w:lang w:val="es-ES_tradnl"/>
        </w:rPr>
        <w:t>[LINK TO SURVEY].</w:t>
      </w:r>
      <w:r w:rsidRPr="00BF2249">
        <w:rPr>
          <w:lang w:val="es-ES_tradnl"/>
        </w:rPr>
        <w:t xml:space="preserve"> </w:t>
      </w:r>
      <w:r w:rsidRPr="00BF2249">
        <w:rPr>
          <w:b/>
          <w:bCs/>
          <w:lang w:val="es-ES_tradnl"/>
        </w:rPr>
        <w:t xml:space="preserve">Necesitará un nombre de usuario y contraseña para completar la encuesta. </w:t>
      </w:r>
    </w:p>
    <w:p w14:paraId="0669DA5B" w14:textId="77777777" w:rsidR="00963D36" w:rsidRPr="00BF2249" w:rsidRDefault="00963D36" w:rsidP="00963D36">
      <w:pPr>
        <w:spacing w:after="120"/>
        <w:ind w:left="1440" w:right="252"/>
        <w:rPr>
          <w:b/>
          <w:lang w:val="es-ES_tradnl"/>
        </w:rPr>
      </w:pPr>
      <w:r w:rsidRPr="00BF2249">
        <w:rPr>
          <w:b/>
          <w:bCs/>
          <w:lang w:val="es-ES_tradnl"/>
        </w:rPr>
        <w:t>Nombre de usuario:</w:t>
      </w:r>
    </w:p>
    <w:p w14:paraId="25EA93C7" w14:textId="77777777" w:rsidR="00963D36" w:rsidRPr="00BF2249" w:rsidRDefault="00963D36" w:rsidP="00963D36">
      <w:pPr>
        <w:spacing w:after="120"/>
        <w:ind w:left="1440" w:right="252"/>
        <w:rPr>
          <w:b/>
          <w:lang w:val="es-ES_tradnl"/>
        </w:rPr>
      </w:pPr>
      <w:r w:rsidRPr="00BF2249">
        <w:rPr>
          <w:b/>
          <w:bCs/>
          <w:lang w:val="es-ES_tradnl"/>
        </w:rPr>
        <w:t>Contraseña:</w:t>
      </w:r>
      <w:r w:rsidRPr="00BF2249">
        <w:rPr>
          <w:lang w:val="es-ES_tradnl"/>
        </w:rPr>
        <w:t xml:space="preserve"> </w:t>
      </w:r>
    </w:p>
    <w:p w14:paraId="3333EE0B" w14:textId="77777777" w:rsidR="00963D36" w:rsidRPr="00BF2249" w:rsidRDefault="00963D36" w:rsidP="00963D36">
      <w:pPr>
        <w:spacing w:after="120" w:line="276" w:lineRule="auto"/>
        <w:rPr>
          <w:lang w:val="es-ES_tradnl"/>
        </w:rPr>
      </w:pPr>
      <w:r w:rsidRPr="00BF2249">
        <w:rPr>
          <w:lang w:val="es-ES_tradnl"/>
        </w:rPr>
        <w:t>Contestar las preguntas le tomará unos 20 minutos. Mantendremos la privacidad de sus respuestas. No se hará ninguna conexión entre sus respuestas y su identidad. Además, sus médicos no recibirán su encuesta. Revisaremos con atención los resultados de la encuesta para entender cómo los pacientes están recibiendo la atención médica ofrecida y determinar cómo podemos mejorarla.</w:t>
      </w:r>
    </w:p>
    <w:p w14:paraId="6A3FF10A" w14:textId="77777777" w:rsidR="00963D36" w:rsidRPr="00BF2249" w:rsidRDefault="00963D36" w:rsidP="00963D36">
      <w:pPr>
        <w:spacing w:after="120" w:line="276" w:lineRule="auto"/>
        <w:rPr>
          <w:lang w:val="es-ES_tradnl"/>
        </w:rPr>
      </w:pPr>
      <w:r w:rsidRPr="00BF2249">
        <w:rPr>
          <w:lang w:val="es-ES_tradnl"/>
        </w:rPr>
        <w:t xml:space="preserve">Usted no tiene ninguna obligación de participar en la encuesta, pero la exactitud de los resultados depende de si podemos obtener las respuestas de usted y de las demás personas que fueron seleccionadas para participar en la encuesta. </w:t>
      </w:r>
    </w:p>
    <w:p w14:paraId="320EECB1" w14:textId="77777777" w:rsidR="00963D36" w:rsidRPr="00BF2249" w:rsidRDefault="00963D36" w:rsidP="00963D36">
      <w:pPr>
        <w:spacing w:after="120" w:line="276" w:lineRule="auto"/>
        <w:rPr>
          <w:lang w:val="es-ES_tradnl"/>
        </w:rPr>
      </w:pPr>
      <w:r w:rsidRPr="00BF2249">
        <w:rPr>
          <w:lang w:val="es-ES_tradnl"/>
        </w:rPr>
        <w:t xml:space="preserve">Si tiene alguna pregunta </w:t>
      </w:r>
      <w:r>
        <w:rPr>
          <w:lang w:val="es-ES_tradnl"/>
        </w:rPr>
        <w:t>sobre</w:t>
      </w:r>
      <w:r w:rsidRPr="00BF2249">
        <w:rPr>
          <w:lang w:val="es-ES_tradnl"/>
        </w:rPr>
        <w:t xml:space="preserve"> esta encuesta, por favor llame a [CONTACT NAME] en el </w:t>
      </w:r>
      <w:r>
        <w:rPr>
          <w:lang w:val="es-ES_tradnl"/>
        </w:rPr>
        <w:t>(</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r>
        <w:rPr>
          <w:lang w:val="es-ES_tradnl"/>
        </w:rPr>
        <w:t xml:space="preserve"> </w:t>
      </w:r>
      <w:r w:rsidRPr="00BF2249">
        <w:rPr>
          <w:lang w:val="es-ES_tradnl"/>
        </w:rPr>
        <w:t>También puede llamar a este número si cree que una encuesta sobre el cáncer no es aplicable a usted, que fue seleccionado</w:t>
      </w:r>
      <w:r>
        <w:rPr>
          <w:lang w:val="es-ES_tradnl"/>
        </w:rPr>
        <w:t xml:space="preserve">/a </w:t>
      </w:r>
      <w:r w:rsidRPr="00BF2249">
        <w:rPr>
          <w:lang w:val="es-ES_tradnl"/>
        </w:rPr>
        <w:t xml:space="preserve">por error o si no desea participar en la encuesta. Le agradecemos su ayuda a mejorar los servicios de salud de [NAME OF CANCER CENTER/FACILITY] para todos. </w:t>
      </w:r>
    </w:p>
    <w:p w14:paraId="019B16E6" w14:textId="77777777" w:rsidR="00963D36" w:rsidRPr="00263487" w:rsidRDefault="00963D36" w:rsidP="00963D36">
      <w:pPr>
        <w:spacing w:after="120" w:line="276" w:lineRule="auto"/>
      </w:pPr>
      <w:proofErr w:type="spellStart"/>
      <w:r w:rsidRPr="00263487">
        <w:t>Atentamente</w:t>
      </w:r>
      <w:proofErr w:type="spellEnd"/>
      <w:r w:rsidRPr="00263487">
        <w:t xml:space="preserve">, </w:t>
      </w:r>
    </w:p>
    <w:p w14:paraId="35CA2BCE" w14:textId="77777777" w:rsidR="00963D36" w:rsidRPr="00BF2249" w:rsidRDefault="00963D36" w:rsidP="00963D36">
      <w:pPr>
        <w:spacing w:after="120" w:line="276" w:lineRule="auto"/>
      </w:pPr>
      <w:r w:rsidRPr="00BF2249">
        <w:t>[NAME OF PERSON REPRESENTING CANCER CENTER/FACILITY]</w:t>
      </w:r>
    </w:p>
    <w:p w14:paraId="27FF44CC" w14:textId="77777777" w:rsidR="00963D36" w:rsidRPr="00263487" w:rsidRDefault="00963D36" w:rsidP="00963D36">
      <w:pPr>
        <w:spacing w:after="120" w:line="276" w:lineRule="auto"/>
      </w:pPr>
    </w:p>
    <w:p w14:paraId="06FF0594" w14:textId="77777777" w:rsidR="00963D36" w:rsidRPr="00263487" w:rsidRDefault="00963D36" w:rsidP="00963D36">
      <w:pPr>
        <w:spacing w:line="320" w:lineRule="atLeast"/>
      </w:pPr>
    </w:p>
    <w:p w14:paraId="0085AC7A" w14:textId="77777777" w:rsidR="00963D36" w:rsidRPr="00263487" w:rsidRDefault="00963D36" w:rsidP="00963D36">
      <w:pPr>
        <w:pStyle w:val="P1-StandPara"/>
        <w:rPr>
          <w:rFonts w:ascii="Arial Bold" w:hAnsi="Arial Bold"/>
          <w:color w:val="2F5496" w:themeColor="accent5" w:themeShade="BF"/>
          <w:sz w:val="32"/>
        </w:rPr>
      </w:pPr>
      <w:r w:rsidRPr="00263487">
        <w:br w:type="page"/>
      </w:r>
    </w:p>
    <w:p w14:paraId="23367028" w14:textId="77777777" w:rsidR="00963D36" w:rsidRPr="00BF2249" w:rsidRDefault="00963D36" w:rsidP="00963D36">
      <w:pPr>
        <w:pStyle w:val="Heading1"/>
        <w:tabs>
          <w:tab w:val="clear" w:pos="1152"/>
        </w:tabs>
        <w:ind w:left="0"/>
      </w:pPr>
      <w:bookmarkStart w:id="22" w:name="_Toc491699205"/>
      <w:r w:rsidRPr="00BF2249">
        <w:rPr>
          <w:bCs/>
        </w:rPr>
        <w:lastRenderedPageBreak/>
        <w:t>Online Survey: Second Reminder Email</w:t>
      </w:r>
      <w:bookmarkEnd w:id="22"/>
    </w:p>
    <w:p w14:paraId="7A796BF8" w14:textId="77777777" w:rsidR="00963D36" w:rsidRPr="00BF2249" w:rsidRDefault="00963D36" w:rsidP="00963D36">
      <w:pPr>
        <w:pStyle w:val="Heading4"/>
        <w:pBdr>
          <w:bottom w:val="single" w:sz="4" w:space="1" w:color="auto"/>
        </w:pBdr>
        <w:tabs>
          <w:tab w:val="clear" w:pos="1152"/>
        </w:tabs>
        <w:ind w:left="0"/>
      </w:pPr>
      <w:r w:rsidRPr="00BF2249">
        <w:t>Include direct link to survey</w:t>
      </w:r>
    </w:p>
    <w:p w14:paraId="1F3012B4" w14:textId="77777777" w:rsidR="00963D36" w:rsidRPr="00263487" w:rsidRDefault="00963D36" w:rsidP="00963D36">
      <w:pPr>
        <w:spacing w:line="276" w:lineRule="auto"/>
      </w:pPr>
    </w:p>
    <w:p w14:paraId="124A3A2B" w14:textId="77777777" w:rsidR="00963D36" w:rsidRPr="00263487" w:rsidRDefault="00963D36" w:rsidP="00963D36">
      <w:pPr>
        <w:spacing w:after="120" w:line="276" w:lineRule="auto"/>
      </w:pPr>
      <w:proofErr w:type="spellStart"/>
      <w:r w:rsidRPr="00263487">
        <w:t>Estimado</w:t>
      </w:r>
      <w:proofErr w:type="spellEnd"/>
      <w:r w:rsidRPr="00263487">
        <w:t>/a {Sr</w:t>
      </w:r>
      <w:proofErr w:type="gramStart"/>
      <w:r w:rsidRPr="00263487">
        <w:t>./</w:t>
      </w:r>
      <w:proofErr w:type="gramEnd"/>
      <w:r w:rsidRPr="00263487">
        <w:t>Sra.} [LAST NAME]</w:t>
      </w:r>
    </w:p>
    <w:p w14:paraId="44A62EA1" w14:textId="77777777" w:rsidR="00963D36" w:rsidRPr="00BF2249" w:rsidRDefault="00963D36" w:rsidP="00963D36">
      <w:pPr>
        <w:spacing w:after="120" w:line="252" w:lineRule="auto"/>
        <w:ind w:right="810"/>
        <w:rPr>
          <w:lang w:val="es-ES_tradnl"/>
        </w:rPr>
      </w:pPr>
      <w:r w:rsidRPr="00BF2249">
        <w:rPr>
          <w:lang w:val="es-ES_tradnl"/>
        </w:rPr>
        <w:t xml:space="preserve">Hace poco le enviamos un correo electrónico pidiéndole que participara en una encuesta </w:t>
      </w:r>
      <w:r>
        <w:rPr>
          <w:lang w:val="es-ES_tradnl"/>
        </w:rPr>
        <w:t>sobre</w:t>
      </w:r>
      <w:r w:rsidRPr="00BF2249">
        <w:rPr>
          <w:lang w:val="es-ES_tradnl"/>
        </w:rPr>
        <w:t xml:space="preserve"> la atención médica que recibió en [NAME OF CANCER CENTER/FACILITY]. </w:t>
      </w:r>
    </w:p>
    <w:p w14:paraId="3657BA5E" w14:textId="77777777" w:rsidR="00963D36" w:rsidRPr="00BF2249" w:rsidRDefault="00963D36" w:rsidP="00963D36">
      <w:pPr>
        <w:spacing w:after="120" w:line="252" w:lineRule="auto"/>
        <w:ind w:left="720" w:right="810" w:hanging="360"/>
        <w:rPr>
          <w:lang w:val="es-ES_tradnl"/>
        </w:rPr>
      </w:pPr>
      <w:r w:rsidRPr="00BF2249">
        <w:rPr>
          <w:lang w:val="es-ES_tradnl"/>
        </w:rPr>
        <w:t>•</w:t>
      </w:r>
      <w:r w:rsidRPr="00BF2249">
        <w:rPr>
          <w:lang w:val="es-ES_tradnl"/>
        </w:rPr>
        <w:tab/>
      </w:r>
      <w:r w:rsidRPr="00BF2249">
        <w:rPr>
          <w:b/>
          <w:bCs/>
          <w:lang w:val="es-ES_tradnl"/>
        </w:rPr>
        <w:t xml:space="preserve">Si ya envió su encuesta completada, le agradecemos muchísimo su ayuda. </w:t>
      </w:r>
      <w:r w:rsidRPr="00BF2249">
        <w:rPr>
          <w:lang w:val="es-ES_tradnl"/>
        </w:rPr>
        <w:t xml:space="preserve">Puede ignorar el resto de este mensaje. </w:t>
      </w:r>
    </w:p>
    <w:p w14:paraId="5E9586DB" w14:textId="77777777" w:rsidR="00963D36" w:rsidRPr="00BF2249" w:rsidRDefault="00963D36" w:rsidP="00963D36">
      <w:pPr>
        <w:spacing w:after="120" w:line="252" w:lineRule="auto"/>
        <w:ind w:left="720" w:hanging="360"/>
        <w:rPr>
          <w:lang w:val="es-ES_tradnl"/>
        </w:rPr>
      </w:pPr>
      <w:r w:rsidRPr="00BF2249">
        <w:rPr>
          <w:lang w:val="es-ES_tradnl"/>
        </w:rPr>
        <w:t>•</w:t>
      </w:r>
      <w:r w:rsidRPr="00BF2249">
        <w:rPr>
          <w:lang w:val="es-ES_tradnl"/>
        </w:rPr>
        <w:tab/>
        <w:t xml:space="preserve">Si aún no ha completado la encuesta, se lo agradeceríamos muchísimo que tomara un momento para completarla usando el enlace a continuación. </w:t>
      </w:r>
    </w:p>
    <w:p w14:paraId="2963702D" w14:textId="77777777" w:rsidR="00963D36" w:rsidRPr="00BF2249" w:rsidRDefault="00963D36" w:rsidP="00963D36">
      <w:pPr>
        <w:spacing w:after="120" w:line="252" w:lineRule="auto"/>
        <w:ind w:right="810"/>
        <w:rPr>
          <w:b/>
          <w:lang w:val="es-ES_tradnl"/>
        </w:rPr>
      </w:pPr>
      <w:r w:rsidRPr="00BF2249">
        <w:rPr>
          <w:b/>
          <w:bCs/>
          <w:lang w:val="es-ES_tradnl"/>
        </w:rPr>
        <w:t>Haga clic en el siguiente enlace para ir a la encuesta:</w:t>
      </w:r>
      <w:r w:rsidRPr="00BF2249">
        <w:rPr>
          <w:lang w:val="es-ES_tradnl"/>
        </w:rPr>
        <w:t xml:space="preserve"> </w:t>
      </w:r>
      <w:r w:rsidRPr="00BF2249">
        <w:rPr>
          <w:b/>
          <w:bCs/>
          <w:lang w:val="es-ES_tradnl"/>
        </w:rPr>
        <w:t>[LINK TO SURVEY].</w:t>
      </w:r>
      <w:r w:rsidRPr="00BF2249">
        <w:rPr>
          <w:lang w:val="es-ES_tradnl"/>
        </w:rPr>
        <w:t xml:space="preserve"> </w:t>
      </w:r>
      <w:r w:rsidRPr="00BF2249">
        <w:rPr>
          <w:b/>
          <w:bCs/>
          <w:lang w:val="es-ES_tradnl"/>
        </w:rPr>
        <w:t xml:space="preserve">Necesitará un nombre de usuario y contraseña para completar la encuesta. </w:t>
      </w:r>
    </w:p>
    <w:p w14:paraId="66D34869" w14:textId="77777777" w:rsidR="00963D36" w:rsidRPr="00BF2249" w:rsidRDefault="00963D36" w:rsidP="00963D36">
      <w:pPr>
        <w:spacing w:after="120"/>
        <w:ind w:left="1440" w:right="252"/>
        <w:rPr>
          <w:b/>
          <w:lang w:val="es-ES_tradnl"/>
        </w:rPr>
      </w:pPr>
      <w:r w:rsidRPr="00BF2249">
        <w:rPr>
          <w:b/>
          <w:bCs/>
          <w:lang w:val="es-ES_tradnl"/>
        </w:rPr>
        <w:t>Nombre de usuario:</w:t>
      </w:r>
    </w:p>
    <w:p w14:paraId="528DCAB8" w14:textId="77777777" w:rsidR="00963D36" w:rsidRPr="00BF2249" w:rsidRDefault="00963D36" w:rsidP="00963D36">
      <w:pPr>
        <w:spacing w:after="120"/>
        <w:ind w:left="1440" w:right="252"/>
        <w:rPr>
          <w:b/>
          <w:lang w:val="es-ES_tradnl"/>
        </w:rPr>
      </w:pPr>
      <w:r w:rsidRPr="00BF2249">
        <w:rPr>
          <w:b/>
          <w:bCs/>
          <w:lang w:val="es-ES_tradnl"/>
        </w:rPr>
        <w:t>Contraseña:</w:t>
      </w:r>
      <w:r w:rsidRPr="00BF2249">
        <w:rPr>
          <w:lang w:val="es-ES_tradnl"/>
        </w:rPr>
        <w:t xml:space="preserve"> </w:t>
      </w:r>
    </w:p>
    <w:p w14:paraId="24A6E83C" w14:textId="77777777" w:rsidR="00963D36" w:rsidRPr="00BF2249" w:rsidRDefault="00963D36" w:rsidP="00963D36">
      <w:pPr>
        <w:spacing w:after="120"/>
        <w:ind w:right="252"/>
        <w:rPr>
          <w:lang w:val="es-ES_tradnl"/>
        </w:rPr>
      </w:pPr>
      <w:r w:rsidRPr="00BF2249">
        <w:rPr>
          <w:lang w:val="es-ES_tradnl"/>
        </w:rPr>
        <w:t>Contestar las preguntas le tomará unos 20 minutos. Mantendremos la privacidad de sus respuestas. No se hará ninguna conexión entre sus respuestas y su identidad. Además, sus médicos no recibirán su encuesta. Revisaremos con atención los resultados de la encuesta para entender cómo los pacientes están recibiendo la atención médica ofrecida y determinar cómo podemos mejorarla.</w:t>
      </w:r>
    </w:p>
    <w:p w14:paraId="32281526" w14:textId="77777777" w:rsidR="00963D36" w:rsidRPr="00BF2249" w:rsidRDefault="00963D36" w:rsidP="00963D36">
      <w:pPr>
        <w:spacing w:after="120" w:line="276" w:lineRule="auto"/>
        <w:rPr>
          <w:lang w:val="es-ES_tradnl"/>
        </w:rPr>
      </w:pPr>
      <w:r w:rsidRPr="00BF2249">
        <w:rPr>
          <w:lang w:val="es-ES_tradnl"/>
        </w:rPr>
        <w:t xml:space="preserve">Usted no tiene ninguna obligación de participar en la encuesta, pero la exactitud de los resultados depende de si podemos obtener las respuestas de usted y de las demás personas que fueron seleccionadas para participar en la encuesta. </w:t>
      </w:r>
    </w:p>
    <w:p w14:paraId="46C013FE" w14:textId="77777777" w:rsidR="00963D36" w:rsidRPr="00BF2249" w:rsidRDefault="00963D36" w:rsidP="00963D36">
      <w:pPr>
        <w:spacing w:after="120" w:line="276" w:lineRule="auto"/>
        <w:rPr>
          <w:lang w:val="es-ES_tradnl"/>
        </w:rPr>
      </w:pPr>
      <w:r w:rsidRPr="00BF2249">
        <w:rPr>
          <w:lang w:val="es-ES_tradnl"/>
        </w:rPr>
        <w:t xml:space="preserve">Si tiene alguna pregunta </w:t>
      </w:r>
      <w:r>
        <w:rPr>
          <w:lang w:val="es-ES_tradnl"/>
        </w:rPr>
        <w:t>sobre</w:t>
      </w:r>
      <w:r w:rsidRPr="00BF2249">
        <w:rPr>
          <w:lang w:val="es-ES_tradnl"/>
        </w:rPr>
        <w:t xml:space="preserve"> esta encuesta, por favor llame a [CONTACT NAME] en el </w:t>
      </w:r>
      <w:r>
        <w:rPr>
          <w:lang w:val="es-ES_tradnl"/>
        </w:rPr>
        <w:t>(</w:t>
      </w:r>
      <w:r w:rsidRPr="00BF2249">
        <w:rPr>
          <w:lang w:val="es-ES_tradnl"/>
        </w:rPr>
        <w:t>XXX</w:t>
      </w:r>
      <w:r>
        <w:rPr>
          <w:lang w:val="es-ES_tradnl"/>
        </w:rPr>
        <w:t>) [</w:t>
      </w:r>
      <w:r w:rsidRPr="00BF2249">
        <w:rPr>
          <w:lang w:val="es-ES_tradnl"/>
        </w:rPr>
        <w:t>XXX-XXXX</w:t>
      </w:r>
      <w:r>
        <w:rPr>
          <w:lang w:val="es-ES_tradnl"/>
        </w:rPr>
        <w:t>]</w:t>
      </w:r>
      <w:r w:rsidRPr="00BF2249">
        <w:rPr>
          <w:lang w:val="es-ES_tradnl"/>
        </w:rPr>
        <w:t>.</w:t>
      </w:r>
      <w:r>
        <w:rPr>
          <w:lang w:val="es-ES_tradnl"/>
        </w:rPr>
        <w:t xml:space="preserve"> </w:t>
      </w:r>
      <w:r w:rsidRPr="00BF2249">
        <w:rPr>
          <w:lang w:val="es-ES_tradnl"/>
        </w:rPr>
        <w:t>También puede llamar a este número si cree que una encuesta sobre el cáncer no es aplicable a usted, que fue seleccionado</w:t>
      </w:r>
      <w:r>
        <w:rPr>
          <w:lang w:val="es-ES_tradnl"/>
        </w:rPr>
        <w:t>/a</w:t>
      </w:r>
      <w:r w:rsidRPr="00BF2249">
        <w:rPr>
          <w:lang w:val="es-ES_tradnl"/>
        </w:rPr>
        <w:t xml:space="preserve"> por error o si no desea participar en la encuesta. Le agradecemos por ayudar a mejorar la atención médica en [NAME OF CANCER CENTER/FACILITY] para todo</w:t>
      </w:r>
      <w:r>
        <w:rPr>
          <w:lang w:val="es-ES_tradnl"/>
        </w:rPr>
        <w:t>s.</w:t>
      </w:r>
      <w:r w:rsidRPr="00BF2249">
        <w:rPr>
          <w:lang w:val="es-ES_tradnl"/>
        </w:rPr>
        <w:t xml:space="preserve"> </w:t>
      </w:r>
    </w:p>
    <w:p w14:paraId="51CBD229" w14:textId="77777777" w:rsidR="00963D36" w:rsidRPr="00263487" w:rsidRDefault="00963D36" w:rsidP="00963D36">
      <w:pPr>
        <w:spacing w:after="120" w:line="276" w:lineRule="auto"/>
      </w:pPr>
      <w:proofErr w:type="spellStart"/>
      <w:r w:rsidRPr="00263487">
        <w:t>Atentamente</w:t>
      </w:r>
      <w:proofErr w:type="spellEnd"/>
      <w:r w:rsidRPr="00263487">
        <w:t xml:space="preserve">, </w:t>
      </w:r>
    </w:p>
    <w:p w14:paraId="134A5566" w14:textId="77777777" w:rsidR="00963D36" w:rsidRPr="00E11D99" w:rsidRDefault="00963D36" w:rsidP="00963D36">
      <w:pPr>
        <w:spacing w:after="120" w:line="276" w:lineRule="auto"/>
      </w:pPr>
      <w:r w:rsidRPr="00BF2249">
        <w:t>[NAME OF PERSON REPRESENTING CANCER CENTER/FACILITY]</w:t>
      </w:r>
    </w:p>
    <w:p w14:paraId="25BAF01D" w14:textId="77777777" w:rsidR="00963D36" w:rsidRPr="00263487" w:rsidRDefault="00963D36" w:rsidP="00963D36">
      <w:pPr>
        <w:spacing w:line="276" w:lineRule="auto"/>
      </w:pPr>
    </w:p>
    <w:p w14:paraId="6AF7B761" w14:textId="77777777" w:rsidR="00963D36" w:rsidRPr="00B75A46" w:rsidRDefault="00963D36" w:rsidP="00F21C2C">
      <w:pPr>
        <w:spacing w:after="120" w:line="320" w:lineRule="atLeast"/>
        <w:rPr>
          <w:lang w:val="es-ES"/>
        </w:rPr>
      </w:pPr>
    </w:p>
    <w:sectPr w:rsidR="00963D36" w:rsidRPr="00B75A46" w:rsidSect="00D810CC">
      <w:footerReference w:type="default" r:id="rId16"/>
      <w:footerReference w:type="first" r:id="rId17"/>
      <w:pgSz w:w="12240" w:h="15840" w:code="1"/>
      <w:pgMar w:top="1440" w:right="1440" w:bottom="1440" w:left="1440" w:header="720" w:footer="74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33DDF" w14:textId="77777777" w:rsidR="00963D36" w:rsidRDefault="00963D36">
      <w:r>
        <w:separator/>
      </w:r>
    </w:p>
    <w:p w14:paraId="04893BF4" w14:textId="77777777" w:rsidR="00963D36" w:rsidRDefault="00963D36"/>
  </w:endnote>
  <w:endnote w:type="continuationSeparator" w:id="0">
    <w:p w14:paraId="304C43DC" w14:textId="77777777" w:rsidR="00963D36" w:rsidRDefault="00963D36">
      <w:r>
        <w:continuationSeparator/>
      </w:r>
    </w:p>
    <w:p w14:paraId="78D409D0" w14:textId="77777777" w:rsidR="00963D36" w:rsidRDefault="00963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Borders>
        <w:top w:val="single" w:sz="8" w:space="0" w:color="2F5496" w:themeColor="accent5" w:themeShade="BF"/>
      </w:tblBorders>
      <w:tblLayout w:type="fixed"/>
      <w:tblLook w:val="0000" w:firstRow="0" w:lastRow="0" w:firstColumn="0" w:lastColumn="0" w:noHBand="0" w:noVBand="0"/>
    </w:tblPr>
    <w:tblGrid>
      <w:gridCol w:w="8352"/>
      <w:gridCol w:w="1224"/>
    </w:tblGrid>
    <w:tr w:rsidR="00963D36" w:rsidRPr="00E3055B" w14:paraId="5016909F" w14:textId="77777777" w:rsidTr="00126D2C">
      <w:tc>
        <w:tcPr>
          <w:tcW w:w="8352" w:type="dxa"/>
        </w:tcPr>
        <w:p w14:paraId="646B9B11" w14:textId="77777777" w:rsidR="00963D36" w:rsidRDefault="00963D36" w:rsidP="003F7405">
          <w:pPr>
            <w:pStyle w:val="Footer"/>
            <w:ind w:right="360"/>
          </w:pPr>
          <w:r>
            <w:t>Sample Notification Letters and Emails for the CAHPS Cancer Care Survey</w:t>
          </w:r>
        </w:p>
        <w:p w14:paraId="0F28D370" w14:textId="77777777" w:rsidR="00963D36" w:rsidRPr="00E3055B" w:rsidRDefault="00963D36" w:rsidP="004D603F">
          <w:pPr>
            <w:pStyle w:val="Footer"/>
            <w:ind w:right="360"/>
          </w:pPr>
          <w:r w:rsidRPr="003875D3">
            <w:t>Doc</w:t>
          </w:r>
          <w:r>
            <w:t>ument</w:t>
          </w:r>
          <w:r w:rsidRPr="003875D3">
            <w:t xml:space="preserve"> No. </w:t>
          </w:r>
          <w:r>
            <w:t>561</w:t>
          </w:r>
        </w:p>
      </w:tc>
      <w:tc>
        <w:tcPr>
          <w:tcW w:w="1224" w:type="dxa"/>
        </w:tcPr>
        <w:p w14:paraId="2C44379F" w14:textId="77777777" w:rsidR="00963D36" w:rsidRPr="00E3055B" w:rsidRDefault="00963D36" w:rsidP="004D603F">
          <w:pPr>
            <w:pStyle w:val="Footer"/>
            <w:jc w:val="right"/>
          </w:pPr>
        </w:p>
      </w:tc>
    </w:tr>
  </w:tbl>
  <w:p w14:paraId="0CB71701" w14:textId="77777777" w:rsidR="00963D36" w:rsidRDefault="00963D36" w:rsidP="00D810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Borders>
        <w:top w:val="single" w:sz="8" w:space="0" w:color="2F5496" w:themeColor="accent5" w:themeShade="BF"/>
      </w:tblBorders>
      <w:tblLayout w:type="fixed"/>
      <w:tblLook w:val="0000" w:firstRow="0" w:lastRow="0" w:firstColumn="0" w:lastColumn="0" w:noHBand="0" w:noVBand="0"/>
    </w:tblPr>
    <w:tblGrid>
      <w:gridCol w:w="8352"/>
      <w:gridCol w:w="1224"/>
    </w:tblGrid>
    <w:tr w:rsidR="00963D36" w:rsidRPr="00E3055B" w14:paraId="58D95A15" w14:textId="77777777" w:rsidTr="00D810CC">
      <w:trPr>
        <w:trHeight w:val="522"/>
      </w:trPr>
      <w:tc>
        <w:tcPr>
          <w:tcW w:w="8352" w:type="dxa"/>
        </w:tcPr>
        <w:p w14:paraId="0D3B60A6" w14:textId="77777777" w:rsidR="00963D36" w:rsidRDefault="00963D36" w:rsidP="003F7405">
          <w:pPr>
            <w:pStyle w:val="Footer"/>
            <w:ind w:right="360"/>
          </w:pPr>
          <w:r>
            <w:t>Sample Notification Letters and Emails for the CAHPS Cancer Care Survey</w:t>
          </w:r>
        </w:p>
        <w:p w14:paraId="39F77DF9" w14:textId="77777777" w:rsidR="00963D36" w:rsidRPr="003875D3" w:rsidRDefault="00963D36" w:rsidP="003F7405">
          <w:pPr>
            <w:pStyle w:val="Footer"/>
            <w:ind w:right="360"/>
          </w:pPr>
          <w:r w:rsidRPr="003875D3">
            <w:t>Doc</w:t>
          </w:r>
          <w:r>
            <w:t>ument</w:t>
          </w:r>
          <w:r w:rsidRPr="003875D3">
            <w:t xml:space="preserve"> No. </w:t>
          </w:r>
          <w:r>
            <w:t>561</w:t>
          </w:r>
        </w:p>
        <w:p w14:paraId="66A87FBD" w14:textId="77777777" w:rsidR="00963D36" w:rsidRPr="00E3055B" w:rsidRDefault="00963D36" w:rsidP="005A5535">
          <w:pPr>
            <w:pStyle w:val="Footer"/>
            <w:ind w:right="360"/>
          </w:pPr>
          <w:r>
            <w:t>July 14, 2017</w:t>
          </w:r>
        </w:p>
      </w:tc>
      <w:tc>
        <w:tcPr>
          <w:tcW w:w="1224" w:type="dxa"/>
        </w:tcPr>
        <w:p w14:paraId="69395E08" w14:textId="77777777" w:rsidR="00963D36" w:rsidRPr="00E3055B" w:rsidRDefault="00963D36" w:rsidP="00920A90">
          <w:pPr>
            <w:pStyle w:val="Footer"/>
            <w:jc w:val="right"/>
          </w:pPr>
        </w:p>
      </w:tc>
    </w:tr>
  </w:tbl>
  <w:p w14:paraId="2561B72A" w14:textId="77777777" w:rsidR="00963D36" w:rsidRDefault="00963D36" w:rsidP="00D810C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Borders>
        <w:top w:val="single" w:sz="8" w:space="0" w:color="2F5496" w:themeColor="accent5" w:themeShade="BF"/>
      </w:tblBorders>
      <w:tblLayout w:type="fixed"/>
      <w:tblLook w:val="0000" w:firstRow="0" w:lastRow="0" w:firstColumn="0" w:lastColumn="0" w:noHBand="0" w:noVBand="0"/>
    </w:tblPr>
    <w:tblGrid>
      <w:gridCol w:w="8352"/>
      <w:gridCol w:w="1224"/>
    </w:tblGrid>
    <w:tr w:rsidR="00963D36" w:rsidRPr="00D26F77" w14:paraId="4D0D3DFD" w14:textId="77777777" w:rsidTr="00E5472C">
      <w:tc>
        <w:tcPr>
          <w:tcW w:w="8352" w:type="dxa"/>
        </w:tcPr>
        <w:p w14:paraId="4CFDEBC8" w14:textId="77777777" w:rsidR="00963D36" w:rsidRDefault="00963D36" w:rsidP="000E61B6">
          <w:pPr>
            <w:pStyle w:val="Footer"/>
            <w:ind w:right="360"/>
          </w:pPr>
          <w:r>
            <w:t>Sample Notification Letters and Emails for the CAHPS Cancer Care Survey</w:t>
          </w:r>
        </w:p>
        <w:p w14:paraId="444B425B" w14:textId="77777777" w:rsidR="00963D36" w:rsidRPr="00D26F77" w:rsidRDefault="00963D36" w:rsidP="000E61B6">
          <w:pPr>
            <w:pStyle w:val="Footer"/>
            <w:ind w:right="360"/>
          </w:pPr>
          <w:r w:rsidRPr="003875D3">
            <w:t>Doc</w:t>
          </w:r>
          <w:r>
            <w:t>ument</w:t>
          </w:r>
          <w:r w:rsidRPr="003875D3">
            <w:t xml:space="preserve"> No. </w:t>
          </w:r>
          <w:r>
            <w:t>561</w:t>
          </w:r>
        </w:p>
      </w:tc>
      <w:tc>
        <w:tcPr>
          <w:tcW w:w="1224" w:type="dxa"/>
        </w:tcPr>
        <w:p w14:paraId="163D69B7" w14:textId="2148651B" w:rsidR="00963D36" w:rsidRPr="00D26F77" w:rsidRDefault="00963D36" w:rsidP="000E61B6">
          <w:pPr>
            <w:pStyle w:val="Footer"/>
            <w:jc w:val="right"/>
          </w:pPr>
          <w:r>
            <w:t xml:space="preserve">Page </w:t>
          </w:r>
          <w:r>
            <w:fldChar w:fldCharType="begin"/>
          </w:r>
          <w:r>
            <w:instrText xml:space="preserve"> PAGE </w:instrText>
          </w:r>
          <w:r>
            <w:fldChar w:fldCharType="separate"/>
          </w:r>
          <w:r w:rsidR="00011FFC">
            <w:rPr>
              <w:noProof/>
            </w:rPr>
            <w:t>16</w:t>
          </w:r>
          <w:r>
            <w:fldChar w:fldCharType="end"/>
          </w:r>
        </w:p>
      </w:tc>
    </w:tr>
  </w:tbl>
  <w:p w14:paraId="100FE8B5" w14:textId="77777777" w:rsidR="00963D36" w:rsidRPr="001D0E77" w:rsidRDefault="00963D36" w:rsidP="00506FDD">
    <w:pPr>
      <w:pStyle w:val="Footer"/>
      <w:spacing w:line="14" w:lineRule="exac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76" w:type="dxa"/>
      <w:tblBorders>
        <w:top w:val="single" w:sz="8" w:space="0" w:color="2F5496" w:themeColor="accent5" w:themeShade="BF"/>
      </w:tblBorders>
      <w:tblLayout w:type="fixed"/>
      <w:tblLook w:val="0000" w:firstRow="0" w:lastRow="0" w:firstColumn="0" w:lastColumn="0" w:noHBand="0" w:noVBand="0"/>
    </w:tblPr>
    <w:tblGrid>
      <w:gridCol w:w="8352"/>
      <w:gridCol w:w="1224"/>
    </w:tblGrid>
    <w:tr w:rsidR="00963D36" w:rsidRPr="00E3055B" w14:paraId="371C9EA8" w14:textId="77777777" w:rsidTr="00126D2C">
      <w:tc>
        <w:tcPr>
          <w:tcW w:w="8352" w:type="dxa"/>
        </w:tcPr>
        <w:p w14:paraId="5484D987" w14:textId="77777777" w:rsidR="00963D36" w:rsidRPr="00E3055B" w:rsidRDefault="00963D36" w:rsidP="009962E4">
          <w:pPr>
            <w:pStyle w:val="Footer"/>
            <w:ind w:right="360"/>
          </w:pPr>
          <w:r w:rsidRPr="00E3055B">
            <w:t>CAHPS Insert Title</w:t>
          </w:r>
        </w:p>
        <w:p w14:paraId="0799F068" w14:textId="77777777" w:rsidR="00963D36" w:rsidRPr="00E3055B" w:rsidRDefault="00963D36" w:rsidP="009962E4">
          <w:pPr>
            <w:pStyle w:val="Footer"/>
            <w:ind w:right="360"/>
          </w:pPr>
          <w:r w:rsidRPr="00E3055B">
            <w:t>Document No. ###</w:t>
          </w:r>
        </w:p>
        <w:p w14:paraId="37A86986" w14:textId="77777777" w:rsidR="00963D36" w:rsidRPr="00E3055B" w:rsidRDefault="00963D36" w:rsidP="009962E4">
          <w:pPr>
            <w:pStyle w:val="Footer"/>
            <w:ind w:right="360"/>
          </w:pPr>
          <w:r>
            <w:t>00/00/2016</w:t>
          </w:r>
        </w:p>
      </w:tc>
      <w:tc>
        <w:tcPr>
          <w:tcW w:w="1224" w:type="dxa"/>
        </w:tcPr>
        <w:p w14:paraId="52E505CE" w14:textId="77777777" w:rsidR="00963D36" w:rsidRPr="00E3055B" w:rsidRDefault="00963D36" w:rsidP="000E61B6">
          <w:pPr>
            <w:pStyle w:val="Footer"/>
            <w:jc w:val="right"/>
          </w:pPr>
          <w:r w:rsidRPr="00E3055B">
            <w:t xml:space="preserve">Page </w:t>
          </w:r>
          <w:r w:rsidRPr="00E3055B">
            <w:fldChar w:fldCharType="begin"/>
          </w:r>
          <w:r w:rsidRPr="00E3055B">
            <w:instrText xml:space="preserve"> PAGE </w:instrText>
          </w:r>
          <w:r w:rsidRPr="00E3055B">
            <w:fldChar w:fldCharType="separate"/>
          </w:r>
          <w:r>
            <w:rPr>
              <w:noProof/>
            </w:rPr>
            <w:t>18</w:t>
          </w:r>
          <w:r w:rsidRPr="00E3055B">
            <w:fldChar w:fldCharType="end"/>
          </w:r>
        </w:p>
      </w:tc>
    </w:tr>
  </w:tbl>
  <w:p w14:paraId="5FFF5F4E" w14:textId="77777777" w:rsidR="00963D36" w:rsidRPr="00E3055B" w:rsidRDefault="00963D36" w:rsidP="000E61B6">
    <w:pPr>
      <w:pStyle w:val="Footer"/>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DE060" w14:textId="77777777" w:rsidR="00963D36" w:rsidRPr="009B59FE" w:rsidRDefault="00963D36">
      <w:pPr>
        <w:ind w:left="1080"/>
        <w:rPr>
          <w:color w:val="2F5496" w:themeColor="accent5" w:themeShade="BF"/>
        </w:rPr>
      </w:pPr>
      <w:r w:rsidRPr="009B59FE">
        <w:rPr>
          <w:color w:val="2F5496" w:themeColor="accent5" w:themeShade="BF"/>
        </w:rPr>
        <w:separator/>
      </w:r>
    </w:p>
  </w:footnote>
  <w:footnote w:type="continuationSeparator" w:id="0">
    <w:p w14:paraId="76F64D96" w14:textId="77777777" w:rsidR="00963D36" w:rsidRDefault="00963D36">
      <w:r>
        <w:continuationSeparator/>
      </w:r>
    </w:p>
    <w:p w14:paraId="620B5D84" w14:textId="77777777" w:rsidR="00963D36" w:rsidRDefault="00963D3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4B036" w14:textId="77777777" w:rsidR="00963D36" w:rsidRDefault="00963D36" w:rsidP="00E3055B">
    <w:pPr>
      <w:pStyle w:val="Header"/>
    </w:pPr>
    <w:r>
      <w:rPr>
        <w:noProof/>
      </w:rPr>
      <mc:AlternateContent>
        <mc:Choice Requires="wps">
          <w:drawing>
            <wp:anchor distT="0" distB="0" distL="114300" distR="114300" simplePos="0" relativeHeight="251665408" behindDoc="1" locked="0" layoutInCell="1" allowOverlap="1" wp14:anchorId="1E10DF42" wp14:editId="0851A3F9">
              <wp:simplePos x="0" y="0"/>
              <wp:positionH relativeFrom="margin">
                <wp:posOffset>-12065</wp:posOffset>
              </wp:positionH>
              <wp:positionV relativeFrom="paragraph">
                <wp:posOffset>-65405</wp:posOffset>
              </wp:positionV>
              <wp:extent cx="5902325" cy="329565"/>
              <wp:effectExtent l="0" t="0" r="3175"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325" cy="329565"/>
                      </a:xfrm>
                      <a:prstGeom prst="rect">
                        <a:avLst/>
                      </a:prstGeom>
                      <a:gradFill rotWithShape="1">
                        <a:gsLst>
                          <a:gs pos="0">
                            <a:schemeClr val="accent5">
                              <a:lumMod val="75000"/>
                            </a:schemeClr>
                          </a:gs>
                          <a:gs pos="100000">
                            <a:srgbClr val="FFFFFF"/>
                          </a:gs>
                        </a:gsLst>
                        <a:lin ang="0" scaled="1"/>
                      </a:gradFill>
                      <a:ln w="9525">
                        <a:noFill/>
                        <a:miter lim="800000"/>
                        <a:headEnd/>
                        <a:tailEnd/>
                      </a:ln>
                      <a:extLst/>
                    </wps:spPr>
                    <wps:txbx>
                      <w:txbxContent>
                        <w:p w14:paraId="20E7A99F" w14:textId="77777777" w:rsidR="00963D36" w:rsidRPr="00781396" w:rsidRDefault="00963D36" w:rsidP="00E3055B">
                          <w:pPr>
                            <w:spacing w:before="60"/>
                            <w:ind w:right="-101"/>
                            <w:jc w:val="right"/>
                            <w:rPr>
                              <w:rFonts w:ascii="Arial Black" w:hAnsi="Arial Black"/>
                              <w:sz w:val="20"/>
                            </w:rPr>
                          </w:pPr>
                          <w:r w:rsidRPr="009E5DFA">
                            <w:rPr>
                              <w:rFonts w:ascii="Arial Black" w:hAnsi="Arial Black"/>
                              <w:sz w:val="20"/>
                            </w:rPr>
                            <w:t>CAHPS</w:t>
                          </w:r>
                          <w:r w:rsidRPr="00BE7E8B">
                            <w:rPr>
                              <w:rFonts w:ascii="Arial Black" w:hAnsi="Arial Black"/>
                              <w:sz w:val="20"/>
                              <w:vertAlign w:val="superscript"/>
                            </w:rPr>
                            <w:t>®</w:t>
                          </w:r>
                          <w:r w:rsidRPr="009E5DFA">
                            <w:rPr>
                              <w:rFonts w:ascii="Arial Black" w:hAnsi="Arial Black"/>
                              <w:sz w:val="20"/>
                            </w:rPr>
                            <w:t xml:space="preserve"> </w:t>
                          </w:r>
                          <w:r>
                            <w:rPr>
                              <w:rFonts w:ascii="Arial Black" w:hAnsi="Arial Black"/>
                              <w:sz w:val="20"/>
                            </w:rPr>
                            <w:t>Cancer Care</w:t>
                          </w:r>
                          <w:r w:rsidRPr="009E5DFA">
                            <w:rPr>
                              <w:rFonts w:ascii="Arial Black" w:hAnsi="Arial Black"/>
                              <w:sz w:val="20"/>
                            </w:rPr>
                            <w:t xml:space="preserve"> Survey and Instructions</w:t>
                          </w:r>
                        </w:p>
                        <w:p w14:paraId="7262EB43" w14:textId="77777777" w:rsidR="00963D36" w:rsidRPr="004E4AEF" w:rsidRDefault="00963D36" w:rsidP="00E3055B">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0DF42" id="Rectangle 6" o:spid="_x0000_s1026" style="position:absolute;margin-left:-.95pt;margin-top:-5.15pt;width:464.75pt;height:25.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" fillcolor="#2f5496 [2408]" stroked="f">
              <v:fill rotate="t" angle="90" focus="100%" type="gradient"/>
              <v:textbox>
                <w:txbxContent>
                  <w:p w14:paraId="20E7A99F" w14:textId="77777777" w:rsidR="00963D36" w:rsidRPr="00781396" w:rsidRDefault="00963D36" w:rsidP="00E3055B">
                    <w:pPr>
                      <w:spacing w:before="60"/>
                      <w:ind w:right="-101"/>
                      <w:jc w:val="right"/>
                      <w:rPr>
                        <w:rFonts w:ascii="Arial Black" w:hAnsi="Arial Black"/>
                        <w:sz w:val="20"/>
                      </w:rPr>
                    </w:pPr>
                    <w:r w:rsidRPr="009E5DFA">
                      <w:rPr>
                        <w:rFonts w:ascii="Arial Black" w:hAnsi="Arial Black"/>
                        <w:sz w:val="20"/>
                      </w:rPr>
                      <w:t>CAHPS</w:t>
                    </w:r>
                    <w:r w:rsidRPr="00BE7E8B">
                      <w:rPr>
                        <w:rFonts w:ascii="Arial Black" w:hAnsi="Arial Black"/>
                        <w:sz w:val="20"/>
                        <w:vertAlign w:val="superscript"/>
                      </w:rPr>
                      <w:t>®</w:t>
                    </w:r>
                    <w:r w:rsidRPr="009E5DFA">
                      <w:rPr>
                        <w:rFonts w:ascii="Arial Black" w:hAnsi="Arial Black"/>
                        <w:sz w:val="20"/>
                      </w:rPr>
                      <w:t xml:space="preserve"> </w:t>
                    </w:r>
                    <w:r>
                      <w:rPr>
                        <w:rFonts w:ascii="Arial Black" w:hAnsi="Arial Black"/>
                        <w:sz w:val="20"/>
                      </w:rPr>
                      <w:t>Cancer Care</w:t>
                    </w:r>
                    <w:r w:rsidRPr="009E5DFA">
                      <w:rPr>
                        <w:rFonts w:ascii="Arial Black" w:hAnsi="Arial Black"/>
                        <w:sz w:val="20"/>
                      </w:rPr>
                      <w:t xml:space="preserve"> Survey and Instructions</w:t>
                    </w:r>
                  </w:p>
                  <w:p w14:paraId="7262EB43" w14:textId="77777777" w:rsidR="00963D36" w:rsidRPr="004E4AEF" w:rsidRDefault="00963D36" w:rsidP="00E3055B">
                    <w:pPr>
                      <w:rPr>
                        <w:color w:val="0070C0"/>
                      </w:rPr>
                    </w:pPr>
                  </w:p>
                </w:txbxContent>
              </v:textbox>
              <w10:wrap anchorx="margin"/>
            </v:rect>
          </w:pict>
        </mc:Fallback>
      </mc:AlternateContent>
    </w:r>
  </w:p>
  <w:p w14:paraId="5CC8DB9C" w14:textId="77777777" w:rsidR="00963D36" w:rsidRDefault="00963D36"/>
  <w:p w14:paraId="209DE144" w14:textId="77777777" w:rsidR="00963D36" w:rsidRDefault="00963D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095B9" w14:textId="77777777" w:rsidR="00963D36" w:rsidRDefault="00963D36" w:rsidP="00E3055B">
    <w:pPr>
      <w:pStyle w:val="Header"/>
    </w:pPr>
    <w:r>
      <w:rPr>
        <w:noProof/>
      </w:rPr>
      <mc:AlternateContent>
        <mc:Choice Requires="wps">
          <w:drawing>
            <wp:anchor distT="0" distB="0" distL="114300" distR="114300" simplePos="0" relativeHeight="251667456" behindDoc="1" locked="0" layoutInCell="1" allowOverlap="1" wp14:anchorId="3F0C3563" wp14:editId="5268FE11">
              <wp:simplePos x="0" y="0"/>
              <wp:positionH relativeFrom="margin">
                <wp:posOffset>-12065</wp:posOffset>
              </wp:positionH>
              <wp:positionV relativeFrom="paragraph">
                <wp:posOffset>-65405</wp:posOffset>
              </wp:positionV>
              <wp:extent cx="5902325" cy="329565"/>
              <wp:effectExtent l="0" t="0" r="3175"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325" cy="329565"/>
                      </a:xfrm>
                      <a:prstGeom prst="rect">
                        <a:avLst/>
                      </a:prstGeom>
                      <a:gradFill rotWithShape="1">
                        <a:gsLst>
                          <a:gs pos="0">
                            <a:schemeClr val="accent5">
                              <a:lumMod val="75000"/>
                            </a:schemeClr>
                          </a:gs>
                          <a:gs pos="100000">
                            <a:srgbClr val="FFFFFF"/>
                          </a:gs>
                        </a:gsLst>
                        <a:lin ang="0" scaled="1"/>
                      </a:gradFill>
                      <a:ln w="9525">
                        <a:noFill/>
                        <a:miter lim="800000"/>
                        <a:headEnd/>
                        <a:tailEnd/>
                      </a:ln>
                      <a:extLst/>
                    </wps:spPr>
                    <wps:txbx>
                      <w:txbxContent>
                        <w:p w14:paraId="06D8B145" w14:textId="77777777" w:rsidR="00963D36" w:rsidRPr="00781396" w:rsidRDefault="00963D36" w:rsidP="00E3055B">
                          <w:pPr>
                            <w:spacing w:before="60"/>
                            <w:ind w:right="-101"/>
                            <w:jc w:val="right"/>
                            <w:rPr>
                              <w:rFonts w:ascii="Arial Black" w:hAnsi="Arial Black"/>
                              <w:sz w:val="20"/>
                            </w:rPr>
                          </w:pPr>
                          <w:r w:rsidRPr="009E5DFA">
                            <w:rPr>
                              <w:rFonts w:ascii="Arial Black" w:hAnsi="Arial Black"/>
                              <w:sz w:val="20"/>
                            </w:rPr>
                            <w:t>CAHPS</w:t>
                          </w:r>
                          <w:r w:rsidRPr="00BE7E8B">
                            <w:rPr>
                              <w:rFonts w:ascii="Arial Black" w:hAnsi="Arial Black"/>
                              <w:sz w:val="20"/>
                              <w:vertAlign w:val="superscript"/>
                            </w:rPr>
                            <w:t>®</w:t>
                          </w:r>
                          <w:r w:rsidRPr="009E5DFA">
                            <w:rPr>
                              <w:rFonts w:ascii="Arial Black" w:hAnsi="Arial Black"/>
                              <w:sz w:val="20"/>
                            </w:rPr>
                            <w:t xml:space="preserve"> </w:t>
                          </w:r>
                          <w:r>
                            <w:rPr>
                              <w:rFonts w:ascii="Arial Black" w:hAnsi="Arial Black"/>
                              <w:sz w:val="20"/>
                            </w:rPr>
                            <w:t>Cancer Care</w:t>
                          </w:r>
                          <w:r w:rsidRPr="009E5DFA">
                            <w:rPr>
                              <w:rFonts w:ascii="Arial Black" w:hAnsi="Arial Black"/>
                              <w:sz w:val="20"/>
                            </w:rPr>
                            <w:t xml:space="preserve"> Survey and Instructions</w:t>
                          </w:r>
                        </w:p>
                        <w:p w14:paraId="42154E07" w14:textId="77777777" w:rsidR="00963D36" w:rsidRPr="004E4AEF" w:rsidRDefault="00963D36" w:rsidP="00E3055B">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C3563" id="_x0000_s1027" style="position:absolute;margin-left:-.95pt;margin-top:-5.15pt;width:464.75pt;height:25.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" fillcolor="#2f5496 [2408]" stroked="f">
              <v:fill rotate="t" angle="90" focus="100%" type="gradient"/>
              <v:textbox>
                <w:txbxContent>
                  <w:p w14:paraId="06D8B145" w14:textId="77777777" w:rsidR="00963D36" w:rsidRPr="00781396" w:rsidRDefault="00963D36" w:rsidP="00E3055B">
                    <w:pPr>
                      <w:spacing w:before="60"/>
                      <w:ind w:right="-101"/>
                      <w:jc w:val="right"/>
                      <w:rPr>
                        <w:rFonts w:ascii="Arial Black" w:hAnsi="Arial Black"/>
                        <w:sz w:val="20"/>
                      </w:rPr>
                    </w:pPr>
                    <w:r w:rsidRPr="009E5DFA">
                      <w:rPr>
                        <w:rFonts w:ascii="Arial Black" w:hAnsi="Arial Black"/>
                        <w:sz w:val="20"/>
                      </w:rPr>
                      <w:t>CAHPS</w:t>
                    </w:r>
                    <w:r w:rsidRPr="00BE7E8B">
                      <w:rPr>
                        <w:rFonts w:ascii="Arial Black" w:hAnsi="Arial Black"/>
                        <w:sz w:val="20"/>
                        <w:vertAlign w:val="superscript"/>
                      </w:rPr>
                      <w:t>®</w:t>
                    </w:r>
                    <w:r w:rsidRPr="009E5DFA">
                      <w:rPr>
                        <w:rFonts w:ascii="Arial Black" w:hAnsi="Arial Black"/>
                        <w:sz w:val="20"/>
                      </w:rPr>
                      <w:t xml:space="preserve"> </w:t>
                    </w:r>
                    <w:r>
                      <w:rPr>
                        <w:rFonts w:ascii="Arial Black" w:hAnsi="Arial Black"/>
                        <w:sz w:val="20"/>
                      </w:rPr>
                      <w:t>Cancer Care</w:t>
                    </w:r>
                    <w:r w:rsidRPr="009E5DFA">
                      <w:rPr>
                        <w:rFonts w:ascii="Arial Black" w:hAnsi="Arial Black"/>
                        <w:sz w:val="20"/>
                      </w:rPr>
                      <w:t xml:space="preserve"> Survey and Instructions</w:t>
                    </w:r>
                  </w:p>
                  <w:p w14:paraId="42154E07" w14:textId="77777777" w:rsidR="00963D36" w:rsidRPr="004E4AEF" w:rsidRDefault="00963D36" w:rsidP="00E3055B">
                    <w:pPr>
                      <w:rPr>
                        <w:color w:val="0070C0"/>
                      </w:rPr>
                    </w:pPr>
                  </w:p>
                </w:txbxContent>
              </v:textbox>
              <w10:wrap anchorx="margin"/>
            </v:rect>
          </w:pict>
        </mc:Fallback>
      </mc:AlternateContent>
    </w:r>
  </w:p>
  <w:p w14:paraId="27DCB459" w14:textId="77777777" w:rsidR="00963D36" w:rsidRDefault="00963D36"/>
  <w:p w14:paraId="58FF8183" w14:textId="77777777" w:rsidR="00963D36" w:rsidRDefault="00963D3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250"/>
    <w:multiLevelType w:val="singleLevel"/>
    <w:tmpl w:val="ECBC6D02"/>
    <w:lvl w:ilvl="0">
      <w:start w:val="1"/>
      <w:numFmt w:val="bullet"/>
      <w:lvlText w:val="-"/>
      <w:lvlJc w:val="left"/>
      <w:pPr>
        <w:tabs>
          <w:tab w:val="num" w:pos="2520"/>
        </w:tabs>
        <w:ind w:left="2520" w:hanging="360"/>
      </w:pPr>
      <w:rPr>
        <w:rFonts w:ascii="Times New Roman" w:hAnsi="Times New Roman" w:hint="default"/>
        <w:color w:val="003300"/>
        <w:sz w:val="23"/>
      </w:rPr>
    </w:lvl>
  </w:abstractNum>
  <w:abstractNum w:abstractNumId="1" w15:restartNumberingAfterBreak="0">
    <w:nsid w:val="06744869"/>
    <w:multiLevelType w:val="hybridMultilevel"/>
    <w:tmpl w:val="A71EA8A0"/>
    <w:lvl w:ilvl="0" w:tplc="693696B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E480FB5"/>
    <w:multiLevelType w:val="hybridMultilevel"/>
    <w:tmpl w:val="B22E296E"/>
    <w:lvl w:ilvl="0" w:tplc="351E1BEC">
      <w:start w:val="5"/>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49D57B1"/>
    <w:multiLevelType w:val="hybridMultilevel"/>
    <w:tmpl w:val="35CA07C2"/>
    <w:lvl w:ilvl="0" w:tplc="E70EC8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ADB3FDA"/>
    <w:multiLevelType w:val="hybridMultilevel"/>
    <w:tmpl w:val="9FD2B7F6"/>
    <w:lvl w:ilvl="0" w:tplc="8B56F94C">
      <w:start w:val="6"/>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9813B47"/>
    <w:multiLevelType w:val="hybridMultilevel"/>
    <w:tmpl w:val="9FD4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AA3199"/>
    <w:multiLevelType w:val="hybridMultilevel"/>
    <w:tmpl w:val="A71EA8A0"/>
    <w:lvl w:ilvl="0" w:tplc="693696B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D1809B6"/>
    <w:multiLevelType w:val="hybridMultilevel"/>
    <w:tmpl w:val="1410FDDE"/>
    <w:lvl w:ilvl="0" w:tplc="F91EBCA6">
      <w:start w:val="1"/>
      <w:numFmt w:val="bullet"/>
      <w:pStyle w:val="N3-3rdBullet"/>
      <w:lvlText w:val="–"/>
      <w:lvlJc w:val="left"/>
      <w:pPr>
        <w:ind w:left="3240" w:hanging="360"/>
      </w:pPr>
      <w:rPr>
        <w:rFonts w:ascii="Times New Roman" w:hAnsi="Times New Roman" w:cs="Times New Roman" w:hint="default"/>
        <w:b w:val="0"/>
        <w:bCs w:val="0"/>
        <w:i w:val="0"/>
        <w:iCs w:val="0"/>
        <w:caps w:val="0"/>
        <w:strike w:val="0"/>
        <w:dstrike w:val="0"/>
        <w:vanish w:val="0"/>
        <w:color w:val="2F5496" w:themeColor="accent5" w:themeShade="BF"/>
        <w:kern w:val="0"/>
        <w:position w:val="0"/>
        <w:sz w:val="23"/>
        <w:szCs w:val="3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3F782B34"/>
    <w:multiLevelType w:val="hybridMultilevel"/>
    <w:tmpl w:val="438CA222"/>
    <w:lvl w:ilvl="0" w:tplc="4CA0E78E">
      <w:start w:val="1"/>
      <w:numFmt w:val="decimal"/>
      <w:lvlText w:val="%1."/>
      <w:lvlJc w:val="left"/>
      <w:pPr>
        <w:ind w:left="2160" w:hanging="360"/>
      </w:pPr>
      <w:rPr>
        <w:rFonts w:hint="default"/>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01A6AC4"/>
    <w:multiLevelType w:val="hybridMultilevel"/>
    <w:tmpl w:val="ACC49098"/>
    <w:lvl w:ilvl="0" w:tplc="7EE6E540">
      <w:start w:val="1"/>
      <w:numFmt w:val="lowerLetter"/>
      <w:pStyle w:val="NB-2ndNumb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8A77CCB"/>
    <w:multiLevelType w:val="hybridMultilevel"/>
    <w:tmpl w:val="85E89C80"/>
    <w:lvl w:ilvl="0" w:tplc="211C7360">
      <w:start w:val="1"/>
      <w:numFmt w:val="decimal"/>
      <w:pStyle w:val="NC-3rdNumber"/>
      <w:lvlText w:val="(%1)"/>
      <w:lvlJc w:val="left"/>
      <w:pPr>
        <w:ind w:left="3240" w:hanging="360"/>
      </w:pPr>
      <w:rPr>
        <w:rFonts w:ascii="Times New Roman" w:hAnsi="Times New Roman" w:hint="default"/>
        <w:sz w:val="23"/>
        <w:szCs w:val="23"/>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4A4927F3"/>
    <w:multiLevelType w:val="hybridMultilevel"/>
    <w:tmpl w:val="D8D05AA8"/>
    <w:lvl w:ilvl="0" w:tplc="5CB4E5D6">
      <w:start w:val="1"/>
      <w:numFmt w:val="bullet"/>
      <w:pStyle w:val="TB-TableBullet"/>
      <w:lvlText w:val=""/>
      <w:lvlJc w:val="left"/>
      <w:pPr>
        <w:ind w:left="1080" w:hanging="360"/>
      </w:pPr>
      <w:rPr>
        <w:rFonts w:ascii="Symbol" w:hAnsi="Symbol" w:hint="default"/>
        <w:color w:val="2F5496" w:themeColor="accent5" w:themeShade="BF"/>
        <w:sz w:val="24"/>
        <w:u w:color="5B9BD5" w:themeColor="accent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155396"/>
    <w:multiLevelType w:val="hybridMultilevel"/>
    <w:tmpl w:val="F49A78E4"/>
    <w:lvl w:ilvl="0" w:tplc="51580B7E">
      <w:start w:val="1"/>
      <w:numFmt w:val="decimal"/>
      <w:pStyle w:val="NA-1stNumb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64AA1670"/>
    <w:multiLevelType w:val="hybridMultilevel"/>
    <w:tmpl w:val="438CA222"/>
    <w:lvl w:ilvl="0" w:tplc="4CA0E78E">
      <w:start w:val="1"/>
      <w:numFmt w:val="decimal"/>
      <w:lvlText w:val="%1."/>
      <w:lvlJc w:val="left"/>
      <w:pPr>
        <w:ind w:left="2160" w:hanging="360"/>
      </w:pPr>
      <w:rPr>
        <w:rFonts w:hint="default"/>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D9A07FA"/>
    <w:multiLevelType w:val="hybridMultilevel"/>
    <w:tmpl w:val="C1D6CA24"/>
    <w:lvl w:ilvl="0" w:tplc="60B6C534">
      <w:start w:val="1"/>
      <w:numFmt w:val="bullet"/>
      <w:pStyle w:val="N2-2ndBullet"/>
      <w:lvlText w:val="o"/>
      <w:lvlJc w:val="left"/>
      <w:pPr>
        <w:ind w:left="1440" w:hanging="360"/>
      </w:pPr>
      <w:rPr>
        <w:rFonts w:ascii="Courier New" w:hAnsi="Courier New" w:cs="Courier New" w:hint="default"/>
        <w:color w:val="2F5496" w:themeColor="accent5" w:themeShade="BF"/>
        <w:sz w:val="21"/>
        <w:szCs w:val="2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F282B24"/>
    <w:multiLevelType w:val="singleLevel"/>
    <w:tmpl w:val="007A9800"/>
    <w:lvl w:ilvl="0">
      <w:start w:val="1"/>
      <w:numFmt w:val="bullet"/>
      <w:pStyle w:val="N1-1stBullet"/>
      <w:lvlText w:val=""/>
      <w:lvlJc w:val="left"/>
      <w:pPr>
        <w:tabs>
          <w:tab w:val="num" w:pos="2160"/>
        </w:tabs>
        <w:ind w:left="2160" w:hanging="360"/>
      </w:pPr>
      <w:rPr>
        <w:rFonts w:ascii="Symbol" w:hAnsi="Symbol" w:hint="default"/>
        <w:color w:val="2F5496" w:themeColor="accent5" w:themeShade="BF"/>
        <w:sz w:val="24"/>
      </w:rPr>
    </w:lvl>
  </w:abstractNum>
  <w:abstractNum w:abstractNumId="16" w15:restartNumberingAfterBreak="0">
    <w:nsid w:val="6FC521D2"/>
    <w:multiLevelType w:val="hybridMultilevel"/>
    <w:tmpl w:val="C9ECE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9"/>
  </w:num>
  <w:num w:numId="4">
    <w:abstractNumId w:val="16"/>
  </w:num>
  <w:num w:numId="5">
    <w:abstractNumId w:val="11"/>
  </w:num>
  <w:num w:numId="6">
    <w:abstractNumId w:val="14"/>
  </w:num>
  <w:num w:numId="7">
    <w:abstractNumId w:val="7"/>
  </w:num>
  <w:num w:numId="8">
    <w:abstractNumId w:val="12"/>
    <w:lvlOverride w:ilvl="0">
      <w:startOverride w:val="1"/>
    </w:lvlOverride>
  </w:num>
  <w:num w:numId="9">
    <w:abstractNumId w:val="10"/>
  </w:num>
  <w:num w:numId="10">
    <w:abstractNumId w:val="9"/>
    <w:lvlOverride w:ilvl="0">
      <w:startOverride w:val="1"/>
    </w:lvlOverride>
  </w:num>
  <w:num w:numId="11">
    <w:abstractNumId w:val="10"/>
    <w:lvlOverride w:ilvl="0">
      <w:startOverride w:val="1"/>
    </w:lvlOverride>
  </w:num>
  <w:num w:numId="12">
    <w:abstractNumId w:val="0"/>
  </w:num>
  <w:num w:numId="13">
    <w:abstractNumId w:val="6"/>
  </w:num>
  <w:num w:numId="14">
    <w:abstractNumId w:val="13"/>
  </w:num>
  <w:num w:numId="15">
    <w:abstractNumId w:val="2"/>
  </w:num>
  <w:num w:numId="16">
    <w:abstractNumId w:val="1"/>
  </w:num>
  <w:num w:numId="17">
    <w:abstractNumId w:val="4"/>
  </w:num>
  <w:num w:numId="18">
    <w:abstractNumId w:val="8"/>
  </w:num>
  <w:num w:numId="19">
    <w:abstractNumId w:val="12"/>
    <w:lvlOverride w:ilvl="0">
      <w:startOverride w:val="1"/>
    </w:lvlOverride>
  </w:num>
  <w:num w:numId="20">
    <w:abstractNumId w:val="12"/>
    <w:lvlOverride w:ilvl="0">
      <w:startOverride w:val="1"/>
    </w:lvlOverride>
  </w:num>
  <w:num w:numId="21">
    <w:abstractNumId w:val="3"/>
  </w:num>
  <w:num w:numId="2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8" w:dllVersion="513"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1265">
      <o:colormru v:ext="edit" colors="#c6f,#c0c,#90c,#f6c"/>
    </o:shapedefaults>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262"/>
    <w:rsid w:val="000005E2"/>
    <w:rsid w:val="0001050E"/>
    <w:rsid w:val="00011FFC"/>
    <w:rsid w:val="000151C1"/>
    <w:rsid w:val="0002155A"/>
    <w:rsid w:val="00021655"/>
    <w:rsid w:val="00021667"/>
    <w:rsid w:val="0002255A"/>
    <w:rsid w:val="00023671"/>
    <w:rsid w:val="00024B32"/>
    <w:rsid w:val="00026174"/>
    <w:rsid w:val="00027A1E"/>
    <w:rsid w:val="00032790"/>
    <w:rsid w:val="00032DAB"/>
    <w:rsid w:val="000340E2"/>
    <w:rsid w:val="000472EE"/>
    <w:rsid w:val="00055311"/>
    <w:rsid w:val="000564A0"/>
    <w:rsid w:val="00057674"/>
    <w:rsid w:val="00057D52"/>
    <w:rsid w:val="00060B0A"/>
    <w:rsid w:val="00064C17"/>
    <w:rsid w:val="00067533"/>
    <w:rsid w:val="000738FF"/>
    <w:rsid w:val="000742AB"/>
    <w:rsid w:val="0007495B"/>
    <w:rsid w:val="000753F1"/>
    <w:rsid w:val="0008270E"/>
    <w:rsid w:val="00084231"/>
    <w:rsid w:val="000873D8"/>
    <w:rsid w:val="00090F56"/>
    <w:rsid w:val="000911C7"/>
    <w:rsid w:val="00095033"/>
    <w:rsid w:val="0009615D"/>
    <w:rsid w:val="00096190"/>
    <w:rsid w:val="0009658B"/>
    <w:rsid w:val="00097D0C"/>
    <w:rsid w:val="000A140F"/>
    <w:rsid w:val="000A5D8C"/>
    <w:rsid w:val="000B1260"/>
    <w:rsid w:val="000B1E67"/>
    <w:rsid w:val="000B27DA"/>
    <w:rsid w:val="000C0BC5"/>
    <w:rsid w:val="000C2441"/>
    <w:rsid w:val="000C598F"/>
    <w:rsid w:val="000D38B1"/>
    <w:rsid w:val="000D3E02"/>
    <w:rsid w:val="000D427F"/>
    <w:rsid w:val="000D458C"/>
    <w:rsid w:val="000D5028"/>
    <w:rsid w:val="000D56B1"/>
    <w:rsid w:val="000E05A5"/>
    <w:rsid w:val="000E1819"/>
    <w:rsid w:val="000E52F4"/>
    <w:rsid w:val="000E61B6"/>
    <w:rsid w:val="000E73D7"/>
    <w:rsid w:val="00100D21"/>
    <w:rsid w:val="00101A26"/>
    <w:rsid w:val="001046C4"/>
    <w:rsid w:val="00106F6D"/>
    <w:rsid w:val="001106DA"/>
    <w:rsid w:val="00117F6C"/>
    <w:rsid w:val="001215D5"/>
    <w:rsid w:val="00121ADB"/>
    <w:rsid w:val="0012433F"/>
    <w:rsid w:val="00126D2C"/>
    <w:rsid w:val="001314B6"/>
    <w:rsid w:val="00133430"/>
    <w:rsid w:val="00133EDE"/>
    <w:rsid w:val="00134E11"/>
    <w:rsid w:val="00142487"/>
    <w:rsid w:val="001430C9"/>
    <w:rsid w:val="00146853"/>
    <w:rsid w:val="001475ED"/>
    <w:rsid w:val="001557FF"/>
    <w:rsid w:val="00161B5A"/>
    <w:rsid w:val="001656D5"/>
    <w:rsid w:val="00175E19"/>
    <w:rsid w:val="0017710B"/>
    <w:rsid w:val="001816E5"/>
    <w:rsid w:val="00183C69"/>
    <w:rsid w:val="00183ED2"/>
    <w:rsid w:val="001878C8"/>
    <w:rsid w:val="00187CBC"/>
    <w:rsid w:val="0019264A"/>
    <w:rsid w:val="0019287E"/>
    <w:rsid w:val="0019327A"/>
    <w:rsid w:val="001A3AB3"/>
    <w:rsid w:val="001A6BF9"/>
    <w:rsid w:val="001B4D80"/>
    <w:rsid w:val="001B5F88"/>
    <w:rsid w:val="001C139D"/>
    <w:rsid w:val="001C7AAB"/>
    <w:rsid w:val="001C7F07"/>
    <w:rsid w:val="001D0E77"/>
    <w:rsid w:val="001D2FC6"/>
    <w:rsid w:val="001D4985"/>
    <w:rsid w:val="001D6737"/>
    <w:rsid w:val="001D6D99"/>
    <w:rsid w:val="001E6D78"/>
    <w:rsid w:val="001F3396"/>
    <w:rsid w:val="001F384F"/>
    <w:rsid w:val="001F3DF6"/>
    <w:rsid w:val="001F5B9B"/>
    <w:rsid w:val="0020085A"/>
    <w:rsid w:val="00205472"/>
    <w:rsid w:val="00205C88"/>
    <w:rsid w:val="00205F07"/>
    <w:rsid w:val="002079E6"/>
    <w:rsid w:val="0021000F"/>
    <w:rsid w:val="002110FA"/>
    <w:rsid w:val="00213A1D"/>
    <w:rsid w:val="00215AAC"/>
    <w:rsid w:val="002203DE"/>
    <w:rsid w:val="00223E7F"/>
    <w:rsid w:val="002301E0"/>
    <w:rsid w:val="00233250"/>
    <w:rsid w:val="002333D1"/>
    <w:rsid w:val="00235BF1"/>
    <w:rsid w:val="00240C07"/>
    <w:rsid w:val="00244E69"/>
    <w:rsid w:val="00251421"/>
    <w:rsid w:val="0025296A"/>
    <w:rsid w:val="0025387C"/>
    <w:rsid w:val="002541AE"/>
    <w:rsid w:val="00262AAD"/>
    <w:rsid w:val="00263D0F"/>
    <w:rsid w:val="0027006D"/>
    <w:rsid w:val="00273F24"/>
    <w:rsid w:val="00281B99"/>
    <w:rsid w:val="00281CD2"/>
    <w:rsid w:val="00283882"/>
    <w:rsid w:val="00283E85"/>
    <w:rsid w:val="00285EB4"/>
    <w:rsid w:val="00286D6A"/>
    <w:rsid w:val="00286F0E"/>
    <w:rsid w:val="0029157C"/>
    <w:rsid w:val="002924B2"/>
    <w:rsid w:val="00294993"/>
    <w:rsid w:val="00294DA6"/>
    <w:rsid w:val="00297DE3"/>
    <w:rsid w:val="002A25A9"/>
    <w:rsid w:val="002A4383"/>
    <w:rsid w:val="002A4C40"/>
    <w:rsid w:val="002A598C"/>
    <w:rsid w:val="002A64D3"/>
    <w:rsid w:val="002A7128"/>
    <w:rsid w:val="002A73DF"/>
    <w:rsid w:val="002B1D49"/>
    <w:rsid w:val="002B4662"/>
    <w:rsid w:val="002C2424"/>
    <w:rsid w:val="002D628C"/>
    <w:rsid w:val="002E02D3"/>
    <w:rsid w:val="002E21F6"/>
    <w:rsid w:val="002E74D3"/>
    <w:rsid w:val="002E7FB1"/>
    <w:rsid w:val="002F0E9D"/>
    <w:rsid w:val="002F638C"/>
    <w:rsid w:val="00301F5C"/>
    <w:rsid w:val="00302E9E"/>
    <w:rsid w:val="0030383E"/>
    <w:rsid w:val="003111EE"/>
    <w:rsid w:val="003113EB"/>
    <w:rsid w:val="00313F5F"/>
    <w:rsid w:val="00314584"/>
    <w:rsid w:val="00314BC4"/>
    <w:rsid w:val="00316393"/>
    <w:rsid w:val="00316CB7"/>
    <w:rsid w:val="00321F3F"/>
    <w:rsid w:val="00322704"/>
    <w:rsid w:val="003247C7"/>
    <w:rsid w:val="00330319"/>
    <w:rsid w:val="003368BF"/>
    <w:rsid w:val="00343210"/>
    <w:rsid w:val="00343C77"/>
    <w:rsid w:val="00345E7C"/>
    <w:rsid w:val="00346F7A"/>
    <w:rsid w:val="00353A44"/>
    <w:rsid w:val="00357B67"/>
    <w:rsid w:val="003611D2"/>
    <w:rsid w:val="003649C6"/>
    <w:rsid w:val="00372233"/>
    <w:rsid w:val="00374DAC"/>
    <w:rsid w:val="0037645B"/>
    <w:rsid w:val="003802CB"/>
    <w:rsid w:val="00382040"/>
    <w:rsid w:val="003825D7"/>
    <w:rsid w:val="003875D3"/>
    <w:rsid w:val="00393474"/>
    <w:rsid w:val="00394788"/>
    <w:rsid w:val="00397581"/>
    <w:rsid w:val="003A1DA3"/>
    <w:rsid w:val="003A2FFA"/>
    <w:rsid w:val="003A6103"/>
    <w:rsid w:val="003A74FE"/>
    <w:rsid w:val="003B1020"/>
    <w:rsid w:val="003B5D32"/>
    <w:rsid w:val="003B7C5B"/>
    <w:rsid w:val="003C0466"/>
    <w:rsid w:val="003C3DE5"/>
    <w:rsid w:val="003C7E33"/>
    <w:rsid w:val="003D01C8"/>
    <w:rsid w:val="003D11ED"/>
    <w:rsid w:val="003D127B"/>
    <w:rsid w:val="003D187E"/>
    <w:rsid w:val="003D3F89"/>
    <w:rsid w:val="003D56B1"/>
    <w:rsid w:val="003E1D18"/>
    <w:rsid w:val="003E2E52"/>
    <w:rsid w:val="003E366F"/>
    <w:rsid w:val="003E5DD1"/>
    <w:rsid w:val="003F0653"/>
    <w:rsid w:val="003F3D8B"/>
    <w:rsid w:val="003F51DC"/>
    <w:rsid w:val="003F5AC0"/>
    <w:rsid w:val="003F7405"/>
    <w:rsid w:val="00406D63"/>
    <w:rsid w:val="00406F91"/>
    <w:rsid w:val="00407ED2"/>
    <w:rsid w:val="00410959"/>
    <w:rsid w:val="00410F4A"/>
    <w:rsid w:val="00415B76"/>
    <w:rsid w:val="00420409"/>
    <w:rsid w:val="004227C0"/>
    <w:rsid w:val="00425F9F"/>
    <w:rsid w:val="00430FFE"/>
    <w:rsid w:val="00431D1C"/>
    <w:rsid w:val="00435386"/>
    <w:rsid w:val="00435D85"/>
    <w:rsid w:val="00437940"/>
    <w:rsid w:val="00440FE8"/>
    <w:rsid w:val="00442F66"/>
    <w:rsid w:val="00443087"/>
    <w:rsid w:val="00444242"/>
    <w:rsid w:val="00444705"/>
    <w:rsid w:val="00445BB3"/>
    <w:rsid w:val="0044626A"/>
    <w:rsid w:val="00447559"/>
    <w:rsid w:val="00454EFD"/>
    <w:rsid w:val="00455228"/>
    <w:rsid w:val="00456CC1"/>
    <w:rsid w:val="004574E0"/>
    <w:rsid w:val="00460518"/>
    <w:rsid w:val="00462163"/>
    <w:rsid w:val="004654EA"/>
    <w:rsid w:val="00471022"/>
    <w:rsid w:val="004718A5"/>
    <w:rsid w:val="00474F2C"/>
    <w:rsid w:val="004774A0"/>
    <w:rsid w:val="0048209E"/>
    <w:rsid w:val="00483A6E"/>
    <w:rsid w:val="0048570C"/>
    <w:rsid w:val="00485A83"/>
    <w:rsid w:val="00491302"/>
    <w:rsid w:val="00495359"/>
    <w:rsid w:val="004A10FE"/>
    <w:rsid w:val="004A4D57"/>
    <w:rsid w:val="004B12B9"/>
    <w:rsid w:val="004B405A"/>
    <w:rsid w:val="004B5B02"/>
    <w:rsid w:val="004B5B7A"/>
    <w:rsid w:val="004B7FB8"/>
    <w:rsid w:val="004C2414"/>
    <w:rsid w:val="004C395A"/>
    <w:rsid w:val="004C3E53"/>
    <w:rsid w:val="004D0FDA"/>
    <w:rsid w:val="004D12CF"/>
    <w:rsid w:val="004D5566"/>
    <w:rsid w:val="004D603F"/>
    <w:rsid w:val="004D77D7"/>
    <w:rsid w:val="004D7AA7"/>
    <w:rsid w:val="004E289E"/>
    <w:rsid w:val="004E2F51"/>
    <w:rsid w:val="004E3E1E"/>
    <w:rsid w:val="004E45C1"/>
    <w:rsid w:val="004E47E9"/>
    <w:rsid w:val="004E5973"/>
    <w:rsid w:val="004F33FF"/>
    <w:rsid w:val="004F5480"/>
    <w:rsid w:val="00500280"/>
    <w:rsid w:val="00500CB9"/>
    <w:rsid w:val="00503296"/>
    <w:rsid w:val="005035B8"/>
    <w:rsid w:val="005043EB"/>
    <w:rsid w:val="00504592"/>
    <w:rsid w:val="005052D2"/>
    <w:rsid w:val="00506FDD"/>
    <w:rsid w:val="0051266F"/>
    <w:rsid w:val="00514620"/>
    <w:rsid w:val="00516F7A"/>
    <w:rsid w:val="00525300"/>
    <w:rsid w:val="0053117A"/>
    <w:rsid w:val="00532885"/>
    <w:rsid w:val="005403B9"/>
    <w:rsid w:val="0054680E"/>
    <w:rsid w:val="00556426"/>
    <w:rsid w:val="00557CA8"/>
    <w:rsid w:val="00571E62"/>
    <w:rsid w:val="005735D0"/>
    <w:rsid w:val="005742C6"/>
    <w:rsid w:val="0058096C"/>
    <w:rsid w:val="005873D2"/>
    <w:rsid w:val="00590DA2"/>
    <w:rsid w:val="00592DC3"/>
    <w:rsid w:val="005A5535"/>
    <w:rsid w:val="005B01DC"/>
    <w:rsid w:val="005B11CF"/>
    <w:rsid w:val="005B4829"/>
    <w:rsid w:val="005B632C"/>
    <w:rsid w:val="005C5688"/>
    <w:rsid w:val="005C619F"/>
    <w:rsid w:val="005D02A7"/>
    <w:rsid w:val="005D0BEE"/>
    <w:rsid w:val="005D1E48"/>
    <w:rsid w:val="005E47DB"/>
    <w:rsid w:val="005E489A"/>
    <w:rsid w:val="005E4ED0"/>
    <w:rsid w:val="005F00F1"/>
    <w:rsid w:val="005F5A43"/>
    <w:rsid w:val="006013D2"/>
    <w:rsid w:val="00602E96"/>
    <w:rsid w:val="006037CA"/>
    <w:rsid w:val="00604BEC"/>
    <w:rsid w:val="00611C00"/>
    <w:rsid w:val="00616201"/>
    <w:rsid w:val="00616E7C"/>
    <w:rsid w:val="006229EA"/>
    <w:rsid w:val="00634391"/>
    <w:rsid w:val="006429BA"/>
    <w:rsid w:val="00642E34"/>
    <w:rsid w:val="00643454"/>
    <w:rsid w:val="006434E0"/>
    <w:rsid w:val="006446CE"/>
    <w:rsid w:val="00644AEE"/>
    <w:rsid w:val="00652ADB"/>
    <w:rsid w:val="00656926"/>
    <w:rsid w:val="00657042"/>
    <w:rsid w:val="0065750D"/>
    <w:rsid w:val="00657E31"/>
    <w:rsid w:val="006616A2"/>
    <w:rsid w:val="00661788"/>
    <w:rsid w:val="006638F6"/>
    <w:rsid w:val="00665578"/>
    <w:rsid w:val="006660C9"/>
    <w:rsid w:val="006665BE"/>
    <w:rsid w:val="00671BA3"/>
    <w:rsid w:val="00672BBF"/>
    <w:rsid w:val="006734C2"/>
    <w:rsid w:val="00673810"/>
    <w:rsid w:val="00674C7D"/>
    <w:rsid w:val="00677786"/>
    <w:rsid w:val="00677A19"/>
    <w:rsid w:val="006810A2"/>
    <w:rsid w:val="006841D8"/>
    <w:rsid w:val="0068464D"/>
    <w:rsid w:val="00687D6A"/>
    <w:rsid w:val="00691BCA"/>
    <w:rsid w:val="00692E15"/>
    <w:rsid w:val="00694E1D"/>
    <w:rsid w:val="00695B93"/>
    <w:rsid w:val="00695EC8"/>
    <w:rsid w:val="006A44CE"/>
    <w:rsid w:val="006A6F40"/>
    <w:rsid w:val="006B105E"/>
    <w:rsid w:val="006B2393"/>
    <w:rsid w:val="006B554A"/>
    <w:rsid w:val="006B6087"/>
    <w:rsid w:val="006B611C"/>
    <w:rsid w:val="006C0397"/>
    <w:rsid w:val="006C13D7"/>
    <w:rsid w:val="006D01E7"/>
    <w:rsid w:val="006E0C33"/>
    <w:rsid w:val="006F1F02"/>
    <w:rsid w:val="006F2D6B"/>
    <w:rsid w:val="006F506E"/>
    <w:rsid w:val="006F6403"/>
    <w:rsid w:val="00700331"/>
    <w:rsid w:val="00703F6F"/>
    <w:rsid w:val="00706679"/>
    <w:rsid w:val="00707350"/>
    <w:rsid w:val="00707560"/>
    <w:rsid w:val="00707F93"/>
    <w:rsid w:val="007172B2"/>
    <w:rsid w:val="00727F68"/>
    <w:rsid w:val="007310EA"/>
    <w:rsid w:val="00733019"/>
    <w:rsid w:val="0073547D"/>
    <w:rsid w:val="00737650"/>
    <w:rsid w:val="00742C52"/>
    <w:rsid w:val="00747282"/>
    <w:rsid w:val="007472C5"/>
    <w:rsid w:val="0075267C"/>
    <w:rsid w:val="00752F22"/>
    <w:rsid w:val="0075414B"/>
    <w:rsid w:val="007552E2"/>
    <w:rsid w:val="00757D83"/>
    <w:rsid w:val="00757F6C"/>
    <w:rsid w:val="00760E6D"/>
    <w:rsid w:val="007731B4"/>
    <w:rsid w:val="0077327E"/>
    <w:rsid w:val="0077702D"/>
    <w:rsid w:val="007800C7"/>
    <w:rsid w:val="007805D9"/>
    <w:rsid w:val="00781396"/>
    <w:rsid w:val="00792B77"/>
    <w:rsid w:val="0079644F"/>
    <w:rsid w:val="007968B0"/>
    <w:rsid w:val="007A2398"/>
    <w:rsid w:val="007A484E"/>
    <w:rsid w:val="007B3568"/>
    <w:rsid w:val="007B7434"/>
    <w:rsid w:val="007C6AF4"/>
    <w:rsid w:val="007D17E6"/>
    <w:rsid w:val="007D1CFB"/>
    <w:rsid w:val="007D388B"/>
    <w:rsid w:val="007D449A"/>
    <w:rsid w:val="007D6949"/>
    <w:rsid w:val="007D6FDC"/>
    <w:rsid w:val="007E0A54"/>
    <w:rsid w:val="007E172E"/>
    <w:rsid w:val="007E1738"/>
    <w:rsid w:val="007F56E6"/>
    <w:rsid w:val="007F6088"/>
    <w:rsid w:val="008017D3"/>
    <w:rsid w:val="0080234D"/>
    <w:rsid w:val="00807993"/>
    <w:rsid w:val="008105D4"/>
    <w:rsid w:val="008105FD"/>
    <w:rsid w:val="008137F6"/>
    <w:rsid w:val="0081693A"/>
    <w:rsid w:val="0081734A"/>
    <w:rsid w:val="00820BA0"/>
    <w:rsid w:val="008215DE"/>
    <w:rsid w:val="00821FDD"/>
    <w:rsid w:val="00824294"/>
    <w:rsid w:val="00826833"/>
    <w:rsid w:val="0083054D"/>
    <w:rsid w:val="008408BB"/>
    <w:rsid w:val="008412B7"/>
    <w:rsid w:val="0084141D"/>
    <w:rsid w:val="00844732"/>
    <w:rsid w:val="00846C19"/>
    <w:rsid w:val="00847CE9"/>
    <w:rsid w:val="00850C3A"/>
    <w:rsid w:val="008534F7"/>
    <w:rsid w:val="0085570B"/>
    <w:rsid w:val="00856A4B"/>
    <w:rsid w:val="00863997"/>
    <w:rsid w:val="00870192"/>
    <w:rsid w:val="0087208A"/>
    <w:rsid w:val="00875DCF"/>
    <w:rsid w:val="00875E97"/>
    <w:rsid w:val="00877171"/>
    <w:rsid w:val="00877AC7"/>
    <w:rsid w:val="0088048C"/>
    <w:rsid w:val="00882240"/>
    <w:rsid w:val="008840AC"/>
    <w:rsid w:val="008843BF"/>
    <w:rsid w:val="0088480D"/>
    <w:rsid w:val="00886110"/>
    <w:rsid w:val="00887019"/>
    <w:rsid w:val="00893D92"/>
    <w:rsid w:val="008955BD"/>
    <w:rsid w:val="00896409"/>
    <w:rsid w:val="008A29F5"/>
    <w:rsid w:val="008A328A"/>
    <w:rsid w:val="008A3305"/>
    <w:rsid w:val="008A4ED9"/>
    <w:rsid w:val="008B1EEF"/>
    <w:rsid w:val="008B3BA6"/>
    <w:rsid w:val="008C33F8"/>
    <w:rsid w:val="008C5565"/>
    <w:rsid w:val="008D25DF"/>
    <w:rsid w:val="008E2B1D"/>
    <w:rsid w:val="008E4E76"/>
    <w:rsid w:val="008E4F67"/>
    <w:rsid w:val="008E5191"/>
    <w:rsid w:val="008E5DB1"/>
    <w:rsid w:val="008F080F"/>
    <w:rsid w:val="008F0D88"/>
    <w:rsid w:val="008F1F99"/>
    <w:rsid w:val="008F6A97"/>
    <w:rsid w:val="00901B83"/>
    <w:rsid w:val="00903252"/>
    <w:rsid w:val="00903628"/>
    <w:rsid w:val="00904A60"/>
    <w:rsid w:val="00907330"/>
    <w:rsid w:val="00910F3D"/>
    <w:rsid w:val="00914407"/>
    <w:rsid w:val="00915077"/>
    <w:rsid w:val="00916E56"/>
    <w:rsid w:val="00917243"/>
    <w:rsid w:val="00917B10"/>
    <w:rsid w:val="00920A90"/>
    <w:rsid w:val="009217AD"/>
    <w:rsid w:val="00922579"/>
    <w:rsid w:val="0092288C"/>
    <w:rsid w:val="009233D2"/>
    <w:rsid w:val="009272C0"/>
    <w:rsid w:val="00930113"/>
    <w:rsid w:val="009313F8"/>
    <w:rsid w:val="0093249B"/>
    <w:rsid w:val="00932F44"/>
    <w:rsid w:val="00934646"/>
    <w:rsid w:val="00934F74"/>
    <w:rsid w:val="0094071B"/>
    <w:rsid w:val="00944F3C"/>
    <w:rsid w:val="00946DC2"/>
    <w:rsid w:val="00947418"/>
    <w:rsid w:val="00950E4F"/>
    <w:rsid w:val="00951D15"/>
    <w:rsid w:val="009521F3"/>
    <w:rsid w:val="00954EEB"/>
    <w:rsid w:val="00955728"/>
    <w:rsid w:val="0095632E"/>
    <w:rsid w:val="00956990"/>
    <w:rsid w:val="00956FA8"/>
    <w:rsid w:val="00962012"/>
    <w:rsid w:val="00963D36"/>
    <w:rsid w:val="009668AF"/>
    <w:rsid w:val="009669EA"/>
    <w:rsid w:val="00970103"/>
    <w:rsid w:val="00976AE7"/>
    <w:rsid w:val="0097738D"/>
    <w:rsid w:val="00980384"/>
    <w:rsid w:val="009832BD"/>
    <w:rsid w:val="00983E3B"/>
    <w:rsid w:val="0098736D"/>
    <w:rsid w:val="009962E4"/>
    <w:rsid w:val="009A0371"/>
    <w:rsid w:val="009A16F9"/>
    <w:rsid w:val="009A5F32"/>
    <w:rsid w:val="009A7C81"/>
    <w:rsid w:val="009B59FE"/>
    <w:rsid w:val="009C523E"/>
    <w:rsid w:val="009C5339"/>
    <w:rsid w:val="009C5665"/>
    <w:rsid w:val="009D1603"/>
    <w:rsid w:val="009D3BE7"/>
    <w:rsid w:val="009D3E64"/>
    <w:rsid w:val="009E2550"/>
    <w:rsid w:val="009E37D1"/>
    <w:rsid w:val="009E6EE7"/>
    <w:rsid w:val="009E7BAA"/>
    <w:rsid w:val="009E7DF7"/>
    <w:rsid w:val="009F520C"/>
    <w:rsid w:val="009F71ED"/>
    <w:rsid w:val="00A1087D"/>
    <w:rsid w:val="00A139C5"/>
    <w:rsid w:val="00A148F9"/>
    <w:rsid w:val="00A23A89"/>
    <w:rsid w:val="00A2607A"/>
    <w:rsid w:val="00A27A69"/>
    <w:rsid w:val="00A33D56"/>
    <w:rsid w:val="00A35C5F"/>
    <w:rsid w:val="00A403BF"/>
    <w:rsid w:val="00A40AA4"/>
    <w:rsid w:val="00A44F08"/>
    <w:rsid w:val="00A5085B"/>
    <w:rsid w:val="00A53A0C"/>
    <w:rsid w:val="00A57175"/>
    <w:rsid w:val="00A61C8E"/>
    <w:rsid w:val="00A673BC"/>
    <w:rsid w:val="00A71BFC"/>
    <w:rsid w:val="00A764ED"/>
    <w:rsid w:val="00A76C7F"/>
    <w:rsid w:val="00A84E79"/>
    <w:rsid w:val="00A8657C"/>
    <w:rsid w:val="00A90447"/>
    <w:rsid w:val="00A9255C"/>
    <w:rsid w:val="00A93D9E"/>
    <w:rsid w:val="00A955D6"/>
    <w:rsid w:val="00A9786A"/>
    <w:rsid w:val="00A979C8"/>
    <w:rsid w:val="00AA2CA8"/>
    <w:rsid w:val="00AA4771"/>
    <w:rsid w:val="00AA57FF"/>
    <w:rsid w:val="00AA6106"/>
    <w:rsid w:val="00AA6DD9"/>
    <w:rsid w:val="00AB10B1"/>
    <w:rsid w:val="00AB21C5"/>
    <w:rsid w:val="00AC3D2C"/>
    <w:rsid w:val="00AC4A4B"/>
    <w:rsid w:val="00AC4CAE"/>
    <w:rsid w:val="00AD03AA"/>
    <w:rsid w:val="00AD1306"/>
    <w:rsid w:val="00AD1755"/>
    <w:rsid w:val="00AD28C4"/>
    <w:rsid w:val="00AD72D9"/>
    <w:rsid w:val="00AD7EE8"/>
    <w:rsid w:val="00AE3C7E"/>
    <w:rsid w:val="00AE501D"/>
    <w:rsid w:val="00AE7A24"/>
    <w:rsid w:val="00AF09E3"/>
    <w:rsid w:val="00AF1071"/>
    <w:rsid w:val="00AF1128"/>
    <w:rsid w:val="00AF157A"/>
    <w:rsid w:val="00AF1BA2"/>
    <w:rsid w:val="00AF477D"/>
    <w:rsid w:val="00AF4A11"/>
    <w:rsid w:val="00B00B15"/>
    <w:rsid w:val="00B06295"/>
    <w:rsid w:val="00B11453"/>
    <w:rsid w:val="00B2330D"/>
    <w:rsid w:val="00B27AC0"/>
    <w:rsid w:val="00B312D6"/>
    <w:rsid w:val="00B31DF2"/>
    <w:rsid w:val="00B34C72"/>
    <w:rsid w:val="00B40E82"/>
    <w:rsid w:val="00B412BB"/>
    <w:rsid w:val="00B414EB"/>
    <w:rsid w:val="00B421E9"/>
    <w:rsid w:val="00B4492D"/>
    <w:rsid w:val="00B512F1"/>
    <w:rsid w:val="00B54FE6"/>
    <w:rsid w:val="00B560DB"/>
    <w:rsid w:val="00B6131F"/>
    <w:rsid w:val="00B64480"/>
    <w:rsid w:val="00B64966"/>
    <w:rsid w:val="00B66438"/>
    <w:rsid w:val="00B70B47"/>
    <w:rsid w:val="00B70C48"/>
    <w:rsid w:val="00B73724"/>
    <w:rsid w:val="00B75A46"/>
    <w:rsid w:val="00B80288"/>
    <w:rsid w:val="00B80BB8"/>
    <w:rsid w:val="00B81310"/>
    <w:rsid w:val="00B84CE4"/>
    <w:rsid w:val="00B84F8D"/>
    <w:rsid w:val="00B85C67"/>
    <w:rsid w:val="00B9155D"/>
    <w:rsid w:val="00B91EF6"/>
    <w:rsid w:val="00B92E40"/>
    <w:rsid w:val="00B94528"/>
    <w:rsid w:val="00BA0083"/>
    <w:rsid w:val="00BB2570"/>
    <w:rsid w:val="00BB5071"/>
    <w:rsid w:val="00BB7669"/>
    <w:rsid w:val="00BC1979"/>
    <w:rsid w:val="00BC19A7"/>
    <w:rsid w:val="00BC1C34"/>
    <w:rsid w:val="00BC35B2"/>
    <w:rsid w:val="00BC6316"/>
    <w:rsid w:val="00BC6B41"/>
    <w:rsid w:val="00BD242F"/>
    <w:rsid w:val="00BD350B"/>
    <w:rsid w:val="00BD5634"/>
    <w:rsid w:val="00BE102F"/>
    <w:rsid w:val="00BE22E5"/>
    <w:rsid w:val="00BE4222"/>
    <w:rsid w:val="00BE5B6B"/>
    <w:rsid w:val="00BE6EFE"/>
    <w:rsid w:val="00BE7336"/>
    <w:rsid w:val="00BE753E"/>
    <w:rsid w:val="00BF2AF9"/>
    <w:rsid w:val="00C005BE"/>
    <w:rsid w:val="00C02439"/>
    <w:rsid w:val="00C02B99"/>
    <w:rsid w:val="00C06271"/>
    <w:rsid w:val="00C1475F"/>
    <w:rsid w:val="00C225A5"/>
    <w:rsid w:val="00C26ADE"/>
    <w:rsid w:val="00C30658"/>
    <w:rsid w:val="00C30A69"/>
    <w:rsid w:val="00C30DE1"/>
    <w:rsid w:val="00C330AD"/>
    <w:rsid w:val="00C40BFB"/>
    <w:rsid w:val="00C52817"/>
    <w:rsid w:val="00C52B59"/>
    <w:rsid w:val="00C53A72"/>
    <w:rsid w:val="00C556CC"/>
    <w:rsid w:val="00C57977"/>
    <w:rsid w:val="00C61CAB"/>
    <w:rsid w:val="00C63840"/>
    <w:rsid w:val="00C63980"/>
    <w:rsid w:val="00C679BB"/>
    <w:rsid w:val="00C72E06"/>
    <w:rsid w:val="00C73397"/>
    <w:rsid w:val="00C77603"/>
    <w:rsid w:val="00C813BE"/>
    <w:rsid w:val="00C87621"/>
    <w:rsid w:val="00C923A3"/>
    <w:rsid w:val="00C933B8"/>
    <w:rsid w:val="00CA2C5B"/>
    <w:rsid w:val="00CA5785"/>
    <w:rsid w:val="00CA7197"/>
    <w:rsid w:val="00CA71A5"/>
    <w:rsid w:val="00CA7AE0"/>
    <w:rsid w:val="00CB142E"/>
    <w:rsid w:val="00CB2C21"/>
    <w:rsid w:val="00CC02EB"/>
    <w:rsid w:val="00CC5E81"/>
    <w:rsid w:val="00CC67CF"/>
    <w:rsid w:val="00CD05CD"/>
    <w:rsid w:val="00CD3CE6"/>
    <w:rsid w:val="00CE015C"/>
    <w:rsid w:val="00CE0295"/>
    <w:rsid w:val="00CE10EB"/>
    <w:rsid w:val="00CE28A8"/>
    <w:rsid w:val="00CE2B53"/>
    <w:rsid w:val="00CE4927"/>
    <w:rsid w:val="00CE4D64"/>
    <w:rsid w:val="00CF04CD"/>
    <w:rsid w:val="00CF4243"/>
    <w:rsid w:val="00CF5016"/>
    <w:rsid w:val="00CF78ED"/>
    <w:rsid w:val="00D0305B"/>
    <w:rsid w:val="00D05DAD"/>
    <w:rsid w:val="00D077F0"/>
    <w:rsid w:val="00D1260C"/>
    <w:rsid w:val="00D2053E"/>
    <w:rsid w:val="00D21ABE"/>
    <w:rsid w:val="00D21AED"/>
    <w:rsid w:val="00D3172D"/>
    <w:rsid w:val="00D32A34"/>
    <w:rsid w:val="00D33A94"/>
    <w:rsid w:val="00D34463"/>
    <w:rsid w:val="00D347A1"/>
    <w:rsid w:val="00D354E0"/>
    <w:rsid w:val="00D35B29"/>
    <w:rsid w:val="00D41DF4"/>
    <w:rsid w:val="00D43B91"/>
    <w:rsid w:val="00D47FAC"/>
    <w:rsid w:val="00D534EE"/>
    <w:rsid w:val="00D544BD"/>
    <w:rsid w:val="00D61C40"/>
    <w:rsid w:val="00D67DFB"/>
    <w:rsid w:val="00D770E8"/>
    <w:rsid w:val="00D810CC"/>
    <w:rsid w:val="00D821A3"/>
    <w:rsid w:val="00D84428"/>
    <w:rsid w:val="00D87262"/>
    <w:rsid w:val="00D90DCA"/>
    <w:rsid w:val="00D915C5"/>
    <w:rsid w:val="00D928EA"/>
    <w:rsid w:val="00D931D2"/>
    <w:rsid w:val="00D940F9"/>
    <w:rsid w:val="00D97F11"/>
    <w:rsid w:val="00DA1F0B"/>
    <w:rsid w:val="00DA2CE1"/>
    <w:rsid w:val="00DA2D37"/>
    <w:rsid w:val="00DA3058"/>
    <w:rsid w:val="00DA6D48"/>
    <w:rsid w:val="00DD3E38"/>
    <w:rsid w:val="00DD4165"/>
    <w:rsid w:val="00DD5068"/>
    <w:rsid w:val="00DD52E1"/>
    <w:rsid w:val="00DE18E8"/>
    <w:rsid w:val="00DE3375"/>
    <w:rsid w:val="00DE7FE4"/>
    <w:rsid w:val="00DF439B"/>
    <w:rsid w:val="00DF67D4"/>
    <w:rsid w:val="00E012A4"/>
    <w:rsid w:val="00E018DE"/>
    <w:rsid w:val="00E03282"/>
    <w:rsid w:val="00E034A9"/>
    <w:rsid w:val="00E03EAA"/>
    <w:rsid w:val="00E04673"/>
    <w:rsid w:val="00E0526E"/>
    <w:rsid w:val="00E0539E"/>
    <w:rsid w:val="00E17112"/>
    <w:rsid w:val="00E175EE"/>
    <w:rsid w:val="00E21518"/>
    <w:rsid w:val="00E21DF6"/>
    <w:rsid w:val="00E22091"/>
    <w:rsid w:val="00E24936"/>
    <w:rsid w:val="00E27455"/>
    <w:rsid w:val="00E30359"/>
    <w:rsid w:val="00E3055B"/>
    <w:rsid w:val="00E5090E"/>
    <w:rsid w:val="00E50AA8"/>
    <w:rsid w:val="00E53A24"/>
    <w:rsid w:val="00E5472C"/>
    <w:rsid w:val="00E57379"/>
    <w:rsid w:val="00E609FA"/>
    <w:rsid w:val="00E618A6"/>
    <w:rsid w:val="00E64917"/>
    <w:rsid w:val="00E66B88"/>
    <w:rsid w:val="00E66BB0"/>
    <w:rsid w:val="00E7483B"/>
    <w:rsid w:val="00E74F27"/>
    <w:rsid w:val="00E77050"/>
    <w:rsid w:val="00E8324E"/>
    <w:rsid w:val="00E86358"/>
    <w:rsid w:val="00E908A9"/>
    <w:rsid w:val="00E97611"/>
    <w:rsid w:val="00EA0EDE"/>
    <w:rsid w:val="00EA36E1"/>
    <w:rsid w:val="00EA534C"/>
    <w:rsid w:val="00EB1457"/>
    <w:rsid w:val="00EC23A4"/>
    <w:rsid w:val="00EC3601"/>
    <w:rsid w:val="00ED1AFB"/>
    <w:rsid w:val="00ED44E1"/>
    <w:rsid w:val="00ED6A61"/>
    <w:rsid w:val="00ED799C"/>
    <w:rsid w:val="00EE0442"/>
    <w:rsid w:val="00EE0D15"/>
    <w:rsid w:val="00EE2C66"/>
    <w:rsid w:val="00EF07DA"/>
    <w:rsid w:val="00EF08ED"/>
    <w:rsid w:val="00EF0D70"/>
    <w:rsid w:val="00EF2384"/>
    <w:rsid w:val="00EF32B6"/>
    <w:rsid w:val="00EF3C05"/>
    <w:rsid w:val="00F03110"/>
    <w:rsid w:val="00F04655"/>
    <w:rsid w:val="00F05FBC"/>
    <w:rsid w:val="00F129F0"/>
    <w:rsid w:val="00F16CD8"/>
    <w:rsid w:val="00F21C2C"/>
    <w:rsid w:val="00F2522E"/>
    <w:rsid w:val="00F259DC"/>
    <w:rsid w:val="00F27162"/>
    <w:rsid w:val="00F3047C"/>
    <w:rsid w:val="00F32DE1"/>
    <w:rsid w:val="00F35FDA"/>
    <w:rsid w:val="00F379B4"/>
    <w:rsid w:val="00F40484"/>
    <w:rsid w:val="00F409E9"/>
    <w:rsid w:val="00F4251D"/>
    <w:rsid w:val="00F43027"/>
    <w:rsid w:val="00F44581"/>
    <w:rsid w:val="00F44CF6"/>
    <w:rsid w:val="00F470C6"/>
    <w:rsid w:val="00F50191"/>
    <w:rsid w:val="00F5113A"/>
    <w:rsid w:val="00F535F9"/>
    <w:rsid w:val="00F567C6"/>
    <w:rsid w:val="00F57465"/>
    <w:rsid w:val="00F57A6E"/>
    <w:rsid w:val="00F60314"/>
    <w:rsid w:val="00F6077B"/>
    <w:rsid w:val="00F60F78"/>
    <w:rsid w:val="00F613A2"/>
    <w:rsid w:val="00F636FE"/>
    <w:rsid w:val="00F661B7"/>
    <w:rsid w:val="00F67365"/>
    <w:rsid w:val="00F70856"/>
    <w:rsid w:val="00F84619"/>
    <w:rsid w:val="00F84C21"/>
    <w:rsid w:val="00F868E5"/>
    <w:rsid w:val="00F94459"/>
    <w:rsid w:val="00F95298"/>
    <w:rsid w:val="00F954C3"/>
    <w:rsid w:val="00F97CFC"/>
    <w:rsid w:val="00FA0F89"/>
    <w:rsid w:val="00FA440E"/>
    <w:rsid w:val="00FA6699"/>
    <w:rsid w:val="00FA717F"/>
    <w:rsid w:val="00FA718B"/>
    <w:rsid w:val="00FB7938"/>
    <w:rsid w:val="00FC0496"/>
    <w:rsid w:val="00FC182D"/>
    <w:rsid w:val="00FC28D7"/>
    <w:rsid w:val="00FC4832"/>
    <w:rsid w:val="00FC5817"/>
    <w:rsid w:val="00FC6715"/>
    <w:rsid w:val="00FC6C42"/>
    <w:rsid w:val="00FD133F"/>
    <w:rsid w:val="00FD146C"/>
    <w:rsid w:val="00FD1E0B"/>
    <w:rsid w:val="00FD36F4"/>
    <w:rsid w:val="00FD37E9"/>
    <w:rsid w:val="00FE010F"/>
    <w:rsid w:val="00FE49D8"/>
    <w:rsid w:val="00FE4A7D"/>
    <w:rsid w:val="00FF191A"/>
    <w:rsid w:val="00FF3814"/>
    <w:rsid w:val="00FF50CC"/>
    <w:rsid w:val="00FF7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colormru v:ext="edit" colors="#c6f,#c0c,#90c,#f6c"/>
    </o:shapedefaults>
    <o:shapelayout v:ext="edit">
      <o:idmap v:ext="edit" data="1"/>
    </o:shapelayout>
  </w:shapeDefaults>
  <w:decimalSymbol w:val="."/>
  <w:listSeparator w:val=","/>
  <w14:docId w14:val="29E17085"/>
  <w15:docId w15:val="{793BB12E-1181-462F-9C7E-72B91657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iPriority="99" w:unhideWhenUsed="1"/>
    <w:lsdException w:name="index 2" w:uiPriority="99" w:unhideWhenUsed="1"/>
    <w:lsdException w:name="index 3" w:uiPriority="99" w:unhideWhenUsed="1"/>
    <w:lsdException w:name="index 4" w:uiPriority="99" w:unhideWhenUsed="1"/>
    <w:lsdException w:name="index 5" w:uiPriority="99" w:unhideWhenUsed="1"/>
    <w:lsdException w:name="index 6"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99" w:unhideWhenUsed="1"/>
    <w:lsdException w:name="List Number 3" w:semiHidden="1" w:uiPriority="99" w:unhideWhenUsed="1"/>
    <w:lsdException w:name="List Number 4" w:semiHidden="1" w:uiPriority="99" w:unhideWhenUsed="1"/>
    <w:lsdException w:name="List Number 5" w:uiPriority="99" w:unhideWhenUsed="1"/>
    <w:lsdException w:name="Title" w:uiPriority="10"/>
    <w:lsdException w:name="Closing" w:semiHidden="1" w:uiPriority="99" w:unhideWhenUsed="1"/>
    <w:lsdException w:name="Signature" w:semiHidden="1" w:uiPriority="99"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iPriority="99" w:unhideWhenUsed="1"/>
    <w:lsdException w:name="Body Text Indent 2" w:semiHidden="1" w:uiPriority="99" w:unhideWhenUsed="1"/>
    <w:lsdException w:name="Body Text Indent 3" w:uiPriority="99" w:unhideWhenUsed="1"/>
    <w:lsdException w:name="Block Text" w:uiPriority="99" w:unhideWhenUsed="1"/>
    <w:lsdException w:name="Hyperlink" w:uiPriority="99" w:unhideWhenUsed="1"/>
    <w:lsdException w:name="FollowedHyperlink" w:unhideWhenUsed="1"/>
    <w:lsdException w:name="Strong" w:uiPriority="22"/>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CAE"/>
    <w:pPr>
      <w:spacing w:line="280" w:lineRule="exact"/>
    </w:pPr>
    <w:rPr>
      <w:spacing w:val="4"/>
      <w:sz w:val="23"/>
    </w:rPr>
  </w:style>
  <w:style w:type="paragraph" w:styleId="Heading1">
    <w:name w:val="heading 1"/>
    <w:aliases w:val="H1-Chap. Head,H1-Sec.Head"/>
    <w:basedOn w:val="Normal"/>
    <w:next w:val="P1-StandPara"/>
    <w:link w:val="Heading1Char"/>
    <w:qFormat/>
    <w:rsid w:val="00E3055B"/>
    <w:pPr>
      <w:keepNext/>
      <w:keepLines/>
      <w:tabs>
        <w:tab w:val="left" w:pos="1152"/>
      </w:tabs>
      <w:spacing w:after="240" w:line="280" w:lineRule="atLeast"/>
      <w:ind w:left="1080"/>
      <w:outlineLvl w:val="0"/>
    </w:pPr>
    <w:rPr>
      <w:rFonts w:ascii="Arial Bold" w:hAnsi="Arial Bold"/>
      <w:b/>
      <w:color w:val="2F5496" w:themeColor="accent5" w:themeShade="BF"/>
      <w:sz w:val="32"/>
    </w:rPr>
  </w:style>
  <w:style w:type="paragraph" w:styleId="Heading2">
    <w:name w:val="heading 2"/>
    <w:aliases w:val="H2-Sec. Head,H2"/>
    <w:basedOn w:val="Heading1"/>
    <w:next w:val="P1-StandPara"/>
    <w:link w:val="Heading2Char"/>
    <w:qFormat/>
    <w:rsid w:val="00703F6F"/>
    <w:pPr>
      <w:spacing w:after="120"/>
      <w:outlineLvl w:val="1"/>
    </w:pPr>
    <w:rPr>
      <w:sz w:val="28"/>
    </w:rPr>
  </w:style>
  <w:style w:type="paragraph" w:styleId="Heading3">
    <w:name w:val="heading 3"/>
    <w:aliases w:val="H3-Sec. Head"/>
    <w:basedOn w:val="Heading1"/>
    <w:next w:val="P1-StandPara"/>
    <w:link w:val="Heading3Char"/>
    <w:uiPriority w:val="9"/>
    <w:qFormat/>
    <w:rsid w:val="00703F6F"/>
    <w:pPr>
      <w:spacing w:after="120"/>
      <w:outlineLvl w:val="2"/>
    </w:pPr>
    <w:rPr>
      <w:i/>
      <w:sz w:val="24"/>
    </w:rPr>
  </w:style>
  <w:style w:type="paragraph" w:styleId="Heading4">
    <w:name w:val="heading 4"/>
    <w:aliases w:val="H4-Sec. Head"/>
    <w:basedOn w:val="Heading1"/>
    <w:next w:val="P1-StandPara"/>
    <w:link w:val="Heading4Char"/>
    <w:uiPriority w:val="9"/>
    <w:qFormat/>
    <w:rsid w:val="00AA2CA8"/>
    <w:pPr>
      <w:spacing w:after="120" w:line="240" w:lineRule="atLeast"/>
      <w:outlineLvl w:val="3"/>
    </w:pPr>
    <w:rPr>
      <w:rFonts w:ascii="Arial" w:hAnsi="Arial"/>
      <w:b w:val="0"/>
      <w:sz w:val="22"/>
    </w:rPr>
  </w:style>
  <w:style w:type="paragraph" w:styleId="Heading5">
    <w:name w:val="heading 5"/>
    <w:aliases w:val="H5-Sec. Head"/>
    <w:basedOn w:val="Heading1"/>
    <w:next w:val="P1-StandPara"/>
    <w:link w:val="Heading5Char"/>
    <w:uiPriority w:val="9"/>
    <w:rsid w:val="00425F9F"/>
    <w:pPr>
      <w:spacing w:after="120" w:line="240" w:lineRule="atLeast"/>
      <w:outlineLvl w:val="4"/>
    </w:pPr>
    <w:rPr>
      <w:rFonts w:ascii="Arial" w:hAnsi="Arial"/>
      <w:b w:val="0"/>
      <w:i/>
      <w:sz w:val="22"/>
    </w:rPr>
  </w:style>
  <w:style w:type="paragraph" w:styleId="Heading6">
    <w:name w:val="heading 6"/>
    <w:basedOn w:val="Normal"/>
    <w:next w:val="Normal"/>
    <w:link w:val="Heading6Char"/>
    <w:uiPriority w:val="9"/>
    <w:pPr>
      <w:keepNext/>
      <w:spacing w:before="240"/>
      <w:jc w:val="center"/>
      <w:outlineLvl w:val="5"/>
    </w:pPr>
    <w:rPr>
      <w:b/>
      <w:caps/>
    </w:rPr>
  </w:style>
  <w:style w:type="paragraph" w:styleId="Heading7">
    <w:name w:val="heading 7"/>
    <w:basedOn w:val="Normal"/>
    <w:next w:val="Normal"/>
    <w:link w:val="Heading7Char"/>
    <w:uiPriority w:val="9"/>
    <w:pPr>
      <w:spacing w:before="240" w:after="60"/>
      <w:outlineLvl w:val="6"/>
    </w:pPr>
    <w:rPr>
      <w:sz w:val="20"/>
    </w:rPr>
  </w:style>
  <w:style w:type="paragraph" w:styleId="Heading8">
    <w:name w:val="heading 8"/>
    <w:basedOn w:val="Normal"/>
    <w:next w:val="Normal"/>
    <w:link w:val="Heading8Char"/>
    <w:uiPriority w:val="9"/>
    <w:pPr>
      <w:spacing w:before="240" w:after="60"/>
      <w:outlineLvl w:val="7"/>
    </w:pPr>
    <w:rPr>
      <w:rFonts w:ascii="Arial" w:hAnsi="Arial"/>
      <w:i/>
      <w:sz w:val="20"/>
    </w:rPr>
  </w:style>
  <w:style w:type="paragraph" w:styleId="Heading9">
    <w:name w:val="heading 9"/>
    <w:basedOn w:val="Normal"/>
    <w:next w:val="Normal"/>
    <w:link w:val="Heading9Char"/>
    <w:uiPriority w:val="9"/>
    <w:pPr>
      <w:outlineLvl w:val="8"/>
    </w:pPr>
    <w:rPr>
      <w:rFonts w:ascii="Arial" w:hAnsi="Arial"/>
      <w:sz w:val="1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57379"/>
    <w:pPr>
      <w:tabs>
        <w:tab w:val="center" w:pos="4680"/>
        <w:tab w:val="right" w:pos="9360"/>
      </w:tabs>
      <w:spacing w:line="240" w:lineRule="auto"/>
    </w:pPr>
  </w:style>
  <w:style w:type="paragraph" w:customStyle="1" w:styleId="L1-FlLSp12">
    <w:name w:val="L1-FlL Sp&amp;1/2"/>
    <w:basedOn w:val="Normal"/>
    <w:qFormat/>
    <w:rsid w:val="00F44CF6"/>
    <w:pPr>
      <w:spacing w:after="280"/>
    </w:pPr>
  </w:style>
  <w:style w:type="paragraph" w:customStyle="1" w:styleId="P1-StandPara">
    <w:name w:val="P1-Stand Para"/>
    <w:basedOn w:val="Normal"/>
    <w:link w:val="P1-StandParaChar"/>
    <w:qFormat/>
    <w:rsid w:val="00AC4CAE"/>
    <w:pPr>
      <w:spacing w:after="280"/>
      <w:ind w:left="1080"/>
    </w:pPr>
  </w:style>
  <w:style w:type="paragraph" w:styleId="TOC2">
    <w:name w:val="toc 2"/>
    <w:basedOn w:val="Normal"/>
    <w:next w:val="Normal"/>
    <w:uiPriority w:val="39"/>
    <w:unhideWhenUsed/>
    <w:qFormat/>
    <w:rsid w:val="00AA57FF"/>
    <w:pPr>
      <w:tabs>
        <w:tab w:val="right" w:leader="dot" w:pos="9288"/>
      </w:tabs>
      <w:spacing w:after="120" w:line="240" w:lineRule="auto"/>
      <w:ind w:left="1440" w:right="720"/>
    </w:pPr>
  </w:style>
  <w:style w:type="paragraph" w:styleId="TOC1">
    <w:name w:val="toc 1"/>
    <w:uiPriority w:val="39"/>
    <w:qFormat/>
    <w:rsid w:val="000E61B6"/>
    <w:pPr>
      <w:tabs>
        <w:tab w:val="right" w:leader="dot" w:pos="9288"/>
      </w:tabs>
      <w:spacing w:after="120"/>
      <w:ind w:left="1080" w:right="720"/>
    </w:pPr>
    <w:rPr>
      <w:rFonts w:ascii="Arial" w:hAnsi="Arial"/>
      <w:b/>
      <w:color w:val="2F5496" w:themeColor="accent5" w:themeShade="BF"/>
      <w:spacing w:val="4"/>
      <w:sz w:val="28"/>
    </w:rPr>
  </w:style>
  <w:style w:type="character" w:styleId="Hyperlink">
    <w:name w:val="Hyperlink"/>
    <w:uiPriority w:val="99"/>
    <w:rsid w:val="00F661B7"/>
    <w:rPr>
      <w:color w:val="0000FF"/>
      <w:u w:val="single"/>
    </w:rPr>
  </w:style>
  <w:style w:type="paragraph" w:styleId="Revision">
    <w:name w:val="Revision"/>
    <w:hidden/>
    <w:uiPriority w:val="99"/>
    <w:semiHidden/>
    <w:rsid w:val="006841D8"/>
    <w:rPr>
      <w:sz w:val="23"/>
    </w:rPr>
  </w:style>
  <w:style w:type="character" w:customStyle="1" w:styleId="HeaderChar">
    <w:name w:val="Header Char"/>
    <w:basedOn w:val="DefaultParagraphFont"/>
    <w:link w:val="Header"/>
    <w:uiPriority w:val="99"/>
    <w:rsid w:val="00E57379"/>
    <w:rPr>
      <w:sz w:val="23"/>
    </w:rPr>
  </w:style>
  <w:style w:type="paragraph" w:styleId="Footer">
    <w:name w:val="footer"/>
    <w:basedOn w:val="Normal"/>
    <w:link w:val="FooterChar"/>
    <w:uiPriority w:val="99"/>
    <w:unhideWhenUsed/>
    <w:rsid w:val="00E3055B"/>
    <w:pPr>
      <w:tabs>
        <w:tab w:val="center" w:pos="4680"/>
        <w:tab w:val="right" w:pos="9360"/>
      </w:tabs>
      <w:spacing w:line="240" w:lineRule="atLeast"/>
    </w:pPr>
    <w:rPr>
      <w:color w:val="2F5496" w:themeColor="accent5" w:themeShade="BF"/>
      <w:sz w:val="20"/>
    </w:rPr>
  </w:style>
  <w:style w:type="character" w:customStyle="1" w:styleId="FooterChar">
    <w:name w:val="Footer Char"/>
    <w:basedOn w:val="DefaultParagraphFont"/>
    <w:link w:val="Footer"/>
    <w:uiPriority w:val="99"/>
    <w:rsid w:val="00E3055B"/>
    <w:rPr>
      <w:color w:val="2F5496" w:themeColor="accent5" w:themeShade="BF"/>
      <w:spacing w:val="4"/>
    </w:rPr>
  </w:style>
  <w:style w:type="paragraph" w:customStyle="1" w:styleId="C1-CtrHeading">
    <w:name w:val="C1-Ctr Heading"/>
    <w:qFormat/>
    <w:rsid w:val="00B91EF6"/>
    <w:pPr>
      <w:keepNext/>
      <w:spacing w:after="280" w:line="280" w:lineRule="exact"/>
      <w:jc w:val="center"/>
    </w:pPr>
    <w:rPr>
      <w:rFonts w:ascii="Arial Bold" w:hAnsi="Arial Bold"/>
      <w:b/>
      <w:color w:val="2F5496" w:themeColor="accent5" w:themeShade="BF"/>
      <w:spacing w:val="4"/>
      <w:sz w:val="28"/>
    </w:rPr>
  </w:style>
  <w:style w:type="paragraph" w:customStyle="1" w:styleId="N0-FlLftBullet">
    <w:name w:val="N0-Fl Lft Bullet"/>
    <w:basedOn w:val="Normal"/>
    <w:qFormat/>
    <w:rsid w:val="007C6AF4"/>
    <w:pPr>
      <w:spacing w:after="280"/>
      <w:ind w:left="360" w:hanging="360"/>
    </w:pPr>
  </w:style>
  <w:style w:type="table" w:customStyle="1" w:styleId="TableCAHPSStandardCancerCare">
    <w:name w:val="Table CAHPS Standard Cancer Care"/>
    <w:basedOn w:val="TableNormal"/>
    <w:uiPriority w:val="99"/>
    <w:rsid w:val="000D3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color w:val="FFFFFF" w:themeColor="background1"/>
      </w:rPr>
      <w:tblPr/>
      <w:tcPr>
        <w:shd w:val="clear" w:color="auto" w:fill="2F5496" w:themeFill="accent5" w:themeFillShade="BF"/>
      </w:tcPr>
    </w:tblStylePr>
  </w:style>
  <w:style w:type="paragraph" w:customStyle="1" w:styleId="SL-FlLftSgl">
    <w:name w:val="SL-Fl Lft Sgl"/>
    <w:basedOn w:val="Normal"/>
    <w:qFormat/>
    <w:rsid w:val="00B312D6"/>
  </w:style>
  <w:style w:type="paragraph" w:customStyle="1" w:styleId="N1-1stBullet">
    <w:name w:val="N1-1st Bullet"/>
    <w:basedOn w:val="Normal"/>
    <w:autoRedefine/>
    <w:qFormat/>
    <w:rsid w:val="008412B7"/>
    <w:pPr>
      <w:numPr>
        <w:numId w:val="1"/>
      </w:numPr>
      <w:spacing w:after="280"/>
    </w:pPr>
  </w:style>
  <w:style w:type="character" w:customStyle="1" w:styleId="Heading1Char">
    <w:name w:val="Heading 1 Char"/>
    <w:aliases w:val="H1-Chap. Head Char,H1-Sec.Head Char"/>
    <w:basedOn w:val="DefaultParagraphFont"/>
    <w:link w:val="Heading1"/>
    <w:uiPriority w:val="1"/>
    <w:rsid w:val="00E3055B"/>
    <w:rPr>
      <w:rFonts w:ascii="Arial Bold" w:hAnsi="Arial Bold"/>
      <w:b/>
      <w:color w:val="2F5496" w:themeColor="accent5" w:themeShade="BF"/>
      <w:spacing w:val="4"/>
      <w:sz w:val="32"/>
    </w:rPr>
  </w:style>
  <w:style w:type="paragraph" w:customStyle="1" w:styleId="N2-2ndBullet">
    <w:name w:val="N2-2nd Bullet"/>
    <w:qFormat/>
    <w:rsid w:val="008412B7"/>
    <w:pPr>
      <w:numPr>
        <w:numId w:val="6"/>
      </w:numPr>
      <w:spacing w:after="280" w:line="280" w:lineRule="exact"/>
      <w:ind w:left="2520"/>
    </w:pPr>
    <w:rPr>
      <w:spacing w:val="4"/>
      <w:sz w:val="23"/>
    </w:rPr>
  </w:style>
  <w:style w:type="paragraph" w:styleId="FootnoteText">
    <w:name w:val="footnote text"/>
    <w:aliases w:val="F1,footnote text"/>
    <w:basedOn w:val="Normal"/>
    <w:link w:val="FootnoteTextChar"/>
    <w:uiPriority w:val="99"/>
    <w:unhideWhenUsed/>
    <w:rsid w:val="00A979C8"/>
    <w:pPr>
      <w:spacing w:before="120" w:line="200" w:lineRule="atLeast"/>
      <w:ind w:left="1224" w:hanging="144"/>
    </w:pPr>
    <w:rPr>
      <w:rFonts w:cs="Calibri"/>
      <w:sz w:val="16"/>
    </w:rPr>
  </w:style>
  <w:style w:type="character" w:customStyle="1" w:styleId="FootnoteTextChar">
    <w:name w:val="Footnote Text Char"/>
    <w:aliases w:val="F1 Char,footnote text Char"/>
    <w:basedOn w:val="DefaultParagraphFont"/>
    <w:link w:val="FootnoteText"/>
    <w:rsid w:val="00A979C8"/>
    <w:rPr>
      <w:rFonts w:cs="Calibri"/>
      <w:spacing w:val="4"/>
      <w:sz w:val="16"/>
    </w:rPr>
  </w:style>
  <w:style w:type="character" w:styleId="FootnoteReference">
    <w:name w:val="footnote reference"/>
    <w:uiPriority w:val="99"/>
    <w:rsid w:val="00A979C8"/>
    <w:rPr>
      <w:vertAlign w:val="superscript"/>
    </w:rPr>
  </w:style>
  <w:style w:type="character" w:customStyle="1" w:styleId="P1-StandParaChar">
    <w:name w:val="P1-Stand Para Char"/>
    <w:link w:val="P1-StandPara"/>
    <w:rsid w:val="00F57465"/>
    <w:rPr>
      <w:spacing w:val="4"/>
      <w:sz w:val="23"/>
    </w:rPr>
  </w:style>
  <w:style w:type="paragraph" w:customStyle="1" w:styleId="Heading1A">
    <w:name w:val="Heading 1A"/>
    <w:aliases w:val="Appendix Titles"/>
    <w:basedOn w:val="Heading1"/>
    <w:qFormat/>
    <w:rsid w:val="0079644F"/>
    <w:pPr>
      <w:ind w:left="0"/>
    </w:pPr>
  </w:style>
  <w:style w:type="paragraph" w:customStyle="1" w:styleId="Heading1T">
    <w:name w:val="Heading 1T"/>
    <w:aliases w:val="Title Page Heading"/>
    <w:basedOn w:val="Heading1"/>
    <w:next w:val="P1-StandPara"/>
    <w:rsid w:val="000E61B6"/>
    <w:pPr>
      <w:tabs>
        <w:tab w:val="left" w:pos="9270"/>
      </w:tabs>
      <w:ind w:left="0"/>
    </w:pPr>
    <w:rPr>
      <w:sz w:val="48"/>
    </w:rPr>
  </w:style>
  <w:style w:type="paragraph" w:customStyle="1" w:styleId="TH-TableHeading">
    <w:name w:val="TH-Table Heading"/>
    <w:basedOn w:val="Normal"/>
    <w:qFormat/>
    <w:rsid w:val="00F57A6E"/>
    <w:pPr>
      <w:keepNext/>
      <w:keepLines/>
      <w:tabs>
        <w:tab w:val="left" w:pos="5505"/>
      </w:tabs>
      <w:spacing w:before="60" w:after="60" w:line="240" w:lineRule="atLeast"/>
      <w:jc w:val="center"/>
    </w:pPr>
    <w:rPr>
      <w:rFonts w:ascii="Arial Bold" w:hAnsi="Arial Bold" w:cs="Arial"/>
      <w:b/>
      <w:sz w:val="20"/>
      <w:szCs w:val="22"/>
    </w:rPr>
  </w:style>
  <w:style w:type="paragraph" w:customStyle="1" w:styleId="TX-TableText">
    <w:name w:val="TX-Table Text"/>
    <w:basedOn w:val="Normal"/>
    <w:qFormat/>
    <w:rsid w:val="00F57A6E"/>
    <w:pPr>
      <w:spacing w:before="120" w:after="120" w:line="240" w:lineRule="atLeast"/>
    </w:pPr>
    <w:rPr>
      <w:rFonts w:ascii="Arial" w:hAnsi="Arial"/>
      <w:sz w:val="20"/>
      <w:szCs w:val="22"/>
    </w:rPr>
  </w:style>
  <w:style w:type="paragraph" w:customStyle="1" w:styleId="Heading1D">
    <w:name w:val="Heading 1D"/>
    <w:aliases w:val="Documents Available Heading"/>
    <w:basedOn w:val="Heading1A"/>
    <w:next w:val="L1-FlLSp12"/>
    <w:qFormat/>
    <w:rsid w:val="00E3055B"/>
  </w:style>
  <w:style w:type="paragraph" w:customStyle="1" w:styleId="TT-TableTitle">
    <w:name w:val="TT-Table Title"/>
    <w:qFormat/>
    <w:rsid w:val="00E3055B"/>
    <w:pPr>
      <w:keepNext/>
      <w:keepLines/>
      <w:spacing w:after="120" w:line="280" w:lineRule="atLeast"/>
      <w:ind w:left="1080"/>
    </w:pPr>
    <w:rPr>
      <w:rFonts w:ascii="Arial Bold" w:hAnsi="Arial Bold" w:cs="Tahoma"/>
      <w:b/>
      <w:color w:val="2F5496" w:themeColor="accent5" w:themeShade="BF"/>
      <w:spacing w:val="4"/>
      <w:sz w:val="22"/>
      <w:szCs w:val="16"/>
    </w:rPr>
  </w:style>
  <w:style w:type="paragraph" w:customStyle="1" w:styleId="N3-3rdBullet">
    <w:name w:val="N3-3rd Bullet"/>
    <w:qFormat/>
    <w:rsid w:val="008412B7"/>
    <w:pPr>
      <w:numPr>
        <w:numId w:val="7"/>
      </w:numPr>
      <w:spacing w:after="280" w:line="280" w:lineRule="exact"/>
      <w:ind w:left="2880"/>
    </w:pPr>
    <w:rPr>
      <w:spacing w:val="4"/>
      <w:sz w:val="23"/>
    </w:rPr>
  </w:style>
  <w:style w:type="paragraph" w:customStyle="1" w:styleId="LD-LetterDate">
    <w:name w:val="LD-Letter Date"/>
    <w:basedOn w:val="LB-LetterBody"/>
    <w:qFormat/>
    <w:rsid w:val="004D12CF"/>
    <w:pPr>
      <w:jc w:val="right"/>
    </w:pPr>
  </w:style>
  <w:style w:type="paragraph" w:customStyle="1" w:styleId="C2-CtrSglSp">
    <w:name w:val="C2-Ctr Sgl Sp"/>
    <w:basedOn w:val="Normal"/>
    <w:qFormat/>
    <w:rsid w:val="00E0526E"/>
    <w:pPr>
      <w:spacing w:after="280"/>
      <w:jc w:val="center"/>
    </w:pPr>
  </w:style>
  <w:style w:type="paragraph" w:customStyle="1" w:styleId="C3-CtrSp12">
    <w:name w:val="C3-Ctr Sp&amp;1/2"/>
    <w:basedOn w:val="C2-CtrSglSp"/>
    <w:qFormat/>
    <w:rsid w:val="00B91EF6"/>
    <w:pPr>
      <w:spacing w:after="40"/>
    </w:pPr>
    <w:rPr>
      <w:rFonts w:ascii="Times New Roman Bold" w:hAnsi="Times New Roman Bold"/>
      <w:b/>
      <w:color w:val="2F5496" w:themeColor="accent5" w:themeShade="BF"/>
      <w:szCs w:val="23"/>
    </w:rPr>
  </w:style>
  <w:style w:type="paragraph" w:customStyle="1" w:styleId="LB-LetterBody">
    <w:name w:val="LB-Letter Body"/>
    <w:basedOn w:val="Normal"/>
    <w:qFormat/>
    <w:rsid w:val="004D12CF"/>
    <w:pPr>
      <w:ind w:left="144" w:right="144"/>
    </w:pPr>
  </w:style>
  <w:style w:type="paragraph" w:styleId="BalloonText">
    <w:name w:val="Balloon Text"/>
    <w:basedOn w:val="Normal"/>
    <w:link w:val="BalloonTextChar"/>
    <w:uiPriority w:val="99"/>
    <w:semiHidden/>
    <w:unhideWhenUsed/>
    <w:rsid w:val="009C533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339"/>
    <w:rPr>
      <w:rFonts w:ascii="Tahoma" w:hAnsi="Tahoma" w:cs="Tahoma"/>
      <w:spacing w:val="4"/>
      <w:sz w:val="16"/>
      <w:szCs w:val="16"/>
    </w:rPr>
  </w:style>
  <w:style w:type="paragraph" w:customStyle="1" w:styleId="Heading2A">
    <w:name w:val="Heading 2A"/>
    <w:aliases w:val="Appendix Heading 2"/>
    <w:basedOn w:val="Heading2"/>
    <w:next w:val="P1-StandPara"/>
    <w:qFormat/>
    <w:rsid w:val="00E175EE"/>
  </w:style>
  <w:style w:type="paragraph" w:customStyle="1" w:styleId="Heading3A">
    <w:name w:val="Heading 3A"/>
    <w:aliases w:val="Appendix Heading 3"/>
    <w:basedOn w:val="Heading3"/>
    <w:next w:val="P1-StandPara"/>
    <w:rsid w:val="004D7AA7"/>
  </w:style>
  <w:style w:type="paragraph" w:customStyle="1" w:styleId="Heading4A">
    <w:name w:val="Heading 4A"/>
    <w:aliases w:val="Appendix Heading 4"/>
    <w:basedOn w:val="Heading4"/>
    <w:next w:val="P1-StandPara"/>
    <w:rsid w:val="004D7AA7"/>
  </w:style>
  <w:style w:type="paragraph" w:customStyle="1" w:styleId="Heading5A">
    <w:name w:val="Heading 5A"/>
    <w:aliases w:val="Appendix Heading 5"/>
    <w:basedOn w:val="Heading5"/>
    <w:next w:val="P1-StandPara"/>
    <w:rsid w:val="004D7AA7"/>
  </w:style>
  <w:style w:type="paragraph" w:customStyle="1" w:styleId="TB-TableBullet">
    <w:name w:val="TB-Table Bullet"/>
    <w:qFormat/>
    <w:rsid w:val="00057D52"/>
    <w:pPr>
      <w:numPr>
        <w:numId w:val="5"/>
      </w:numPr>
      <w:spacing w:before="40" w:after="40" w:line="280" w:lineRule="exact"/>
      <w:ind w:left="360"/>
    </w:pPr>
    <w:rPr>
      <w:rFonts w:ascii="Arial" w:hAnsi="Arial"/>
      <w:spacing w:val="4"/>
    </w:rPr>
  </w:style>
  <w:style w:type="character" w:customStyle="1" w:styleId="Heading2Char">
    <w:name w:val="Heading 2 Char"/>
    <w:aliases w:val="H2-Sec. Head Char,H2 Char"/>
    <w:basedOn w:val="DefaultParagraphFont"/>
    <w:link w:val="Heading2"/>
    <w:uiPriority w:val="9"/>
    <w:rsid w:val="00B80288"/>
    <w:rPr>
      <w:rFonts w:ascii="Arial Bold" w:hAnsi="Arial Bold"/>
      <w:b/>
      <w:color w:val="0070C0"/>
      <w:spacing w:val="4"/>
      <w:sz w:val="28"/>
    </w:rPr>
  </w:style>
  <w:style w:type="character" w:customStyle="1" w:styleId="Heading3Char">
    <w:name w:val="Heading 3 Char"/>
    <w:aliases w:val="H3-Sec. Head Char"/>
    <w:basedOn w:val="DefaultParagraphFont"/>
    <w:link w:val="Heading3"/>
    <w:uiPriority w:val="9"/>
    <w:rsid w:val="00B80288"/>
    <w:rPr>
      <w:rFonts w:ascii="Arial Bold" w:hAnsi="Arial Bold"/>
      <w:b/>
      <w:i/>
      <w:color w:val="0070C0"/>
      <w:spacing w:val="4"/>
      <w:sz w:val="24"/>
    </w:rPr>
  </w:style>
  <w:style w:type="paragraph" w:styleId="TOC3">
    <w:name w:val="toc 3"/>
    <w:basedOn w:val="Normal"/>
    <w:next w:val="Normal"/>
    <w:autoRedefine/>
    <w:uiPriority w:val="39"/>
    <w:semiHidden/>
    <w:unhideWhenUsed/>
    <w:rsid w:val="00F94459"/>
    <w:pPr>
      <w:spacing w:after="100"/>
      <w:ind w:left="460"/>
    </w:pPr>
  </w:style>
  <w:style w:type="paragraph" w:styleId="TOC4">
    <w:name w:val="toc 4"/>
    <w:basedOn w:val="Normal"/>
    <w:next w:val="Normal"/>
    <w:autoRedefine/>
    <w:uiPriority w:val="39"/>
    <w:semiHidden/>
    <w:unhideWhenUsed/>
    <w:rsid w:val="00F94459"/>
    <w:pPr>
      <w:spacing w:after="100"/>
      <w:ind w:left="690"/>
    </w:pPr>
  </w:style>
  <w:style w:type="paragraph" w:styleId="TOC5">
    <w:name w:val="toc 5"/>
    <w:basedOn w:val="Normal"/>
    <w:next w:val="Normal"/>
    <w:autoRedefine/>
    <w:uiPriority w:val="39"/>
    <w:semiHidden/>
    <w:unhideWhenUsed/>
    <w:rsid w:val="00F94459"/>
    <w:pPr>
      <w:spacing w:after="100"/>
      <w:ind w:left="920"/>
    </w:pPr>
  </w:style>
  <w:style w:type="paragraph" w:styleId="TOC6">
    <w:name w:val="toc 6"/>
    <w:basedOn w:val="Normal"/>
    <w:next w:val="Normal"/>
    <w:autoRedefine/>
    <w:uiPriority w:val="39"/>
    <w:semiHidden/>
    <w:unhideWhenUsed/>
    <w:rsid w:val="00F94459"/>
    <w:pPr>
      <w:spacing w:after="100"/>
      <w:ind w:left="1150"/>
    </w:pPr>
  </w:style>
  <w:style w:type="paragraph" w:styleId="TOC7">
    <w:name w:val="toc 7"/>
    <w:basedOn w:val="Normal"/>
    <w:next w:val="Normal"/>
    <w:autoRedefine/>
    <w:uiPriority w:val="39"/>
    <w:semiHidden/>
    <w:unhideWhenUsed/>
    <w:rsid w:val="00F94459"/>
    <w:pPr>
      <w:spacing w:after="100"/>
      <w:ind w:left="1380"/>
    </w:pPr>
  </w:style>
  <w:style w:type="paragraph" w:styleId="TOC8">
    <w:name w:val="toc 8"/>
    <w:basedOn w:val="Normal"/>
    <w:next w:val="Normal"/>
    <w:autoRedefine/>
    <w:uiPriority w:val="39"/>
    <w:semiHidden/>
    <w:unhideWhenUsed/>
    <w:rsid w:val="00F94459"/>
    <w:pPr>
      <w:spacing w:after="100"/>
      <w:ind w:left="1610"/>
    </w:pPr>
  </w:style>
  <w:style w:type="paragraph" w:styleId="TOC9">
    <w:name w:val="toc 9"/>
    <w:basedOn w:val="Normal"/>
    <w:next w:val="Normal"/>
    <w:autoRedefine/>
    <w:uiPriority w:val="39"/>
    <w:semiHidden/>
    <w:unhideWhenUsed/>
    <w:rsid w:val="00F94459"/>
    <w:pPr>
      <w:spacing w:after="100"/>
      <w:ind w:left="1840"/>
    </w:pPr>
  </w:style>
  <w:style w:type="paragraph" w:styleId="TOCHeading">
    <w:name w:val="TOC Heading"/>
    <w:basedOn w:val="Heading1"/>
    <w:next w:val="Normal"/>
    <w:uiPriority w:val="39"/>
    <w:semiHidden/>
    <w:unhideWhenUsed/>
    <w:qFormat/>
    <w:rsid w:val="00F94459"/>
    <w:pPr>
      <w:tabs>
        <w:tab w:val="clear" w:pos="1152"/>
      </w:tabs>
      <w:spacing w:before="480" w:after="0" w:line="280" w:lineRule="exact"/>
      <w:ind w:left="0"/>
      <w:outlineLvl w:val="9"/>
    </w:pPr>
    <w:rPr>
      <w:rFonts w:asciiTheme="majorHAnsi" w:eastAsiaTheme="majorEastAsia" w:hAnsiTheme="majorHAnsi" w:cstheme="majorBidi"/>
      <w:bCs/>
      <w:color w:val="2E74B5" w:themeColor="accent1" w:themeShade="BF"/>
      <w:sz w:val="28"/>
      <w:szCs w:val="28"/>
    </w:rPr>
  </w:style>
  <w:style w:type="character" w:styleId="FollowedHyperlink">
    <w:name w:val="FollowedHyperlink"/>
    <w:basedOn w:val="DefaultParagraphFont"/>
    <w:unhideWhenUsed/>
    <w:rsid w:val="00A8657C"/>
    <w:rPr>
      <w:color w:val="954F72" w:themeColor="followedHyperlink"/>
      <w:u w:val="single"/>
    </w:rPr>
  </w:style>
  <w:style w:type="character" w:customStyle="1" w:styleId="Heading4Char">
    <w:name w:val="Heading 4 Char"/>
    <w:aliases w:val="H4-Sec. Head Char"/>
    <w:basedOn w:val="DefaultParagraphFont"/>
    <w:link w:val="Heading4"/>
    <w:uiPriority w:val="9"/>
    <w:locked/>
    <w:rsid w:val="00A8657C"/>
    <w:rPr>
      <w:rFonts w:ascii="Arial" w:hAnsi="Arial"/>
      <w:color w:val="0070C0"/>
      <w:spacing w:val="4"/>
      <w:sz w:val="22"/>
    </w:rPr>
  </w:style>
  <w:style w:type="character" w:customStyle="1" w:styleId="Heading5Char">
    <w:name w:val="Heading 5 Char"/>
    <w:aliases w:val="H5-Sec. Head Char"/>
    <w:basedOn w:val="DefaultParagraphFont"/>
    <w:link w:val="Heading5"/>
    <w:uiPriority w:val="9"/>
    <w:locked/>
    <w:rsid w:val="00A8657C"/>
    <w:rPr>
      <w:rFonts w:ascii="Arial" w:hAnsi="Arial"/>
      <w:i/>
      <w:color w:val="0070C0"/>
      <w:spacing w:val="4"/>
      <w:sz w:val="22"/>
    </w:rPr>
  </w:style>
  <w:style w:type="character" w:customStyle="1" w:styleId="Heading6Char">
    <w:name w:val="Heading 6 Char"/>
    <w:basedOn w:val="DefaultParagraphFont"/>
    <w:link w:val="Heading6"/>
    <w:uiPriority w:val="9"/>
    <w:locked/>
    <w:rsid w:val="00A8657C"/>
    <w:rPr>
      <w:b/>
      <w:caps/>
      <w:spacing w:val="4"/>
      <w:sz w:val="23"/>
    </w:rPr>
  </w:style>
  <w:style w:type="character" w:customStyle="1" w:styleId="Heading7Char">
    <w:name w:val="Heading 7 Char"/>
    <w:basedOn w:val="DefaultParagraphFont"/>
    <w:link w:val="Heading7"/>
    <w:uiPriority w:val="9"/>
    <w:locked/>
    <w:rsid w:val="00A8657C"/>
    <w:rPr>
      <w:spacing w:val="4"/>
    </w:rPr>
  </w:style>
  <w:style w:type="character" w:customStyle="1" w:styleId="Heading8Char">
    <w:name w:val="Heading 8 Char"/>
    <w:basedOn w:val="DefaultParagraphFont"/>
    <w:link w:val="Heading8"/>
    <w:uiPriority w:val="9"/>
    <w:locked/>
    <w:rsid w:val="00A8657C"/>
    <w:rPr>
      <w:rFonts w:ascii="Arial" w:hAnsi="Arial"/>
      <w:i/>
      <w:spacing w:val="4"/>
    </w:rPr>
  </w:style>
  <w:style w:type="character" w:customStyle="1" w:styleId="Heading9Char">
    <w:name w:val="Heading 9 Char"/>
    <w:basedOn w:val="DefaultParagraphFont"/>
    <w:link w:val="Heading9"/>
    <w:uiPriority w:val="9"/>
    <w:locked/>
    <w:rsid w:val="00A8657C"/>
    <w:rPr>
      <w:rFonts w:ascii="Arial" w:hAnsi="Arial"/>
      <w:spacing w:val="4"/>
      <w:sz w:val="144"/>
    </w:rPr>
  </w:style>
  <w:style w:type="table" w:customStyle="1" w:styleId="TableCAHPSLetterCancerCare">
    <w:name w:val="Table CAHPS Letter Cancer Care"/>
    <w:basedOn w:val="TableNormal"/>
    <w:uiPriority w:val="99"/>
    <w:rsid w:val="008534F7"/>
    <w:tblPr>
      <w:tblBorders>
        <w:top w:val="thinThickSmallGap" w:sz="24" w:space="0" w:color="2F5496" w:themeColor="accent5" w:themeShade="BF"/>
        <w:left w:val="thinThickSmallGap" w:sz="24" w:space="0" w:color="2F5496" w:themeColor="accent5" w:themeShade="BF"/>
        <w:bottom w:val="thinThickSmallGap" w:sz="24" w:space="0" w:color="2F5496" w:themeColor="accent5" w:themeShade="BF"/>
        <w:right w:val="thinThickSmallGap" w:sz="24" w:space="0" w:color="2F5496" w:themeColor="accent5" w:themeShade="BF"/>
      </w:tblBorders>
    </w:tblPr>
  </w:style>
  <w:style w:type="table" w:customStyle="1" w:styleId="TableResponseOptions">
    <w:name w:val="Table Response Options"/>
    <w:basedOn w:val="TableNormal"/>
    <w:uiPriority w:val="99"/>
    <w:rsid w:val="00514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cPr>
        <w:shd w:val="clear" w:color="auto" w:fill="8EAADB" w:themeFill="accent5" w:themeFillTint="99"/>
      </w:tcPr>
    </w:tblStylePr>
  </w:style>
  <w:style w:type="paragraph" w:customStyle="1" w:styleId="NA-1stNumber">
    <w:name w:val="NA-1st Number"/>
    <w:basedOn w:val="N1-1stBullet"/>
    <w:qFormat/>
    <w:rsid w:val="004B12B9"/>
    <w:pPr>
      <w:numPr>
        <w:numId w:val="2"/>
      </w:numPr>
    </w:pPr>
  </w:style>
  <w:style w:type="paragraph" w:customStyle="1" w:styleId="NB-2ndNumber">
    <w:name w:val="NB-2nd Number"/>
    <w:basedOn w:val="N2-2ndBullet"/>
    <w:qFormat/>
    <w:rsid w:val="004B12B9"/>
    <w:pPr>
      <w:numPr>
        <w:numId w:val="3"/>
      </w:numPr>
    </w:pPr>
  </w:style>
  <w:style w:type="paragraph" w:customStyle="1" w:styleId="NC-3rdNumber">
    <w:name w:val="NC-3rd Number"/>
    <w:basedOn w:val="N3-3rdBullet"/>
    <w:qFormat/>
    <w:rsid w:val="00DA6D48"/>
    <w:pPr>
      <w:numPr>
        <w:numId w:val="9"/>
      </w:numPr>
      <w:ind w:left="2880"/>
    </w:pPr>
  </w:style>
  <w:style w:type="table" w:customStyle="1" w:styleId="TableCAHPSStandard">
    <w:name w:val="Table CAHPS Standard"/>
    <w:basedOn w:val="TableNormal"/>
    <w:uiPriority w:val="99"/>
    <w:rsid w:val="002538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cPr>
        <w:shd w:val="clear" w:color="auto" w:fill="E5F4FF"/>
      </w:tcPr>
    </w:tblStylePr>
  </w:style>
  <w:style w:type="paragraph" w:styleId="ListParagraph">
    <w:name w:val="List Paragraph"/>
    <w:basedOn w:val="Normal"/>
    <w:uiPriority w:val="34"/>
    <w:qFormat/>
    <w:rsid w:val="00D87262"/>
    <w:pPr>
      <w:spacing w:line="240" w:lineRule="atLeast"/>
      <w:ind w:left="720"/>
      <w:jc w:val="both"/>
    </w:pPr>
    <w:rPr>
      <w:spacing w:val="0"/>
    </w:rPr>
  </w:style>
  <w:style w:type="paragraph" w:styleId="BodyText2">
    <w:name w:val="Body Text 2"/>
    <w:basedOn w:val="Normal"/>
    <w:link w:val="BodyText2Char"/>
    <w:rsid w:val="00D87262"/>
    <w:pPr>
      <w:spacing w:after="120" w:line="480" w:lineRule="auto"/>
      <w:jc w:val="both"/>
    </w:pPr>
    <w:rPr>
      <w:spacing w:val="0"/>
    </w:rPr>
  </w:style>
  <w:style w:type="character" w:customStyle="1" w:styleId="BodyText2Char">
    <w:name w:val="Body Text 2 Char"/>
    <w:basedOn w:val="DefaultParagraphFont"/>
    <w:link w:val="BodyText2"/>
    <w:rsid w:val="00D87262"/>
    <w:rPr>
      <w:sz w:val="23"/>
    </w:rPr>
  </w:style>
  <w:style w:type="paragraph" w:styleId="BodyText">
    <w:name w:val="Body Text"/>
    <w:basedOn w:val="Normal"/>
    <w:link w:val="BodyTextChar"/>
    <w:rsid w:val="00D87262"/>
    <w:pPr>
      <w:spacing w:after="120" w:line="240" w:lineRule="atLeast"/>
      <w:jc w:val="both"/>
    </w:pPr>
    <w:rPr>
      <w:spacing w:val="0"/>
    </w:rPr>
  </w:style>
  <w:style w:type="character" w:customStyle="1" w:styleId="BodyTextChar">
    <w:name w:val="Body Text Char"/>
    <w:basedOn w:val="DefaultParagraphFont"/>
    <w:link w:val="BodyText"/>
    <w:rsid w:val="00D87262"/>
    <w:rPr>
      <w:sz w:val="23"/>
    </w:rPr>
  </w:style>
  <w:style w:type="character" w:styleId="CommentReference">
    <w:name w:val="annotation reference"/>
    <w:uiPriority w:val="99"/>
    <w:semiHidden/>
    <w:rsid w:val="00D87262"/>
    <w:rPr>
      <w:sz w:val="16"/>
      <w:szCs w:val="16"/>
    </w:rPr>
  </w:style>
  <w:style w:type="paragraph" w:styleId="CommentText">
    <w:name w:val="annotation text"/>
    <w:basedOn w:val="Normal"/>
    <w:link w:val="CommentTextChar"/>
    <w:semiHidden/>
    <w:rsid w:val="00D87262"/>
    <w:pPr>
      <w:spacing w:line="240" w:lineRule="atLeast"/>
      <w:jc w:val="both"/>
    </w:pPr>
    <w:rPr>
      <w:spacing w:val="0"/>
      <w:sz w:val="20"/>
    </w:rPr>
  </w:style>
  <w:style w:type="character" w:customStyle="1" w:styleId="CommentTextChar">
    <w:name w:val="Comment Text Char"/>
    <w:basedOn w:val="DefaultParagraphFont"/>
    <w:link w:val="CommentText"/>
    <w:semiHidden/>
    <w:rsid w:val="00D87262"/>
  </w:style>
  <w:style w:type="paragraph" w:customStyle="1" w:styleId="Style2">
    <w:name w:val="Style2"/>
    <w:basedOn w:val="P1-StandPara"/>
    <w:link w:val="Style2Char"/>
    <w:qFormat/>
    <w:rsid w:val="00D87262"/>
    <w:pPr>
      <w:spacing w:after="0" w:line="320" w:lineRule="atLeast"/>
      <w:ind w:left="0"/>
      <w:jc w:val="center"/>
    </w:pPr>
    <w:rPr>
      <w:b/>
      <w:color w:val="003300"/>
      <w:sz w:val="24"/>
    </w:rPr>
  </w:style>
  <w:style w:type="character" w:customStyle="1" w:styleId="Style2Char">
    <w:name w:val="Style2 Char"/>
    <w:link w:val="Style2"/>
    <w:rsid w:val="00D87262"/>
    <w:rPr>
      <w:b/>
      <w:color w:val="003300"/>
      <w:spacing w:val="4"/>
      <w:sz w:val="24"/>
    </w:rPr>
  </w:style>
  <w:style w:type="paragraph" w:styleId="CommentSubject">
    <w:name w:val="annotation subject"/>
    <w:basedOn w:val="CommentText"/>
    <w:next w:val="CommentText"/>
    <w:link w:val="CommentSubjectChar"/>
    <w:uiPriority w:val="99"/>
    <w:semiHidden/>
    <w:unhideWhenUsed/>
    <w:rsid w:val="0095632E"/>
    <w:pPr>
      <w:spacing w:line="240" w:lineRule="auto"/>
      <w:jc w:val="left"/>
    </w:pPr>
    <w:rPr>
      <w:b/>
      <w:bCs/>
      <w:spacing w:val="4"/>
    </w:rPr>
  </w:style>
  <w:style w:type="character" w:customStyle="1" w:styleId="CommentSubjectChar">
    <w:name w:val="Comment Subject Char"/>
    <w:basedOn w:val="CommentTextChar"/>
    <w:link w:val="CommentSubject"/>
    <w:uiPriority w:val="99"/>
    <w:semiHidden/>
    <w:rsid w:val="0095632E"/>
    <w:rPr>
      <w:b/>
      <w:bCs/>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6782">
      <w:bodyDiv w:val="1"/>
      <w:marLeft w:val="0"/>
      <w:marRight w:val="0"/>
      <w:marTop w:val="0"/>
      <w:marBottom w:val="0"/>
      <w:divBdr>
        <w:top w:val="none" w:sz="0" w:space="0" w:color="auto"/>
        <w:left w:val="none" w:sz="0" w:space="0" w:color="auto"/>
        <w:bottom w:val="none" w:sz="0" w:space="0" w:color="auto"/>
        <w:right w:val="none" w:sz="0" w:space="0" w:color="auto"/>
      </w:divBdr>
    </w:div>
    <w:div w:id="128936551">
      <w:bodyDiv w:val="1"/>
      <w:marLeft w:val="0"/>
      <w:marRight w:val="0"/>
      <w:marTop w:val="0"/>
      <w:marBottom w:val="0"/>
      <w:divBdr>
        <w:top w:val="none" w:sz="0" w:space="0" w:color="auto"/>
        <w:left w:val="none" w:sz="0" w:space="0" w:color="auto"/>
        <w:bottom w:val="none" w:sz="0" w:space="0" w:color="auto"/>
        <w:right w:val="none" w:sz="0" w:space="0" w:color="auto"/>
      </w:divBdr>
    </w:div>
    <w:div w:id="244537337">
      <w:bodyDiv w:val="1"/>
      <w:marLeft w:val="0"/>
      <w:marRight w:val="0"/>
      <w:marTop w:val="0"/>
      <w:marBottom w:val="0"/>
      <w:divBdr>
        <w:top w:val="none" w:sz="0" w:space="0" w:color="auto"/>
        <w:left w:val="none" w:sz="0" w:space="0" w:color="auto"/>
        <w:bottom w:val="none" w:sz="0" w:space="0" w:color="auto"/>
        <w:right w:val="none" w:sz="0" w:space="0" w:color="auto"/>
      </w:divBdr>
    </w:div>
    <w:div w:id="251938971">
      <w:bodyDiv w:val="1"/>
      <w:marLeft w:val="0"/>
      <w:marRight w:val="0"/>
      <w:marTop w:val="0"/>
      <w:marBottom w:val="0"/>
      <w:divBdr>
        <w:top w:val="none" w:sz="0" w:space="0" w:color="auto"/>
        <w:left w:val="none" w:sz="0" w:space="0" w:color="auto"/>
        <w:bottom w:val="none" w:sz="0" w:space="0" w:color="auto"/>
        <w:right w:val="none" w:sz="0" w:space="0" w:color="auto"/>
      </w:divBdr>
    </w:div>
    <w:div w:id="508256757">
      <w:bodyDiv w:val="1"/>
      <w:marLeft w:val="0"/>
      <w:marRight w:val="0"/>
      <w:marTop w:val="0"/>
      <w:marBottom w:val="0"/>
      <w:divBdr>
        <w:top w:val="none" w:sz="0" w:space="0" w:color="auto"/>
        <w:left w:val="none" w:sz="0" w:space="0" w:color="auto"/>
        <w:bottom w:val="none" w:sz="0" w:space="0" w:color="auto"/>
        <w:right w:val="none" w:sz="0" w:space="0" w:color="auto"/>
      </w:divBdr>
    </w:div>
    <w:div w:id="540822027">
      <w:bodyDiv w:val="1"/>
      <w:marLeft w:val="0"/>
      <w:marRight w:val="0"/>
      <w:marTop w:val="0"/>
      <w:marBottom w:val="0"/>
      <w:divBdr>
        <w:top w:val="none" w:sz="0" w:space="0" w:color="auto"/>
        <w:left w:val="none" w:sz="0" w:space="0" w:color="auto"/>
        <w:bottom w:val="none" w:sz="0" w:space="0" w:color="auto"/>
        <w:right w:val="none" w:sz="0" w:space="0" w:color="auto"/>
      </w:divBdr>
    </w:div>
    <w:div w:id="543832699">
      <w:bodyDiv w:val="1"/>
      <w:marLeft w:val="0"/>
      <w:marRight w:val="0"/>
      <w:marTop w:val="0"/>
      <w:marBottom w:val="0"/>
      <w:divBdr>
        <w:top w:val="none" w:sz="0" w:space="0" w:color="auto"/>
        <w:left w:val="none" w:sz="0" w:space="0" w:color="auto"/>
        <w:bottom w:val="none" w:sz="0" w:space="0" w:color="auto"/>
        <w:right w:val="none" w:sz="0" w:space="0" w:color="auto"/>
      </w:divBdr>
    </w:div>
    <w:div w:id="1160272018">
      <w:bodyDiv w:val="1"/>
      <w:marLeft w:val="0"/>
      <w:marRight w:val="0"/>
      <w:marTop w:val="0"/>
      <w:marBottom w:val="0"/>
      <w:divBdr>
        <w:top w:val="none" w:sz="0" w:space="0" w:color="auto"/>
        <w:left w:val="none" w:sz="0" w:space="0" w:color="auto"/>
        <w:bottom w:val="none" w:sz="0" w:space="0" w:color="auto"/>
        <w:right w:val="none" w:sz="0" w:space="0" w:color="auto"/>
      </w:divBdr>
    </w:div>
    <w:div w:id="1254437344">
      <w:bodyDiv w:val="1"/>
      <w:marLeft w:val="0"/>
      <w:marRight w:val="0"/>
      <w:marTop w:val="0"/>
      <w:marBottom w:val="0"/>
      <w:divBdr>
        <w:top w:val="none" w:sz="0" w:space="0" w:color="auto"/>
        <w:left w:val="none" w:sz="0" w:space="0" w:color="auto"/>
        <w:bottom w:val="none" w:sz="0" w:space="0" w:color="auto"/>
        <w:right w:val="none" w:sz="0" w:space="0" w:color="auto"/>
      </w:divBdr>
    </w:div>
    <w:div w:id="1291979302">
      <w:bodyDiv w:val="1"/>
      <w:marLeft w:val="0"/>
      <w:marRight w:val="0"/>
      <w:marTop w:val="0"/>
      <w:marBottom w:val="0"/>
      <w:divBdr>
        <w:top w:val="none" w:sz="0" w:space="0" w:color="auto"/>
        <w:left w:val="none" w:sz="0" w:space="0" w:color="auto"/>
        <w:bottom w:val="none" w:sz="0" w:space="0" w:color="auto"/>
        <w:right w:val="none" w:sz="0" w:space="0" w:color="auto"/>
      </w:divBdr>
    </w:div>
    <w:div w:id="1417554443">
      <w:bodyDiv w:val="1"/>
      <w:marLeft w:val="0"/>
      <w:marRight w:val="0"/>
      <w:marTop w:val="0"/>
      <w:marBottom w:val="0"/>
      <w:divBdr>
        <w:top w:val="none" w:sz="0" w:space="0" w:color="auto"/>
        <w:left w:val="none" w:sz="0" w:space="0" w:color="auto"/>
        <w:bottom w:val="none" w:sz="0" w:space="0" w:color="auto"/>
        <w:right w:val="none" w:sz="0" w:space="0" w:color="auto"/>
      </w:divBdr>
    </w:div>
    <w:div w:id="1425374201">
      <w:bodyDiv w:val="1"/>
      <w:marLeft w:val="0"/>
      <w:marRight w:val="0"/>
      <w:marTop w:val="0"/>
      <w:marBottom w:val="0"/>
      <w:divBdr>
        <w:top w:val="none" w:sz="0" w:space="0" w:color="auto"/>
        <w:left w:val="none" w:sz="0" w:space="0" w:color="auto"/>
        <w:bottom w:val="none" w:sz="0" w:space="0" w:color="auto"/>
        <w:right w:val="none" w:sz="0" w:space="0" w:color="auto"/>
      </w:divBdr>
    </w:div>
    <w:div w:id="1600288899">
      <w:bodyDiv w:val="1"/>
      <w:marLeft w:val="0"/>
      <w:marRight w:val="0"/>
      <w:marTop w:val="0"/>
      <w:marBottom w:val="0"/>
      <w:divBdr>
        <w:top w:val="none" w:sz="0" w:space="0" w:color="auto"/>
        <w:left w:val="none" w:sz="0" w:space="0" w:color="auto"/>
        <w:bottom w:val="none" w:sz="0" w:space="0" w:color="auto"/>
        <w:right w:val="none" w:sz="0" w:space="0" w:color="auto"/>
      </w:divBdr>
    </w:div>
    <w:div w:id="1733116822">
      <w:bodyDiv w:val="1"/>
      <w:marLeft w:val="0"/>
      <w:marRight w:val="0"/>
      <w:marTop w:val="0"/>
      <w:marBottom w:val="0"/>
      <w:divBdr>
        <w:top w:val="none" w:sz="0" w:space="0" w:color="auto"/>
        <w:left w:val="none" w:sz="0" w:space="0" w:color="auto"/>
        <w:bottom w:val="none" w:sz="0" w:space="0" w:color="auto"/>
        <w:right w:val="none" w:sz="0" w:space="0" w:color="auto"/>
      </w:divBdr>
    </w:div>
    <w:div w:id="1890532187">
      <w:bodyDiv w:val="1"/>
      <w:marLeft w:val="0"/>
      <w:marRight w:val="0"/>
      <w:marTop w:val="0"/>
      <w:marBottom w:val="0"/>
      <w:divBdr>
        <w:top w:val="none" w:sz="0" w:space="0" w:color="auto"/>
        <w:left w:val="none" w:sz="0" w:space="0" w:color="auto"/>
        <w:bottom w:val="none" w:sz="0" w:space="0" w:color="auto"/>
        <w:right w:val="none" w:sz="0" w:space="0" w:color="auto"/>
      </w:divBdr>
    </w:div>
    <w:div w:id="1926838680">
      <w:bodyDiv w:val="1"/>
      <w:marLeft w:val="0"/>
      <w:marRight w:val="0"/>
      <w:marTop w:val="0"/>
      <w:marBottom w:val="0"/>
      <w:divBdr>
        <w:top w:val="none" w:sz="0" w:space="0" w:color="auto"/>
        <w:left w:val="none" w:sz="0" w:space="0" w:color="auto"/>
        <w:bottom w:val="none" w:sz="0" w:space="0" w:color="auto"/>
        <w:right w:val="none" w:sz="0" w:space="0" w:color="auto"/>
      </w:divBdr>
    </w:div>
    <w:div w:id="214257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rq.gov/cahps/index.htm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hrq.gov/cahps/surveys-guidance/helpful-resources/translating/index.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ahps1@westat.com" TargetMode="External"/><Relationship Id="rId14" Type="http://schemas.openxmlformats.org/officeDocument/2006/relationships/hyperlink" Target="http://www.ahrq.gov/cahps/surveys-guidance/helpful-resources/analysi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e\Documents\Custom%20Office%20Templates\CAHPS%20Cancer%20Care%20Survey%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BB75A-A3AE-422A-B67F-29F6067B4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CAHPS Cancer Care Survey template.dotm</Template>
  <TotalTime>19</TotalTime>
  <Pages>18</Pages>
  <Words>4965</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CAHPS Cancer Care Survey and Instructions Template</vt:lpstr>
    </vt:vector>
  </TitlesOfParts>
  <Company>Westat</Company>
  <LinksUpToDate>false</LinksUpToDate>
  <CharactersWithSpaces>32189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Cancer Care Survey and Instructions Template</dc:title>
  <dc:subject/>
  <dc:creator>Lise Rybowski</dc:creator>
  <cp:keywords/>
  <dc:description/>
  <cp:lastModifiedBy>Zachary White</cp:lastModifiedBy>
  <cp:revision>5</cp:revision>
  <cp:lastPrinted>2017-05-26T15:14:00Z</cp:lastPrinted>
  <dcterms:created xsi:type="dcterms:W3CDTF">2017-08-14T14:31:00Z</dcterms:created>
  <dcterms:modified xsi:type="dcterms:W3CDTF">2017-09-05T13:00:00Z</dcterms:modified>
</cp:coreProperties>
</file>