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87424" w14:textId="77777777" w:rsidR="00CF5D08" w:rsidRDefault="00CF5D08" w:rsidP="00CF5D08">
      <w:pPr>
        <w:pStyle w:val="CoverPage"/>
        <w:rPr>
          <w:b/>
          <w:sz w:val="52"/>
          <w:szCs w:val="52"/>
        </w:rPr>
      </w:pPr>
    </w:p>
    <w:p w14:paraId="6DFC538E" w14:textId="77777777" w:rsidR="00CF5D08" w:rsidRDefault="00CF5D08" w:rsidP="00CF5D08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6"/>
          <w:vertAlign w:val="superscript"/>
        </w:rPr>
        <w:sym w:font="Symbol" w:char="F0D2"/>
      </w:r>
      <w:r>
        <w:rPr>
          <w:b/>
          <w:sz w:val="52"/>
          <w:szCs w:val="52"/>
        </w:rPr>
        <w:t xml:space="preserve"> Health Plan Survey</w:t>
      </w:r>
      <w:r w:rsidR="00F14371">
        <w:rPr>
          <w:b/>
          <w:sz w:val="52"/>
          <w:szCs w:val="52"/>
        </w:rPr>
        <w:t>s</w:t>
      </w:r>
      <w:r>
        <w:rPr>
          <w:b/>
          <w:sz w:val="52"/>
          <w:szCs w:val="52"/>
        </w:rPr>
        <w:t xml:space="preserve"> </w:t>
      </w:r>
    </w:p>
    <w:p w14:paraId="041E5D8F" w14:textId="77777777" w:rsidR="00CF5D08" w:rsidRDefault="00CF5D08" w:rsidP="00CF5D08">
      <w:pPr>
        <w:pStyle w:val="CoverPage"/>
        <w:rPr>
          <w:b/>
          <w:sz w:val="44"/>
          <w:szCs w:val="44"/>
        </w:rPr>
      </w:pPr>
    </w:p>
    <w:p w14:paraId="1BF7EAE1" w14:textId="0495031B" w:rsidR="00CF5D08" w:rsidRDefault="00CF5D08" w:rsidP="00CF5D08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  <w:t xml:space="preserve">Child Commercial </w:t>
      </w:r>
      <w:r w:rsidR="00C3148B">
        <w:rPr>
          <w:b/>
          <w:sz w:val="44"/>
          <w:szCs w:val="44"/>
        </w:rPr>
        <w:t>Survey 5.</w:t>
      </w:r>
      <w:r w:rsidR="005F4A60">
        <w:rPr>
          <w:b/>
          <w:sz w:val="44"/>
          <w:szCs w:val="44"/>
        </w:rPr>
        <w:t>1</w:t>
      </w:r>
    </w:p>
    <w:p w14:paraId="10FA687F" w14:textId="77777777" w:rsidR="00CF5D08" w:rsidRDefault="00CF5D08" w:rsidP="00CF5D08">
      <w:pPr>
        <w:pStyle w:val="CoverPage"/>
        <w:ind w:left="1944" w:hanging="1944"/>
        <w:rPr>
          <w:b/>
          <w:sz w:val="44"/>
          <w:szCs w:val="44"/>
        </w:rPr>
      </w:pPr>
    </w:p>
    <w:p w14:paraId="718790CC" w14:textId="77777777" w:rsidR="001A70B9" w:rsidRDefault="001A70B9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CF5D08">
        <w:rPr>
          <w:b/>
          <w:sz w:val="44"/>
          <w:szCs w:val="44"/>
        </w:rPr>
        <w:t>Spanish</w:t>
      </w:r>
    </w:p>
    <w:p w14:paraId="78CAD8F1" w14:textId="77777777" w:rsidR="001A70B9" w:rsidRDefault="001A70B9">
      <w:pPr>
        <w:pStyle w:val="CoverPage"/>
        <w:rPr>
          <w:b/>
          <w:sz w:val="44"/>
          <w:szCs w:val="44"/>
        </w:rPr>
      </w:pPr>
    </w:p>
    <w:p w14:paraId="18F1990D" w14:textId="77777777" w:rsidR="001A70B9" w:rsidRDefault="001A70B9">
      <w:pPr>
        <w:pStyle w:val="CoverPage"/>
        <w:rPr>
          <w:b/>
          <w:sz w:val="44"/>
          <w:szCs w:val="44"/>
        </w:rPr>
      </w:pPr>
    </w:p>
    <w:p w14:paraId="0789592C" w14:textId="77777777" w:rsidR="00B45C18" w:rsidRDefault="00B45C18" w:rsidP="00B45C18">
      <w:pPr>
        <w:pStyle w:val="CoverPage"/>
        <w:rPr>
          <w:b/>
        </w:rPr>
      </w:pPr>
      <w:r>
        <w:rPr>
          <w:b/>
        </w:rPr>
        <w:t xml:space="preserve">Notes </w:t>
      </w:r>
    </w:p>
    <w:p w14:paraId="3B2EB178" w14:textId="77777777" w:rsidR="00B45C18" w:rsidRDefault="00B45C18" w:rsidP="00B45C18">
      <w:pPr>
        <w:pStyle w:val="CoverPage"/>
      </w:pPr>
    </w:p>
    <w:p w14:paraId="08618CB5" w14:textId="70C106ED" w:rsidR="000A4687" w:rsidRDefault="00B45C18" w:rsidP="00B45C18">
      <w:pPr>
        <w:pStyle w:val="Instructions-Survey"/>
        <w:numPr>
          <w:ilvl w:val="0"/>
          <w:numId w:val="40"/>
        </w:numPr>
        <w:spacing w:after="120"/>
      </w:pPr>
      <w:r w:rsidRPr="005E4A0B">
        <w:rPr>
          <w:rFonts w:cs="Arial"/>
          <w:b/>
          <w:szCs w:val="22"/>
        </w:rPr>
        <w:t>Release of 5.</w:t>
      </w:r>
      <w:r w:rsidR="005F4A60">
        <w:rPr>
          <w:rFonts w:cs="Arial"/>
          <w:b/>
          <w:szCs w:val="22"/>
        </w:rPr>
        <w:t>1</w:t>
      </w:r>
      <w:r w:rsidRPr="005E4A0B">
        <w:rPr>
          <w:rFonts w:cs="Arial"/>
          <w:b/>
          <w:szCs w:val="22"/>
        </w:rPr>
        <w:t xml:space="preserve"> version</w:t>
      </w:r>
      <w:r w:rsidR="002D1711" w:rsidRPr="002D1711">
        <w:rPr>
          <w:rFonts w:cs="Arial"/>
          <w:szCs w:val="22"/>
        </w:rPr>
        <w:t xml:space="preserve"> </w:t>
      </w:r>
      <w:r w:rsidR="002D1711">
        <w:rPr>
          <w:rFonts w:cs="Arial"/>
          <w:szCs w:val="22"/>
        </w:rPr>
        <w:t xml:space="preserve">The CAHPS team updated this survey in </w:t>
      </w:r>
      <w:r w:rsidR="00037D86">
        <w:rPr>
          <w:rFonts w:cs="Arial"/>
          <w:szCs w:val="22"/>
        </w:rPr>
        <w:t>F</w:t>
      </w:r>
      <w:r w:rsidR="002D1711">
        <w:rPr>
          <w:rFonts w:cs="Arial"/>
          <w:szCs w:val="22"/>
        </w:rPr>
        <w:t xml:space="preserve">all 2020. To reflect the fact that patients are receiving health care in person, by phone, and by video, the team made minor changes to the wording of instructions and a few survey items. Learn more at </w:t>
      </w:r>
      <w:hyperlink r:id="rId7" w:tooltip="AHRQ Web site, CAHPS Health Plan Survey page. " w:history="1">
        <w:r w:rsidR="002D1711">
          <w:rPr>
            <w:rStyle w:val="Hyperlink"/>
            <w:rFonts w:cs="Arial"/>
            <w:szCs w:val="22"/>
          </w:rPr>
          <w:t>https://www.ahrq.gov/cahps/surveys-guidance/hp/index.html</w:t>
        </w:r>
      </w:hyperlink>
      <w:r w:rsidR="002D1711">
        <w:rPr>
          <w:rFonts w:cs="Arial"/>
          <w:szCs w:val="22"/>
        </w:rPr>
        <w:t>.</w:t>
      </w:r>
    </w:p>
    <w:p w14:paraId="64415C64" w14:textId="77777777" w:rsidR="00161C6E" w:rsidRDefault="00B45C18" w:rsidP="00037D86">
      <w:pPr>
        <w:pStyle w:val="Instructions-Survey"/>
        <w:numPr>
          <w:ilvl w:val="0"/>
          <w:numId w:val="48"/>
        </w:numPr>
        <w:spacing w:after="120"/>
        <w:rPr>
          <w:rFonts w:cs="Arial"/>
          <w:b/>
          <w:szCs w:val="22"/>
        </w:rPr>
      </w:pPr>
      <w:r w:rsidRPr="005630AA">
        <w:rPr>
          <w:b/>
        </w:rPr>
        <w:t>Supplemental items</w:t>
      </w:r>
      <w:r w:rsidRPr="00E75608">
        <w:t xml:space="preserve">: </w:t>
      </w:r>
      <w:r>
        <w:t>The</w:t>
      </w:r>
      <w:r w:rsidR="00E81B72">
        <w:t xml:space="preserve"> </w:t>
      </w:r>
      <w:r w:rsidRPr="00E75608">
        <w:t xml:space="preserve">Child Commercial Survey </w:t>
      </w:r>
      <w:r w:rsidR="00173563">
        <w:t>5.</w:t>
      </w:r>
      <w:r w:rsidR="00B20DBC">
        <w:t>1</w:t>
      </w:r>
      <w:r w:rsidR="00173563">
        <w:t xml:space="preserve"> </w:t>
      </w:r>
      <w:r>
        <w:t xml:space="preserve">includes core items only. Users of this survey may </w:t>
      </w:r>
      <w:r w:rsidR="00173563">
        <w:t xml:space="preserve">customize this instrument by adding </w:t>
      </w:r>
      <w:r>
        <w:t>questions</w:t>
      </w:r>
      <w:r w:rsidR="00161C6E">
        <w:rPr>
          <w:rFonts w:cs="Arial"/>
          <w:szCs w:val="22"/>
        </w:rPr>
        <w:t xml:space="preserve">. </w:t>
      </w:r>
    </w:p>
    <w:p w14:paraId="3A824444" w14:textId="339A232D" w:rsidR="00161C6E" w:rsidRDefault="00161C6E" w:rsidP="00037D86">
      <w:pPr>
        <w:pStyle w:val="Instructions-Survey"/>
        <w:numPr>
          <w:ilvl w:val="1"/>
          <w:numId w:val="48"/>
        </w:numPr>
        <w:spacing w:after="12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A searchable list of supplemental items developed by the CAHPS team is available at </w:t>
      </w:r>
      <w:hyperlink r:id="rId8" w:tooltip="AHRQ Web site, Supplemental Items for CAHPS Surveys page. " w:history="1">
        <w:r>
          <w:rPr>
            <w:rStyle w:val="Hyperlink"/>
            <w:rFonts w:cs="Arial"/>
            <w:szCs w:val="22"/>
          </w:rPr>
          <w:t>https://www.ahrq.gov/cahps/surveys-guidance/item-sets/search.html</w:t>
        </w:r>
      </w:hyperlink>
      <w:r>
        <w:rPr>
          <w:rFonts w:cs="Arial"/>
          <w:szCs w:val="22"/>
        </w:rPr>
        <w:t>.</w:t>
      </w:r>
    </w:p>
    <w:p w14:paraId="3281B9AC" w14:textId="7842C6B1" w:rsidR="00161C6E" w:rsidRDefault="00161C6E" w:rsidP="00037D86">
      <w:pPr>
        <w:pStyle w:val="Instructions-Survey"/>
        <w:numPr>
          <w:ilvl w:val="1"/>
          <w:numId w:val="48"/>
        </w:numPr>
        <w:spacing w:after="12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Descriptions of major item sets are available at </w:t>
      </w:r>
      <w:hyperlink r:id="rId9" w:tooltip="AHRQ Web site, What Are CAHPS Supplemental Items page. " w:history="1">
        <w:r>
          <w:rPr>
            <w:rStyle w:val="Hyperlink"/>
            <w:rFonts w:cs="Arial"/>
            <w:szCs w:val="22"/>
          </w:rPr>
          <w:t>https://www.ahrq.gov/cahps/surveys-guidance/item-sets/index.html</w:t>
        </w:r>
      </w:hyperlink>
      <w:r>
        <w:rPr>
          <w:rFonts w:cs="Arial"/>
          <w:szCs w:val="22"/>
        </w:rPr>
        <w:t xml:space="preserve">. </w:t>
      </w:r>
    </w:p>
    <w:p w14:paraId="35BCD493" w14:textId="77777777" w:rsidR="00161C6E" w:rsidRDefault="00161C6E" w:rsidP="00161C6E">
      <w:pPr>
        <w:pStyle w:val="Instructions-Survey"/>
        <w:numPr>
          <w:ilvl w:val="0"/>
          <w:numId w:val="48"/>
        </w:numPr>
        <w:rPr>
          <w:rFonts w:cs="Arial"/>
          <w:b/>
          <w:szCs w:val="22"/>
        </w:rPr>
      </w:pPr>
      <w:r>
        <w:rPr>
          <w:rFonts w:cs="Arial"/>
          <w:b/>
          <w:bCs/>
          <w:szCs w:val="22"/>
        </w:rPr>
        <w:t>Front cover</w:t>
      </w:r>
      <w:r>
        <w:rPr>
          <w:rFonts w:cs="Arial"/>
          <w:szCs w:val="22"/>
        </w:rPr>
        <w:t>: Users should replace the cover of this document with their own front cover, with a user-friendly title and their own logo.</w:t>
      </w:r>
    </w:p>
    <w:p w14:paraId="1E3E7E03" w14:textId="77777777" w:rsidR="001A70B9" w:rsidRDefault="001A70B9">
      <w:pPr>
        <w:pStyle w:val="CoverPage"/>
      </w:pP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B45C18" w14:paraId="15ED5E6B" w14:textId="77777777" w:rsidTr="00B45C18">
        <w:trPr>
          <w:cantSplit/>
        </w:trPr>
        <w:tc>
          <w:tcPr>
            <w:tcW w:w="1656" w:type="dxa"/>
            <w:vAlign w:val="center"/>
          </w:tcPr>
          <w:p w14:paraId="5E74F6E7" w14:textId="13234F74" w:rsidR="00B45C18" w:rsidRDefault="0021690A" w:rsidP="00B45C18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706ADAA5" wp14:editId="7F8457A5">
                  <wp:extent cx="922655" cy="372745"/>
                  <wp:effectExtent l="0" t="0" r="0" b="8255"/>
                  <wp:docPr id="3" name="Picture 1" descr="Consumer Assessment of Health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37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196D6CA3" w14:textId="00650B20" w:rsidR="00B45C18" w:rsidRDefault="001F488B" w:rsidP="00A96694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037D86">
              <w:rPr>
                <w:sz w:val="28"/>
              </w:rPr>
              <w:t>October 1, 2020</w:t>
            </w:r>
          </w:p>
        </w:tc>
      </w:tr>
    </w:tbl>
    <w:p w14:paraId="4E4BE0FF" w14:textId="77777777" w:rsidR="00B45C18" w:rsidRDefault="00B45C18">
      <w:pPr>
        <w:pStyle w:val="CoverPage"/>
        <w:sectPr w:rsidR="00B45C18" w:rsidSect="007A4922"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14:paraId="412D5DB9" w14:textId="67F212DD" w:rsidR="001A70B9" w:rsidRPr="00ED1299" w:rsidRDefault="001A70B9" w:rsidP="00ED1299">
      <w:pPr>
        <w:rPr>
          <w:lang w:val="es-ES_tradnl"/>
        </w:rPr>
      </w:pPr>
      <w:r>
        <w:rPr>
          <w:lang w:val="es-ES"/>
        </w:rPr>
        <w:lastRenderedPageBreak/>
        <w:t xml:space="preserve">Por favor conteste las preguntas para el niño cuyo nombre </w:t>
      </w:r>
      <w:r w:rsidRPr="0016304F">
        <w:rPr>
          <w:lang w:val="es-ES_tradnl"/>
        </w:rPr>
        <w:t xml:space="preserve">está </w:t>
      </w:r>
      <w:r>
        <w:rPr>
          <w:lang w:val="es-ES"/>
        </w:rPr>
        <w:t>anotado en el sobre. No las conteste para ningún otro niño.</w:t>
      </w:r>
    </w:p>
    <w:p w14:paraId="0471560E" w14:textId="77777777" w:rsidR="001A70B9" w:rsidRPr="002927BE" w:rsidRDefault="001A70B9" w:rsidP="0016304F">
      <w:pPr>
        <w:pStyle w:val="BQ-BeforeQuestion-6ptAfter"/>
        <w:rPr>
          <w:lang w:val="es-ES_tradnl"/>
        </w:rPr>
      </w:pPr>
    </w:p>
    <w:p w14:paraId="0AFF1461" w14:textId="77777777" w:rsidR="001A70B9" w:rsidRDefault="001A70B9" w:rsidP="0016304F">
      <w:pPr>
        <w:pStyle w:val="Q1-Survey-Question"/>
        <w:rPr>
          <w:lang w:val="es-ES"/>
        </w:rPr>
      </w:pPr>
      <w:r w:rsidRPr="0016304F">
        <w:rPr>
          <w:b/>
          <w:lang w:val="es-ES"/>
        </w:rPr>
        <w:t>1.</w:t>
      </w:r>
      <w:r>
        <w:rPr>
          <w:lang w:val="es-ES"/>
        </w:rPr>
        <w:tab/>
        <w:t>Nuestros registros muestran que su niño está ahora con {</w:t>
      </w:r>
      <w:r w:rsidRPr="00BF7E0D">
        <w:rPr>
          <w:lang w:val="es-ES_tradnl"/>
        </w:rPr>
        <w:t xml:space="preserve">INSERT HEALTH </w:t>
      </w:r>
      <w:smartTag w:uri="urn:schemas-microsoft-com:office:smarttags" w:element="stockticker">
        <w:r w:rsidRPr="00BF7E0D">
          <w:rPr>
            <w:lang w:val="es-ES_tradnl"/>
          </w:rPr>
          <w:t>PLAN</w:t>
        </w:r>
      </w:smartTag>
      <w:r w:rsidRPr="00BF7E0D">
        <w:rPr>
          <w:lang w:val="es-ES_tradnl"/>
        </w:rPr>
        <w:t xml:space="preserve"> NAME</w:t>
      </w:r>
      <w:r>
        <w:rPr>
          <w:lang w:val="es-ES"/>
        </w:rPr>
        <w:t>}. ¿Es correcta esta información?</w:t>
      </w:r>
    </w:p>
    <w:p w14:paraId="76BD970A" w14:textId="77777777" w:rsidR="001A70B9" w:rsidRDefault="001A70B9" w:rsidP="0016304F">
      <w:pPr>
        <w:pStyle w:val="A1-Survey1DigitRespOptBox"/>
        <w:ind w:left="1634" w:hanging="1058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>Sí</w:t>
      </w:r>
      <w:r w:rsidR="0016304F">
        <w:rPr>
          <w:lang w:val="es-ES"/>
        </w:rPr>
        <w:t xml:space="preserve"> </w:t>
      </w:r>
      <w:r w:rsidR="0016304F" w:rsidRPr="0016304F">
        <w:rPr>
          <w:bCs/>
          <w:szCs w:val="24"/>
          <w:lang w:val="es-ES"/>
        </w:rPr>
        <w:sym w:font="Symbol" w:char="F0AE"/>
      </w:r>
      <w:r w:rsidR="0016304F" w:rsidRPr="0016304F">
        <w:rPr>
          <w:bCs/>
          <w:szCs w:val="24"/>
          <w:lang w:val="es-ES"/>
        </w:rPr>
        <w:t> </w:t>
      </w:r>
      <w:r w:rsidRPr="0016304F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16304F">
        <w:rPr>
          <w:b/>
          <w:lang w:val="es-ES"/>
        </w:rPr>
        <w:t>Sí</w:t>
      </w:r>
      <w:r w:rsidR="009739C1">
        <w:rPr>
          <w:b/>
          <w:lang w:val="es-ES"/>
        </w:rPr>
        <w:t>”</w:t>
      </w:r>
      <w:r w:rsidRPr="0016304F">
        <w:rPr>
          <w:b/>
          <w:lang w:val="es-ES"/>
        </w:rPr>
        <w:t xml:space="preserve">, pase a la pregunta 3 </w:t>
      </w:r>
    </w:p>
    <w:p w14:paraId="6258579D" w14:textId="77777777" w:rsidR="001A70B9" w:rsidRDefault="001A70B9" w:rsidP="0016304F">
      <w:pPr>
        <w:pStyle w:val="A1-Survey1DigitRespOptBox"/>
        <w:rPr>
          <w:i/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No</w:t>
      </w:r>
    </w:p>
    <w:p w14:paraId="7225FAF9" w14:textId="77777777" w:rsidR="001A70B9" w:rsidRDefault="001A70B9" w:rsidP="00037D4F">
      <w:pPr>
        <w:pStyle w:val="BQ-BeforeQuestion-6ptAfter"/>
        <w:rPr>
          <w:lang w:val="es-ES"/>
        </w:rPr>
      </w:pPr>
    </w:p>
    <w:p w14:paraId="361A139A" w14:textId="77777777" w:rsidR="00037D4F" w:rsidRDefault="001A70B9" w:rsidP="00037D4F">
      <w:pPr>
        <w:pStyle w:val="Q1-Survey-Question"/>
        <w:rPr>
          <w:lang w:val="es-ES"/>
        </w:rPr>
      </w:pPr>
      <w:r w:rsidRPr="00037D4F">
        <w:rPr>
          <w:b/>
          <w:lang w:val="es-ES"/>
        </w:rPr>
        <w:t>2.</w:t>
      </w:r>
      <w:r>
        <w:rPr>
          <w:lang w:val="es-ES"/>
        </w:rPr>
        <w:tab/>
      </w:r>
      <w:r w:rsidRPr="00F11627">
        <w:rPr>
          <w:szCs w:val="24"/>
          <w:lang w:val="es-ES"/>
        </w:rPr>
        <w:t>¿Cómo se llama el plan de salud de su niño?</w:t>
      </w:r>
    </w:p>
    <w:p w14:paraId="216EB937" w14:textId="77777777" w:rsidR="001A70B9" w:rsidRPr="00037D4F" w:rsidRDefault="001A70B9" w:rsidP="00037D4F">
      <w:pPr>
        <w:pStyle w:val="A3-SurveyResponseLine"/>
        <w:rPr>
          <w:i/>
          <w:lang w:val="es-ES"/>
        </w:rPr>
      </w:pPr>
      <w:r w:rsidRPr="00037D4F">
        <w:rPr>
          <w:i/>
          <w:lang w:val="es-ES"/>
        </w:rPr>
        <w:t>Por f</w:t>
      </w:r>
      <w:r w:rsidR="00BC5E64">
        <w:rPr>
          <w:i/>
          <w:lang w:val="es-ES"/>
        </w:rPr>
        <w:t xml:space="preserve">avor escriba en letra de </w:t>
      </w:r>
      <w:r w:rsidR="00625CB0">
        <w:rPr>
          <w:i/>
          <w:lang w:val="es-ES"/>
        </w:rPr>
        <w:t>molde:</w:t>
      </w:r>
    </w:p>
    <w:p w14:paraId="2FC42449" w14:textId="77777777" w:rsidR="001A70B9" w:rsidRDefault="001A70B9" w:rsidP="00037D4F">
      <w:pPr>
        <w:pStyle w:val="A3-SurveyResponseLine"/>
        <w:rPr>
          <w:lang w:val="es-ES"/>
        </w:rPr>
      </w:pPr>
      <w:r>
        <w:rPr>
          <w:lang w:val="es-ES"/>
        </w:rPr>
        <w:tab/>
      </w:r>
    </w:p>
    <w:p w14:paraId="12B0CBEE" w14:textId="77777777" w:rsidR="001A70B9" w:rsidRDefault="001A70B9" w:rsidP="00037D4F">
      <w:pPr>
        <w:pStyle w:val="SL-FlLftSgl"/>
        <w:rPr>
          <w:lang w:val="es-ES"/>
        </w:rPr>
      </w:pPr>
    </w:p>
    <w:p w14:paraId="238C20E9" w14:textId="77777777" w:rsidR="00037D4F" w:rsidRDefault="00037D4F" w:rsidP="00037D4F">
      <w:pPr>
        <w:pStyle w:val="SL-FlLftSgl"/>
        <w:rPr>
          <w:lang w:val="es-ES"/>
        </w:rPr>
      </w:pPr>
    </w:p>
    <w:p w14:paraId="51D74E01" w14:textId="77777777" w:rsidR="001A70B9" w:rsidRPr="00043CAC" w:rsidRDefault="00037D4F" w:rsidP="00037D4F">
      <w:pPr>
        <w:pStyle w:val="ST-Subtitle-Survey"/>
        <w:rPr>
          <w:lang w:val="es-MX"/>
        </w:rPr>
      </w:pPr>
      <w:r>
        <w:rPr>
          <w:lang w:val="es-MX"/>
        </w:rPr>
        <w:t xml:space="preserve">La atención médica que </w:t>
      </w:r>
      <w:r w:rsidR="0038587E">
        <w:rPr>
          <w:lang w:val="es-MX"/>
        </w:rPr>
        <w:t xml:space="preserve">recibió </w:t>
      </w:r>
      <w:r>
        <w:rPr>
          <w:lang w:val="es-MX"/>
        </w:rPr>
        <w:t>su niño</w:t>
      </w:r>
      <w:r w:rsidRPr="000C6ABF">
        <w:rPr>
          <w:lang w:val="es-MX"/>
        </w:rPr>
        <w:t xml:space="preserve"> en los últimos 12 meses</w:t>
      </w:r>
    </w:p>
    <w:p w14:paraId="4BD86184" w14:textId="52A44EA7" w:rsidR="001A70B9" w:rsidRDefault="00AD4052" w:rsidP="00037D4F">
      <w:pPr>
        <w:pStyle w:val="SL-FlLftSgl"/>
        <w:rPr>
          <w:sz w:val="23"/>
          <w:lang w:val="es-ES"/>
        </w:rPr>
      </w:pPr>
      <w:r w:rsidRPr="00AD4052">
        <w:rPr>
          <w:lang w:val="es-ES"/>
        </w:rPr>
        <w:t xml:space="preserve">Estas preguntas son acerca de la atención médica que ha recibido su niño en una clínica, sala de emergencia o consultorio médico. Esto incluye la atención que su niño </w:t>
      </w:r>
      <w:proofErr w:type="spellStart"/>
      <w:r w:rsidRPr="00AD4052">
        <w:rPr>
          <w:lang w:val="es-ES"/>
        </w:rPr>
        <w:t>recibio</w:t>
      </w:r>
      <w:proofErr w:type="spellEnd"/>
      <w:r w:rsidRPr="00AD4052">
        <w:rPr>
          <w:lang w:val="es-ES"/>
        </w:rPr>
        <w:t xml:space="preserve"> en persona, por teléfono o por videollamada. </w:t>
      </w:r>
      <w:r w:rsidRPr="00970688">
        <w:rPr>
          <w:b/>
          <w:bCs/>
          <w:lang w:val="es-ES"/>
        </w:rPr>
        <w:t>No</w:t>
      </w:r>
      <w:r w:rsidRPr="00AD4052">
        <w:rPr>
          <w:lang w:val="es-ES"/>
        </w:rPr>
        <w:t xml:space="preserve"> incluya la atención que recibió su niño cuando pasó la noche hospitalizado. </w:t>
      </w:r>
      <w:r w:rsidRPr="00970688">
        <w:rPr>
          <w:b/>
          <w:bCs/>
          <w:lang w:val="es-ES"/>
        </w:rPr>
        <w:t>No</w:t>
      </w:r>
      <w:r w:rsidRPr="00AD4052">
        <w:rPr>
          <w:lang w:val="es-ES"/>
        </w:rPr>
        <w:t xml:space="preserve"> incluya las consultas de su niño con el dentista</w:t>
      </w:r>
      <w:r w:rsidR="001A70B9">
        <w:rPr>
          <w:lang w:val="es-ES"/>
        </w:rPr>
        <w:t>.</w:t>
      </w:r>
    </w:p>
    <w:p w14:paraId="4721E709" w14:textId="77777777" w:rsidR="001A70B9" w:rsidRDefault="001A70B9" w:rsidP="00BE02D7">
      <w:pPr>
        <w:pStyle w:val="BQ-BeforeQuestion-6ptAfter"/>
        <w:rPr>
          <w:lang w:val="es-ES"/>
        </w:rPr>
      </w:pPr>
    </w:p>
    <w:p w14:paraId="7AA91530" w14:textId="168461BD" w:rsidR="001A70B9" w:rsidRPr="0068795D" w:rsidRDefault="001A70B9" w:rsidP="00BE02D7">
      <w:pPr>
        <w:pStyle w:val="Q1-Survey-Question"/>
        <w:rPr>
          <w:lang w:val="es-ES"/>
        </w:rPr>
      </w:pPr>
      <w:r w:rsidRPr="00BE02D7">
        <w:rPr>
          <w:b/>
          <w:lang w:val="es-ES"/>
        </w:rPr>
        <w:t>3.</w:t>
      </w:r>
      <w:r w:rsidRPr="0068795D">
        <w:rPr>
          <w:lang w:val="es-ES"/>
        </w:rPr>
        <w:tab/>
        <w:t xml:space="preserve">En los últimos 12 meses, ¿tuvo su niño una enfermedad, lesión, o problema de salud para el cual </w:t>
      </w:r>
      <w:r w:rsidRPr="00BB70A7">
        <w:rPr>
          <w:b/>
          <w:lang w:val="es-ES"/>
        </w:rPr>
        <w:t>necesitó</w:t>
      </w:r>
      <w:r w:rsidRPr="00A27B23">
        <w:rPr>
          <w:lang w:val="es-ES"/>
        </w:rPr>
        <w:t xml:space="preserve"> </w:t>
      </w:r>
      <w:r w:rsidRPr="00034ACD">
        <w:rPr>
          <w:b/>
          <w:lang w:val="es-ES"/>
        </w:rPr>
        <w:t>atención inmediata</w:t>
      </w:r>
      <w:r w:rsidRPr="0068795D">
        <w:rPr>
          <w:lang w:val="es-ES"/>
        </w:rPr>
        <w:t>?</w:t>
      </w:r>
    </w:p>
    <w:p w14:paraId="439ED93C" w14:textId="77777777" w:rsidR="001A70B9" w:rsidRDefault="001A70B9" w:rsidP="00BE02D7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 w:rsidRPr="00285690">
        <w:rPr>
          <w:lang w:val="es-ES"/>
        </w:rPr>
        <w:t>Sí</w:t>
      </w:r>
    </w:p>
    <w:p w14:paraId="4000A3F2" w14:textId="77777777" w:rsidR="001A70B9" w:rsidRDefault="001A70B9" w:rsidP="00DF0C5E">
      <w:pPr>
        <w:pStyle w:val="A1-Survey1DigitRespOptBox"/>
        <w:ind w:left="1714" w:hanging="1138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 w:rsidRPr="00536C13">
        <w:rPr>
          <w:lang w:val="es-ES"/>
        </w:rPr>
        <w:t>No</w:t>
      </w:r>
      <w:r w:rsidR="00BE02D7">
        <w:rPr>
          <w:lang w:val="es-ES"/>
        </w:rPr>
        <w:t xml:space="preserve"> </w:t>
      </w:r>
      <w:r w:rsidR="00BE02D7" w:rsidRPr="00BE02D7">
        <w:rPr>
          <w:b/>
          <w:bCs/>
          <w:szCs w:val="24"/>
          <w:lang w:val="es-ES"/>
        </w:rPr>
        <w:sym w:font="Symbol" w:char="F0AE"/>
      </w:r>
      <w:r w:rsidR="00BE02D7" w:rsidRPr="00BE02D7">
        <w:rPr>
          <w:b/>
          <w:bCs/>
          <w:szCs w:val="24"/>
          <w:lang w:val="es-ES"/>
        </w:rPr>
        <w:t> </w:t>
      </w:r>
      <w:r w:rsidRPr="009A0B81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9A0B81"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 w:rsidRPr="009A0B81">
        <w:rPr>
          <w:b/>
          <w:lang w:val="es-ES"/>
        </w:rPr>
        <w:t>, pase a</w:t>
      </w:r>
      <w:r w:rsidR="00BE02D7">
        <w:rPr>
          <w:b/>
          <w:lang w:val="es-ES"/>
        </w:rPr>
        <w:t xml:space="preserve"> </w:t>
      </w:r>
      <w:r w:rsidRPr="009A0B81">
        <w:rPr>
          <w:b/>
          <w:lang w:val="es-ES"/>
        </w:rPr>
        <w:t xml:space="preserve">la </w:t>
      </w:r>
      <w:r>
        <w:rPr>
          <w:b/>
          <w:lang w:val="es-ES"/>
        </w:rPr>
        <w:t>p</w:t>
      </w:r>
      <w:r w:rsidRPr="009A0B81">
        <w:rPr>
          <w:b/>
          <w:lang w:val="es-ES"/>
        </w:rPr>
        <w:t xml:space="preserve">regunta </w:t>
      </w:r>
      <w:r>
        <w:rPr>
          <w:b/>
          <w:lang w:val="es-ES"/>
        </w:rPr>
        <w:t>5</w:t>
      </w:r>
    </w:p>
    <w:p w14:paraId="739E49E3" w14:textId="77777777" w:rsidR="001A70B9" w:rsidRDefault="001A70B9" w:rsidP="008C681B">
      <w:pPr>
        <w:pStyle w:val="BQ-BeforeQuestion-6ptAfter"/>
        <w:rPr>
          <w:lang w:val="es-ES"/>
        </w:rPr>
      </w:pPr>
    </w:p>
    <w:p w14:paraId="1A85748A" w14:textId="77777777" w:rsidR="001A70B9" w:rsidRPr="0068795D" w:rsidRDefault="00330CC8" w:rsidP="008C681B">
      <w:pPr>
        <w:pStyle w:val="Q1-Survey-Question"/>
        <w:rPr>
          <w:lang w:val="es-ES"/>
        </w:rPr>
      </w:pPr>
      <w:r>
        <w:rPr>
          <w:b/>
          <w:lang w:val="es-ES"/>
        </w:rPr>
        <w:br w:type="column"/>
      </w:r>
      <w:r w:rsidR="001A70B9" w:rsidRPr="008C681B">
        <w:rPr>
          <w:b/>
          <w:lang w:val="es-ES"/>
        </w:rPr>
        <w:t>4.</w:t>
      </w:r>
      <w:r w:rsidR="001A70B9">
        <w:rPr>
          <w:lang w:val="es-ES"/>
        </w:rPr>
        <w:tab/>
      </w:r>
      <w:r w:rsidR="001A70B9" w:rsidRPr="00E20851">
        <w:rPr>
          <w:lang w:val="es-ES"/>
        </w:rPr>
        <w:t xml:space="preserve">En </w:t>
      </w:r>
      <w:r w:rsidR="001A70B9" w:rsidRPr="0068795D">
        <w:rPr>
          <w:lang w:val="es-ES"/>
        </w:rPr>
        <w:t xml:space="preserve">los últimos 12 meses, cuando su niño </w:t>
      </w:r>
      <w:r w:rsidR="001A70B9" w:rsidRPr="00BB70A7">
        <w:rPr>
          <w:b/>
          <w:lang w:val="es-ES"/>
        </w:rPr>
        <w:t xml:space="preserve">necesitó </w:t>
      </w:r>
      <w:r w:rsidR="001A70B9" w:rsidRPr="00034ACD">
        <w:rPr>
          <w:b/>
          <w:lang w:val="es-ES"/>
        </w:rPr>
        <w:t>atención inmediata</w:t>
      </w:r>
      <w:r w:rsidR="001A70B9" w:rsidRPr="00A27B23">
        <w:rPr>
          <w:lang w:val="es-ES"/>
        </w:rPr>
        <w:t>,</w:t>
      </w:r>
      <w:r w:rsidR="001A70B9" w:rsidRPr="0068795D">
        <w:rPr>
          <w:lang w:val="es-ES"/>
        </w:rPr>
        <w:t xml:space="preserve"> ¿</w:t>
      </w:r>
      <w:r w:rsidR="001A70B9" w:rsidRPr="0068795D">
        <w:rPr>
          <w:lang w:val="es-ES_tradnl"/>
        </w:rPr>
        <w:t xml:space="preserve">con qué frecuencia atendieron </w:t>
      </w:r>
      <w:r w:rsidR="0038587E">
        <w:rPr>
          <w:lang w:val="es-ES_tradnl"/>
        </w:rPr>
        <w:t xml:space="preserve">a su niño </w:t>
      </w:r>
      <w:r w:rsidR="001A70B9" w:rsidRPr="0068795D">
        <w:rPr>
          <w:lang w:val="es-ES_tradnl"/>
        </w:rPr>
        <w:t xml:space="preserve">tan pronto como </w:t>
      </w:r>
      <w:r w:rsidR="0038587E">
        <w:rPr>
          <w:lang w:val="es-ES_tradnl"/>
        </w:rPr>
        <w:t xml:space="preserve">él o ella </w:t>
      </w:r>
      <w:r w:rsidR="001A70B9" w:rsidRPr="0068795D">
        <w:rPr>
          <w:lang w:val="es-ES_tradnl"/>
        </w:rPr>
        <w:t xml:space="preserve"> lo necesitaba</w:t>
      </w:r>
      <w:r w:rsidR="001A70B9" w:rsidRPr="0068795D">
        <w:rPr>
          <w:lang w:val="es-ES"/>
        </w:rPr>
        <w:t>?</w:t>
      </w:r>
    </w:p>
    <w:p w14:paraId="0CD49B57" w14:textId="77777777" w:rsidR="001A70B9" w:rsidRDefault="001A70B9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="008C681B">
        <w:rPr>
          <w:lang w:val="es-ES"/>
        </w:rPr>
        <w:tab/>
        <w:t>Nunca</w:t>
      </w:r>
    </w:p>
    <w:p w14:paraId="53581DD7" w14:textId="77777777" w:rsidR="001A70B9" w:rsidRDefault="001A70B9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="008C681B">
        <w:rPr>
          <w:lang w:val="es-ES"/>
        </w:rPr>
        <w:tab/>
        <w:t>A veces</w:t>
      </w:r>
    </w:p>
    <w:p w14:paraId="767D94A6" w14:textId="77777777" w:rsidR="001A70B9" w:rsidRDefault="001A70B9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4ABC9273" w14:textId="77777777" w:rsidR="001A70B9" w:rsidRPr="00917153" w:rsidRDefault="001A70B9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3F4B2037" w14:textId="77777777" w:rsidR="001A70B9" w:rsidRDefault="001A70B9" w:rsidP="008C681B">
      <w:pPr>
        <w:pStyle w:val="BQ-BeforeQuestion-6ptAfter"/>
        <w:rPr>
          <w:lang w:val="es-ES"/>
        </w:rPr>
      </w:pPr>
    </w:p>
    <w:p w14:paraId="401FC109" w14:textId="4E06992B" w:rsidR="001A70B9" w:rsidRPr="00DC5E01" w:rsidRDefault="001A70B9" w:rsidP="008C681B">
      <w:pPr>
        <w:pStyle w:val="Q1-Survey-Question"/>
        <w:rPr>
          <w:highlight w:val="green"/>
          <w:lang w:val="es-ES"/>
        </w:rPr>
      </w:pPr>
      <w:r w:rsidRPr="008C681B">
        <w:rPr>
          <w:b/>
          <w:lang w:val="es-ES"/>
        </w:rPr>
        <w:t>5.</w:t>
      </w:r>
      <w:r>
        <w:rPr>
          <w:lang w:val="es-ES"/>
        </w:rPr>
        <w:tab/>
      </w:r>
      <w:r w:rsidR="005028DF" w:rsidRPr="005028DF">
        <w:rPr>
          <w:szCs w:val="24"/>
          <w:lang w:val="es-ES"/>
        </w:rPr>
        <w:t>En los últimos 12 meses, ¿hizo alguna cita en persona, por teléfono o por videollamada para un chequeo o una consulta regular para su niño?</w:t>
      </w:r>
      <w:r w:rsidRPr="00E20851">
        <w:rPr>
          <w:lang w:val="es-ES"/>
        </w:rPr>
        <w:t xml:space="preserve"> </w:t>
      </w:r>
    </w:p>
    <w:p w14:paraId="1D3D550E" w14:textId="77777777" w:rsidR="001A70B9" w:rsidRPr="008C681B" w:rsidRDefault="001A70B9" w:rsidP="008C681B">
      <w:pPr>
        <w:pStyle w:val="A1-Survey1DigitRespOptBox"/>
        <w:rPr>
          <w:lang w:val="es-ES"/>
        </w:rPr>
      </w:pPr>
      <w:r w:rsidRPr="008C681B">
        <w:rPr>
          <w:vertAlign w:val="superscript"/>
          <w:lang w:val="es-ES"/>
        </w:rPr>
        <w:t>1</w:t>
      </w:r>
      <w:r w:rsidR="0016304F" w:rsidRPr="008C681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 w:rsidRPr="008C681B">
        <w:fldChar w:fldCharType="end"/>
      </w:r>
      <w:r w:rsidRPr="008C681B">
        <w:rPr>
          <w:lang w:val="es-ES"/>
        </w:rPr>
        <w:tab/>
        <w:t>Sí</w:t>
      </w:r>
    </w:p>
    <w:p w14:paraId="54F4CB4F" w14:textId="3D9C6757" w:rsidR="001A70B9" w:rsidRPr="00BA7C4E" w:rsidRDefault="001A70B9" w:rsidP="008C681B">
      <w:pPr>
        <w:pStyle w:val="A1-Survey1DigitRespOptBox"/>
        <w:ind w:left="1714" w:hanging="1138"/>
        <w:rPr>
          <w:b/>
          <w:lang w:val="es-ES"/>
        </w:rPr>
      </w:pPr>
      <w:r w:rsidRPr="00BA7C4E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E737B8">
        <w:rPr>
          <w:sz w:val="32"/>
          <w:lang w:val="es-MX"/>
        </w:rPr>
        <w:tab/>
      </w:r>
      <w:r>
        <w:rPr>
          <w:lang w:val="es-ES"/>
        </w:rPr>
        <w:t>No</w:t>
      </w:r>
      <w:r w:rsidR="008C681B">
        <w:rPr>
          <w:lang w:val="es-ES"/>
        </w:rPr>
        <w:t xml:space="preserve"> </w:t>
      </w:r>
      <w:r w:rsidR="008C681B" w:rsidRPr="008C681B">
        <w:rPr>
          <w:b/>
          <w:bCs/>
          <w:szCs w:val="24"/>
          <w:lang w:val="es-ES"/>
        </w:rPr>
        <w:sym w:font="Symbol" w:char="F0AE"/>
      </w:r>
      <w:r w:rsidR="008C681B" w:rsidRPr="008C681B">
        <w:rPr>
          <w:b/>
          <w:bCs/>
          <w:szCs w:val="24"/>
          <w:lang w:val="es-ES"/>
        </w:rPr>
        <w:t> </w:t>
      </w:r>
      <w:r w:rsidRPr="00BA7C4E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BA7C4E"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 w:rsidRPr="00BA7C4E">
        <w:rPr>
          <w:b/>
          <w:lang w:val="es-ES"/>
        </w:rPr>
        <w:t xml:space="preserve">, pase a la </w:t>
      </w:r>
      <w:r>
        <w:rPr>
          <w:b/>
          <w:lang w:val="es-ES"/>
        </w:rPr>
        <w:t>p</w:t>
      </w:r>
      <w:r w:rsidRPr="00BA7C4E">
        <w:rPr>
          <w:b/>
          <w:lang w:val="es-ES"/>
        </w:rPr>
        <w:t xml:space="preserve">regunta </w:t>
      </w:r>
      <w:r>
        <w:rPr>
          <w:b/>
          <w:lang w:val="es-ES"/>
        </w:rPr>
        <w:t xml:space="preserve">7 </w:t>
      </w:r>
      <w:r w:rsidR="00D77A0E">
        <w:rPr>
          <w:b/>
          <w:lang w:val="es-ES"/>
        </w:rPr>
        <w:t xml:space="preserve">en la </w:t>
      </w:r>
      <w:r w:rsidR="00D77A0E" w:rsidRPr="00053108">
        <w:rPr>
          <w:b/>
          <w:lang w:val="es-ES"/>
        </w:rPr>
        <w:t xml:space="preserve">página </w:t>
      </w:r>
      <w:r w:rsidR="00D77A0E">
        <w:rPr>
          <w:b/>
          <w:lang w:val="es-ES"/>
        </w:rPr>
        <w:t>2</w:t>
      </w:r>
    </w:p>
    <w:p w14:paraId="4E286BA4" w14:textId="77777777" w:rsidR="001A70B9" w:rsidRPr="00DC5E01" w:rsidRDefault="001A70B9" w:rsidP="008C681B">
      <w:pPr>
        <w:pStyle w:val="BQ-BeforeQuestion-6ptAfter"/>
        <w:rPr>
          <w:highlight w:val="green"/>
          <w:lang w:val="es-ES"/>
        </w:rPr>
      </w:pPr>
    </w:p>
    <w:p w14:paraId="7FB65987" w14:textId="754097D4" w:rsidR="001A70B9" w:rsidRPr="00C415D6" w:rsidRDefault="008C681B" w:rsidP="001579D8">
      <w:pPr>
        <w:pStyle w:val="Q1-Survey-Question"/>
        <w:rPr>
          <w:lang w:val="es-ES_tradnl"/>
        </w:rPr>
      </w:pPr>
      <w:r w:rsidRPr="008C681B">
        <w:rPr>
          <w:b/>
          <w:lang w:val="es-ES"/>
        </w:rPr>
        <w:t>6.</w:t>
      </w:r>
      <w:r w:rsidRPr="008C681B">
        <w:rPr>
          <w:b/>
          <w:lang w:val="es-ES"/>
        </w:rPr>
        <w:tab/>
      </w:r>
      <w:r w:rsidR="001A70B9" w:rsidRPr="00367908">
        <w:rPr>
          <w:szCs w:val="24"/>
          <w:lang w:val="es-ES"/>
        </w:rPr>
        <w:t>En los últimos 12 meses, ¿</w:t>
      </w:r>
      <w:r w:rsidR="001A70B9" w:rsidRPr="00367908">
        <w:rPr>
          <w:szCs w:val="24"/>
          <w:lang w:val="es-ES_tradnl"/>
        </w:rPr>
        <w:t xml:space="preserve">con qué frecuencia consiguió una cita para </w:t>
      </w:r>
      <w:r w:rsidR="0038587E" w:rsidRPr="00367908">
        <w:rPr>
          <w:szCs w:val="24"/>
          <w:lang w:val="es-ES_tradnl"/>
        </w:rPr>
        <w:t xml:space="preserve">un </w:t>
      </w:r>
      <w:r w:rsidR="0038587E" w:rsidRPr="00367908">
        <w:rPr>
          <w:b/>
          <w:szCs w:val="24"/>
          <w:lang w:val="es-ES_tradnl"/>
        </w:rPr>
        <w:t>chequeo o una consulta regular</w:t>
      </w:r>
      <w:r w:rsidR="0038587E" w:rsidRPr="00367908">
        <w:rPr>
          <w:szCs w:val="24"/>
          <w:lang w:val="es-ES_tradnl"/>
        </w:rPr>
        <w:t xml:space="preserve"> para su niño </w:t>
      </w:r>
      <w:r w:rsidR="001A70B9" w:rsidRPr="00367908">
        <w:rPr>
          <w:szCs w:val="24"/>
          <w:lang w:val="es-ES_tradnl"/>
        </w:rPr>
        <w:t xml:space="preserve">tan pronto como su niño </w:t>
      </w:r>
      <w:r w:rsidR="00F11627" w:rsidRPr="00367908">
        <w:rPr>
          <w:szCs w:val="24"/>
          <w:lang w:val="es-ES_tradnl"/>
        </w:rPr>
        <w:t xml:space="preserve">la </w:t>
      </w:r>
      <w:r w:rsidR="001A70B9" w:rsidRPr="00367908">
        <w:rPr>
          <w:szCs w:val="24"/>
          <w:lang w:val="es-ES_tradnl"/>
        </w:rPr>
        <w:t>necesitaba</w:t>
      </w:r>
      <w:r w:rsidR="001A70B9" w:rsidRPr="00C415D6">
        <w:rPr>
          <w:lang w:val="es-ES_tradnl"/>
        </w:rPr>
        <w:t>?</w:t>
      </w:r>
    </w:p>
    <w:p w14:paraId="11957FEA" w14:textId="77777777" w:rsidR="008C681B" w:rsidRDefault="008C681B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>Nunca</w:t>
      </w:r>
    </w:p>
    <w:p w14:paraId="2F58EED4" w14:textId="77777777" w:rsidR="008C681B" w:rsidRDefault="008C681B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>A veces</w:t>
      </w:r>
    </w:p>
    <w:p w14:paraId="01CF050D" w14:textId="77777777" w:rsidR="008C681B" w:rsidRDefault="008C681B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7E016284" w14:textId="77777777" w:rsidR="008C681B" w:rsidRPr="00917153" w:rsidRDefault="008C681B" w:rsidP="008C681B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162D54E6" w14:textId="77777777" w:rsidR="008C681B" w:rsidRDefault="008C681B" w:rsidP="008C681B">
      <w:pPr>
        <w:pStyle w:val="BQ-BeforeQuestion-6ptAfter"/>
        <w:rPr>
          <w:lang w:val="es-ES"/>
        </w:rPr>
      </w:pPr>
    </w:p>
    <w:p w14:paraId="641EB82B" w14:textId="0A933063" w:rsidR="001A70B9" w:rsidRPr="00C415D6" w:rsidRDefault="00673F14" w:rsidP="001579D8">
      <w:pPr>
        <w:pStyle w:val="Q1-Survey-Question"/>
        <w:rPr>
          <w:lang w:val="es-ES"/>
        </w:rPr>
      </w:pPr>
      <w:r>
        <w:rPr>
          <w:b/>
          <w:lang w:val="es-ES"/>
        </w:rPr>
        <w:br w:type="column"/>
      </w:r>
      <w:r w:rsidR="008C681B" w:rsidRPr="00FD6C39">
        <w:rPr>
          <w:b/>
          <w:lang w:val="es-ES"/>
        </w:rPr>
        <w:lastRenderedPageBreak/>
        <w:t>7.</w:t>
      </w:r>
      <w:r w:rsidR="008C681B">
        <w:rPr>
          <w:lang w:val="es-ES"/>
        </w:rPr>
        <w:tab/>
      </w:r>
      <w:r w:rsidR="001A70B9" w:rsidRPr="00C415D6">
        <w:rPr>
          <w:lang w:val="es-ES"/>
        </w:rPr>
        <w:t xml:space="preserve">En los últimos 12 meses, </w:t>
      </w:r>
      <w:r w:rsidR="001A70B9" w:rsidRPr="00034ACD">
        <w:rPr>
          <w:b/>
          <w:lang w:val="es-ES"/>
        </w:rPr>
        <w:t xml:space="preserve">sin </w:t>
      </w:r>
      <w:r w:rsidR="001A70B9" w:rsidRPr="00C415D6">
        <w:rPr>
          <w:lang w:val="es-ES"/>
        </w:rPr>
        <w:t xml:space="preserve">contar </w:t>
      </w:r>
      <w:r w:rsidR="00417A72" w:rsidRPr="00417A72">
        <w:rPr>
          <w:lang w:val="es-ES"/>
        </w:rPr>
        <w:t xml:space="preserve">las veces en que su niño fue a una sala de emergencia, ¿cuántas veces </w:t>
      </w:r>
      <w:proofErr w:type="spellStart"/>
      <w:r w:rsidR="00417A72" w:rsidRPr="00417A72">
        <w:rPr>
          <w:lang w:val="es-ES"/>
        </w:rPr>
        <w:t>recibio</w:t>
      </w:r>
      <w:proofErr w:type="spellEnd"/>
      <w:r w:rsidR="00417A72" w:rsidRPr="00417A72">
        <w:rPr>
          <w:lang w:val="es-ES"/>
        </w:rPr>
        <w:t xml:space="preserve"> su niño </w:t>
      </w:r>
      <w:proofErr w:type="spellStart"/>
      <w:r w:rsidR="00417A72" w:rsidRPr="00417A72">
        <w:rPr>
          <w:lang w:val="es-ES"/>
        </w:rPr>
        <w:t>atencion</w:t>
      </w:r>
      <w:proofErr w:type="spellEnd"/>
      <w:r w:rsidR="00417A72" w:rsidRPr="00417A72">
        <w:rPr>
          <w:lang w:val="es-ES"/>
        </w:rPr>
        <w:t xml:space="preserve"> </w:t>
      </w:r>
      <w:r w:rsidR="003B001E">
        <w:rPr>
          <w:lang w:val="es-ES"/>
        </w:rPr>
        <w:t>médica</w:t>
      </w:r>
      <w:r w:rsidR="003B001E" w:rsidRPr="00417A72">
        <w:rPr>
          <w:lang w:val="es-ES"/>
        </w:rPr>
        <w:t xml:space="preserve"> </w:t>
      </w:r>
      <w:r w:rsidR="00417A72" w:rsidRPr="00417A72">
        <w:rPr>
          <w:lang w:val="es-ES"/>
        </w:rPr>
        <w:t>en persona, por teléfono o por videollamada</w:t>
      </w:r>
      <w:r w:rsidR="001A70B9" w:rsidRPr="00C415D6">
        <w:rPr>
          <w:lang w:val="es-ES"/>
        </w:rPr>
        <w:t>?</w:t>
      </w:r>
    </w:p>
    <w:p w14:paraId="098C47CE" w14:textId="52201B32" w:rsidR="001A70B9" w:rsidRPr="00CD2504" w:rsidRDefault="0016304F" w:rsidP="00CD2504">
      <w:pPr>
        <w:pStyle w:val="A0-Survey0DigitRespOptBox"/>
        <w:tabs>
          <w:tab w:val="left" w:pos="2520"/>
        </w:tabs>
        <w:rPr>
          <w:b/>
          <w:bCs/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 w:rsidRPr="00BF7E0D">
        <w:rPr>
          <w:lang w:val="it-IT"/>
        </w:rPr>
        <w:tab/>
      </w:r>
      <w:r w:rsidR="001A70B9" w:rsidRPr="00936111">
        <w:rPr>
          <w:lang w:val="es-ES_tradnl"/>
        </w:rPr>
        <w:t>Ninguna vez</w:t>
      </w:r>
      <w:r w:rsidR="008C681B" w:rsidRPr="00BF7E0D">
        <w:rPr>
          <w:lang w:val="it-IT"/>
        </w:rPr>
        <w:t xml:space="preserve"> </w:t>
      </w:r>
      <w:r w:rsidR="008C681B" w:rsidRPr="00F725A6">
        <w:sym w:font="Symbol" w:char="F0AE"/>
      </w:r>
      <w:r w:rsidR="008C681B" w:rsidRPr="00F725A6">
        <w:t> </w:t>
      </w:r>
      <w:r w:rsidR="001A70B9" w:rsidRPr="00BF7E0D">
        <w:rPr>
          <w:b/>
          <w:bCs/>
          <w:lang w:val="it-IT"/>
        </w:rPr>
        <w:t xml:space="preserve">Si </w:t>
      </w:r>
      <w:r w:rsidR="001A70B9" w:rsidRPr="00CD2504">
        <w:rPr>
          <w:b/>
          <w:bCs/>
          <w:lang w:val="es-ES_tradnl"/>
        </w:rPr>
        <w:t>contestó</w:t>
      </w:r>
      <w:r w:rsidR="009B43A8">
        <w:rPr>
          <w:b/>
          <w:bCs/>
          <w:lang w:val="es-ES_tradnl"/>
        </w:rPr>
        <w:br/>
      </w:r>
      <w:r w:rsidR="009B43A8">
        <w:rPr>
          <w:b/>
          <w:bCs/>
          <w:lang w:val="es-ES_tradnl"/>
        </w:rPr>
        <w:tab/>
      </w:r>
      <w:r w:rsidR="009739C1" w:rsidRPr="00CD2504">
        <w:rPr>
          <w:b/>
          <w:bCs/>
          <w:lang w:val="es-ES_tradnl"/>
        </w:rPr>
        <w:t>“</w:t>
      </w:r>
      <w:r w:rsidR="001A70B9" w:rsidRPr="00CD2504">
        <w:rPr>
          <w:b/>
          <w:bCs/>
          <w:lang w:val="es-ES_tradnl"/>
        </w:rPr>
        <w:t>Ninguna vez</w:t>
      </w:r>
      <w:r w:rsidR="009739C1" w:rsidRPr="00CD2504">
        <w:rPr>
          <w:b/>
          <w:bCs/>
          <w:lang w:val="es-ES_tradnl"/>
        </w:rPr>
        <w:t>”</w:t>
      </w:r>
      <w:r w:rsidR="001A70B9" w:rsidRPr="00CD2504">
        <w:rPr>
          <w:b/>
          <w:bCs/>
          <w:lang w:val="es-ES_tradnl"/>
        </w:rPr>
        <w:t xml:space="preserve">, </w:t>
      </w:r>
      <w:r w:rsidR="00CD2504">
        <w:rPr>
          <w:b/>
          <w:bCs/>
          <w:lang w:val="es-ES_tradnl"/>
        </w:rPr>
        <w:t>pase</w:t>
      </w:r>
      <w:r w:rsidR="00CD2504">
        <w:rPr>
          <w:b/>
          <w:bCs/>
          <w:lang w:val="es-ES_tradnl"/>
        </w:rPr>
        <w:br/>
      </w:r>
      <w:r w:rsidR="00CD2504">
        <w:rPr>
          <w:b/>
          <w:bCs/>
          <w:lang w:val="es-ES_tradnl"/>
        </w:rPr>
        <w:tab/>
      </w:r>
      <w:r w:rsidR="001A70B9" w:rsidRPr="00CD2504">
        <w:rPr>
          <w:b/>
          <w:bCs/>
          <w:lang w:val="es-ES_tradnl"/>
        </w:rPr>
        <w:t>a la</w:t>
      </w:r>
      <w:r w:rsidR="00BE02D7" w:rsidRPr="00CD2504">
        <w:rPr>
          <w:b/>
          <w:bCs/>
          <w:lang w:val="es-ES_tradnl"/>
        </w:rPr>
        <w:t xml:space="preserve"> </w:t>
      </w:r>
      <w:r w:rsidR="001A70B9" w:rsidRPr="00CD2504">
        <w:rPr>
          <w:b/>
          <w:bCs/>
          <w:lang w:val="es-ES_tradnl"/>
        </w:rPr>
        <w:t xml:space="preserve">pregunta </w:t>
      </w:r>
      <w:r w:rsidR="00E46325" w:rsidRPr="00CD2504">
        <w:rPr>
          <w:b/>
          <w:bCs/>
          <w:lang w:val="es-ES_tradnl"/>
        </w:rPr>
        <w:t>10</w:t>
      </w:r>
    </w:p>
    <w:p w14:paraId="65AB58D0" w14:textId="4DE493DF" w:rsidR="001A70B9" w:rsidRPr="00936111" w:rsidRDefault="0016304F" w:rsidP="00CD2504">
      <w:pPr>
        <w:pStyle w:val="A0-Survey0DigitRespOptBox"/>
        <w:rPr>
          <w:lang w:val="es-ES_tradnl"/>
        </w:rPr>
      </w:pPr>
      <w:r w:rsidRPr="00936111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36111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936111">
        <w:rPr>
          <w:lang w:val="es-ES_tradnl"/>
        </w:rPr>
        <w:fldChar w:fldCharType="end"/>
      </w:r>
      <w:r w:rsidR="001A70B9" w:rsidRPr="00936111">
        <w:rPr>
          <w:lang w:val="es-ES_tradnl"/>
        </w:rPr>
        <w:tab/>
        <w:t xml:space="preserve">1 </w:t>
      </w:r>
      <w:r w:rsidR="00E46325" w:rsidRPr="00936111">
        <w:rPr>
          <w:lang w:val="es-ES_tradnl"/>
        </w:rPr>
        <w:t>vez</w:t>
      </w:r>
    </w:p>
    <w:p w14:paraId="797B1F7E" w14:textId="5509B6CA" w:rsidR="001A70B9" w:rsidRPr="00BF7E0D" w:rsidRDefault="0016304F" w:rsidP="00CD2504">
      <w:pPr>
        <w:pStyle w:val="A0-Survey0DigitRespOptBox"/>
        <w:rPr>
          <w:lang w:val="es-ES_tradnl"/>
        </w:rPr>
      </w:pPr>
      <w:r w:rsidRPr="00F725A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F7E0D">
        <w:rPr>
          <w:lang w:val="es-ES_tradnl"/>
        </w:rPr>
        <w:instrText xml:space="preserve"> FORMCHECKBOX </w:instrText>
      </w:r>
      <w:r w:rsidR="00000000">
        <w:fldChar w:fldCharType="separate"/>
      </w:r>
      <w:r w:rsidRPr="00F725A6">
        <w:fldChar w:fldCharType="end"/>
      </w:r>
      <w:r w:rsidR="001A70B9" w:rsidRPr="00BF7E0D">
        <w:rPr>
          <w:lang w:val="es-ES_tradnl"/>
        </w:rPr>
        <w:tab/>
        <w:t>2</w:t>
      </w:r>
    </w:p>
    <w:p w14:paraId="03740F40" w14:textId="70B648FC" w:rsidR="001A70B9" w:rsidRPr="00BF7E0D" w:rsidRDefault="0016304F" w:rsidP="00CD2504">
      <w:pPr>
        <w:pStyle w:val="A0-Survey0DigitRespOptBox"/>
        <w:rPr>
          <w:lang w:val="es-ES_tradnl"/>
        </w:rPr>
      </w:pPr>
      <w:r w:rsidRPr="00F725A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F7E0D">
        <w:rPr>
          <w:lang w:val="es-ES_tradnl"/>
        </w:rPr>
        <w:instrText xml:space="preserve"> FORMCHECKBOX </w:instrText>
      </w:r>
      <w:r w:rsidR="00000000">
        <w:fldChar w:fldCharType="separate"/>
      </w:r>
      <w:r w:rsidRPr="00F725A6">
        <w:fldChar w:fldCharType="end"/>
      </w:r>
      <w:r w:rsidR="001A70B9" w:rsidRPr="00BF7E0D">
        <w:rPr>
          <w:lang w:val="es-ES_tradnl"/>
        </w:rPr>
        <w:tab/>
        <w:t>3</w:t>
      </w:r>
    </w:p>
    <w:p w14:paraId="1679C213" w14:textId="1C1AD114" w:rsidR="001A70B9" w:rsidRPr="00BF7E0D" w:rsidRDefault="0016304F" w:rsidP="00CD2504">
      <w:pPr>
        <w:pStyle w:val="A0-Survey0DigitRespOptBox"/>
        <w:rPr>
          <w:lang w:val="es-ES_tradnl"/>
        </w:rPr>
      </w:pPr>
      <w:r w:rsidRPr="00F725A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F7E0D">
        <w:rPr>
          <w:lang w:val="es-ES_tradnl"/>
        </w:rPr>
        <w:instrText xml:space="preserve"> FORMCHECKBOX </w:instrText>
      </w:r>
      <w:r w:rsidR="00000000">
        <w:fldChar w:fldCharType="separate"/>
      </w:r>
      <w:r w:rsidRPr="00F725A6">
        <w:fldChar w:fldCharType="end"/>
      </w:r>
      <w:r w:rsidR="001A70B9" w:rsidRPr="00BF7E0D">
        <w:rPr>
          <w:lang w:val="es-ES_tradnl"/>
        </w:rPr>
        <w:tab/>
      </w:r>
      <w:r w:rsidR="00936111" w:rsidRPr="00BF7E0D">
        <w:rPr>
          <w:lang w:val="es-ES_tradnl"/>
        </w:rPr>
        <w:t>4</w:t>
      </w:r>
    </w:p>
    <w:p w14:paraId="581712BD" w14:textId="18F63C43" w:rsidR="001A70B9" w:rsidRPr="00BF7E0D" w:rsidRDefault="0016304F" w:rsidP="00CD2504">
      <w:pPr>
        <w:pStyle w:val="A0-Survey0DigitRespOptBox"/>
        <w:rPr>
          <w:lang w:val="es-ES_tradnl"/>
        </w:rPr>
      </w:pPr>
      <w:r w:rsidRPr="00F725A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F7E0D">
        <w:rPr>
          <w:lang w:val="es-ES_tradnl"/>
        </w:rPr>
        <w:instrText xml:space="preserve"> FORMCHECKBOX </w:instrText>
      </w:r>
      <w:r w:rsidR="00000000">
        <w:fldChar w:fldCharType="separate"/>
      </w:r>
      <w:r w:rsidRPr="00F725A6">
        <w:fldChar w:fldCharType="end"/>
      </w:r>
      <w:r w:rsidR="001A70B9" w:rsidRPr="00BF7E0D">
        <w:rPr>
          <w:lang w:val="es-ES_tradnl"/>
        </w:rPr>
        <w:tab/>
      </w:r>
      <w:r w:rsidR="009B43A8" w:rsidRPr="00BF7E0D">
        <w:rPr>
          <w:lang w:val="es-ES_tradnl"/>
        </w:rPr>
        <w:t>5 a 9</w:t>
      </w:r>
    </w:p>
    <w:p w14:paraId="0836D393" w14:textId="115C056C" w:rsidR="001A70B9" w:rsidRDefault="0016304F" w:rsidP="00CD2504">
      <w:pPr>
        <w:pStyle w:val="A0-Survey0DigitRespOptBox"/>
        <w:rPr>
          <w:lang w:val="es-ES"/>
        </w:rPr>
      </w:pPr>
      <w:r w:rsidRPr="00F725A6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F7E0D">
        <w:rPr>
          <w:lang w:val="es-ES_tradnl"/>
        </w:rPr>
        <w:instrText xml:space="preserve"> FORMCHECKBOX </w:instrText>
      </w:r>
      <w:r w:rsidR="00000000">
        <w:fldChar w:fldCharType="separate"/>
      </w:r>
      <w:r w:rsidRPr="00F725A6">
        <w:fldChar w:fldCharType="end"/>
      </w:r>
      <w:r w:rsidR="001A70B9" w:rsidRPr="00BF7E0D">
        <w:rPr>
          <w:lang w:val="es-ES_tradnl"/>
        </w:rPr>
        <w:tab/>
        <w:t>10</w:t>
      </w:r>
      <w:r w:rsidR="001A70B9" w:rsidRPr="00C415D6">
        <w:rPr>
          <w:lang w:val="es-ES"/>
        </w:rPr>
        <w:t xml:space="preserve"> </w:t>
      </w:r>
      <w:r w:rsidR="001A70B9">
        <w:rPr>
          <w:lang w:val="es-ES"/>
        </w:rPr>
        <w:t xml:space="preserve">veces </w:t>
      </w:r>
      <w:r w:rsidR="001A70B9" w:rsidRPr="00C415D6">
        <w:rPr>
          <w:lang w:val="es-ES"/>
        </w:rPr>
        <w:t>o más</w:t>
      </w:r>
    </w:p>
    <w:p w14:paraId="1E604C87" w14:textId="77777777" w:rsidR="009B43A8" w:rsidRDefault="009B43A8" w:rsidP="009B43A8">
      <w:pPr>
        <w:pStyle w:val="BQ-BeforeQuestion-6ptAfter"/>
        <w:rPr>
          <w:lang w:val="es-ES"/>
        </w:rPr>
      </w:pPr>
    </w:p>
    <w:p w14:paraId="79BED4F3" w14:textId="4C9C2C67" w:rsidR="001A70B9" w:rsidRDefault="001A70B9" w:rsidP="008C681B">
      <w:pPr>
        <w:pStyle w:val="Q1-Survey-Question"/>
        <w:rPr>
          <w:lang w:val="es-ES"/>
        </w:rPr>
      </w:pPr>
      <w:r w:rsidRPr="008C681B">
        <w:rPr>
          <w:b/>
          <w:lang w:val="es-ES"/>
        </w:rPr>
        <w:t>8.</w:t>
      </w:r>
      <w:r>
        <w:rPr>
          <w:lang w:val="es-ES"/>
        </w:rPr>
        <w:tab/>
        <w:t xml:space="preserve">Usando un </w:t>
      </w:r>
      <w:r w:rsidRPr="0030723B">
        <w:rPr>
          <w:lang w:val="es-ES"/>
        </w:rPr>
        <w:t>número del 0 al 10</w:t>
      </w:r>
      <w:r>
        <w:rPr>
          <w:lang w:val="es-ES"/>
        </w:rPr>
        <w:t>, el 0 siendo la peor atención médica posible y el 10 la mejor atención médica posible, ¿qué número usaría para calificar toda la atención médica que su niño ha recibido en los últimos 12 meses?</w:t>
      </w:r>
    </w:p>
    <w:p w14:paraId="28FC5AC6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 w:rsidRPr="0085079F">
        <w:rPr>
          <w:lang w:val="es-ES"/>
        </w:rPr>
        <w:tab/>
        <w:t>0</w:t>
      </w:r>
      <w:r w:rsidR="008C681B">
        <w:rPr>
          <w:lang w:val="es-ES"/>
        </w:rPr>
        <w:t> </w:t>
      </w:r>
      <w:r w:rsidR="001A70B9" w:rsidRPr="0085079F">
        <w:rPr>
          <w:lang w:val="es-ES"/>
        </w:rPr>
        <w:t>La peor atención médica posible</w:t>
      </w:r>
    </w:p>
    <w:p w14:paraId="7433385E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>
        <w:rPr>
          <w:lang w:val="es-ES"/>
        </w:rPr>
        <w:tab/>
      </w:r>
      <w:r w:rsidR="001A70B9" w:rsidRPr="0085079F">
        <w:rPr>
          <w:lang w:val="es-ES"/>
        </w:rPr>
        <w:t>1</w:t>
      </w:r>
    </w:p>
    <w:p w14:paraId="6C065134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2</w:t>
      </w:r>
    </w:p>
    <w:p w14:paraId="496616D3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3</w:t>
      </w:r>
    </w:p>
    <w:p w14:paraId="6C867BE2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4</w:t>
      </w:r>
    </w:p>
    <w:p w14:paraId="7E4B8821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5</w:t>
      </w:r>
    </w:p>
    <w:p w14:paraId="32B26415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6</w:t>
      </w:r>
    </w:p>
    <w:p w14:paraId="00B64A7B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7</w:t>
      </w:r>
    </w:p>
    <w:p w14:paraId="6C5403C8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85079F">
        <w:rPr>
          <w:lang w:val="es-ES"/>
        </w:rPr>
        <w:t>8</w:t>
      </w:r>
    </w:p>
    <w:p w14:paraId="6E220B36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8C681B">
        <w:rPr>
          <w:sz w:val="32"/>
          <w:lang w:val="es-ES"/>
        </w:rPr>
        <w:tab/>
      </w:r>
      <w:r w:rsidR="001A70B9" w:rsidRPr="0085079F">
        <w:rPr>
          <w:lang w:val="es-ES"/>
        </w:rPr>
        <w:t>9</w:t>
      </w:r>
    </w:p>
    <w:p w14:paraId="2B15103A" w14:textId="77777777" w:rsidR="001A70B9" w:rsidRPr="0085079F" w:rsidRDefault="0016304F" w:rsidP="008C681B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8C681B" w:rsidRPr="002927BE">
        <w:rPr>
          <w:lang w:val="es-ES_tradnl"/>
        </w:rPr>
        <w:tab/>
      </w:r>
      <w:r w:rsidR="001A70B9" w:rsidRPr="0085079F">
        <w:rPr>
          <w:lang w:val="es-ES"/>
        </w:rPr>
        <w:t>10</w:t>
      </w:r>
      <w:r w:rsidR="008C681B">
        <w:rPr>
          <w:lang w:val="es-ES"/>
        </w:rPr>
        <w:t> </w:t>
      </w:r>
      <w:r w:rsidR="001A70B9" w:rsidRPr="0085079F">
        <w:rPr>
          <w:lang w:val="es-ES"/>
        </w:rPr>
        <w:t>La mejor atención médica posible</w:t>
      </w:r>
    </w:p>
    <w:p w14:paraId="621C536A" w14:textId="77777777" w:rsidR="001A70B9" w:rsidRDefault="001A70B9" w:rsidP="008C681B">
      <w:pPr>
        <w:pStyle w:val="BQ-BeforeQuestion-6ptAfter"/>
        <w:rPr>
          <w:lang w:val="es-ES"/>
        </w:rPr>
      </w:pPr>
    </w:p>
    <w:p w14:paraId="73B8FB3F" w14:textId="640F1AB3" w:rsidR="00E46325" w:rsidRPr="00E46325" w:rsidRDefault="00E46325" w:rsidP="00F725A6">
      <w:pPr>
        <w:pStyle w:val="Q1-Survey-Question"/>
        <w:rPr>
          <w:b/>
          <w:lang w:val="es-ES"/>
        </w:rPr>
      </w:pPr>
      <w:r>
        <w:rPr>
          <w:b/>
          <w:lang w:val="es-ES"/>
        </w:rPr>
        <w:t>9.</w:t>
      </w:r>
      <w:r w:rsidR="00F725A6">
        <w:rPr>
          <w:b/>
          <w:lang w:val="es-ES"/>
        </w:rPr>
        <w:tab/>
      </w:r>
      <w:r w:rsidRPr="002C705E">
        <w:rPr>
          <w:lang w:val="es-ES"/>
        </w:rPr>
        <w:t>En los últimos 12 meses, ¿</w:t>
      </w:r>
      <w:r w:rsidRPr="002C705E">
        <w:rPr>
          <w:lang w:val="es-ES_tradnl"/>
        </w:rPr>
        <w:t>con qué frecuencia</w:t>
      </w:r>
      <w:r w:rsidRPr="002C705E">
        <w:rPr>
          <w:lang w:val="es-ES"/>
        </w:rPr>
        <w:t xml:space="preserve"> le fue fácil conseguir  la atención, las pruebas o el tratamiento que su niño necesitaba?</w:t>
      </w:r>
    </w:p>
    <w:p w14:paraId="1A8B95C0" w14:textId="5442109A" w:rsidR="00E46325" w:rsidRPr="002C705E" w:rsidRDefault="00E46325" w:rsidP="005A4C6C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1</w:t>
      </w:r>
      <w:r w:rsidRPr="002C705E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C705E">
        <w:rPr>
          <w:lang w:val="es-ES_tradnl"/>
        </w:rPr>
        <w:instrText xml:space="preserve"> FORMCHECKBOX </w:instrText>
      </w:r>
      <w:r w:rsidR="00000000">
        <w:fldChar w:fldCharType="separate"/>
      </w:r>
      <w:r w:rsidRPr="002C705E">
        <w:fldChar w:fldCharType="end"/>
      </w:r>
      <w:r w:rsidR="005A4C6C">
        <w:rPr>
          <w:lang w:val="es-ES"/>
        </w:rPr>
        <w:tab/>
      </w:r>
      <w:r w:rsidRPr="002C705E">
        <w:rPr>
          <w:lang w:val="es-ES"/>
        </w:rPr>
        <w:t xml:space="preserve">Nunca </w:t>
      </w:r>
    </w:p>
    <w:p w14:paraId="77FCB5F2" w14:textId="0583BACB" w:rsidR="00E46325" w:rsidRPr="002C705E" w:rsidRDefault="00E46325" w:rsidP="005A4C6C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2</w:t>
      </w:r>
      <w:r w:rsidRPr="002C705E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C705E">
        <w:rPr>
          <w:lang w:val="es-ES_tradnl"/>
        </w:rPr>
        <w:instrText xml:space="preserve"> FORMCHECKBOX </w:instrText>
      </w:r>
      <w:r w:rsidR="00000000">
        <w:fldChar w:fldCharType="separate"/>
      </w:r>
      <w:r w:rsidRPr="002C705E">
        <w:fldChar w:fldCharType="end"/>
      </w:r>
      <w:r w:rsidR="005A4C6C">
        <w:rPr>
          <w:lang w:val="es-ES"/>
        </w:rPr>
        <w:tab/>
      </w:r>
      <w:r w:rsidRPr="002C705E">
        <w:rPr>
          <w:lang w:val="es-ES"/>
        </w:rPr>
        <w:t>A veces</w:t>
      </w:r>
    </w:p>
    <w:p w14:paraId="34DD04E5" w14:textId="29A19EDE" w:rsidR="00E46325" w:rsidRPr="002C705E" w:rsidRDefault="00E46325" w:rsidP="005A4C6C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3</w:t>
      </w:r>
      <w:r w:rsidRPr="002C705E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2C705E">
        <w:rPr>
          <w:lang w:val="es-ES_tradnl"/>
        </w:rPr>
        <w:instrText xml:space="preserve"> FORMCHECKBOX </w:instrText>
      </w:r>
      <w:r w:rsidR="00000000">
        <w:fldChar w:fldCharType="separate"/>
      </w:r>
      <w:r w:rsidRPr="002C705E">
        <w:fldChar w:fldCharType="end"/>
      </w:r>
      <w:r w:rsidR="005A4C6C">
        <w:rPr>
          <w:lang w:val="es-ES"/>
        </w:rPr>
        <w:tab/>
      </w:r>
      <w:r w:rsidRPr="002C705E">
        <w:rPr>
          <w:lang w:val="es-ES"/>
        </w:rPr>
        <w:t>La mayoría de las veces</w:t>
      </w:r>
    </w:p>
    <w:p w14:paraId="1F5481E9" w14:textId="38586911" w:rsidR="00673F14" w:rsidRDefault="00E46325" w:rsidP="005A4C6C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4</w:t>
      </w:r>
      <w:r w:rsidRPr="00E46325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E46325">
        <w:rPr>
          <w:b/>
          <w:lang w:val="es-ES_tradnl"/>
        </w:rPr>
        <w:instrText xml:space="preserve"> FORMCHECKBOX </w:instrText>
      </w:r>
      <w:r w:rsidR="00000000">
        <w:rPr>
          <w:b/>
        </w:rPr>
      </w:r>
      <w:r w:rsidR="00000000">
        <w:rPr>
          <w:b/>
        </w:rPr>
        <w:fldChar w:fldCharType="separate"/>
      </w:r>
      <w:r w:rsidRPr="00E46325">
        <w:rPr>
          <w:b/>
        </w:rPr>
        <w:fldChar w:fldCharType="end"/>
      </w:r>
      <w:r w:rsidR="005A4C6C">
        <w:rPr>
          <w:b/>
          <w:lang w:val="es-ES"/>
        </w:rPr>
        <w:tab/>
      </w:r>
      <w:r w:rsidRPr="002C705E">
        <w:rPr>
          <w:lang w:val="es-ES"/>
        </w:rPr>
        <w:t>Siempre</w:t>
      </w:r>
    </w:p>
    <w:p w14:paraId="08E8A7B7" w14:textId="505CC10B" w:rsidR="001A70B9" w:rsidRPr="00673F14" w:rsidRDefault="008C681B" w:rsidP="00544A12">
      <w:pPr>
        <w:pStyle w:val="ST-Subtitle-Survey"/>
        <w:rPr>
          <w:lang w:val="es-ES"/>
        </w:rPr>
      </w:pPr>
      <w:r>
        <w:rPr>
          <w:lang w:val="es-ES_tradnl"/>
        </w:rPr>
        <w:t>El doctor personal de su niño</w:t>
      </w:r>
    </w:p>
    <w:p w14:paraId="6076D419" w14:textId="3D6C373C" w:rsidR="001A70B9" w:rsidRPr="008625B1" w:rsidRDefault="00E46325" w:rsidP="008C681B">
      <w:pPr>
        <w:pStyle w:val="Q1-Survey-Question"/>
        <w:rPr>
          <w:highlight w:val="yellow"/>
          <w:lang w:val="es-ES_tradnl"/>
        </w:rPr>
      </w:pPr>
      <w:r>
        <w:rPr>
          <w:b/>
          <w:lang w:val="es-ES"/>
        </w:rPr>
        <w:t>10</w:t>
      </w:r>
      <w:r w:rsidR="001A70B9" w:rsidRPr="008C681B">
        <w:rPr>
          <w:b/>
          <w:lang w:val="es-ES"/>
        </w:rPr>
        <w:t>.</w:t>
      </w:r>
      <w:r w:rsidR="001A70B9" w:rsidRPr="0085079F">
        <w:rPr>
          <w:lang w:val="es-ES"/>
        </w:rPr>
        <w:tab/>
      </w:r>
      <w:r w:rsidR="005028DF" w:rsidRPr="005028DF">
        <w:rPr>
          <w:lang w:val="es-ES_tradnl"/>
        </w:rPr>
        <w:t>El doctor personal es aquel a quien su niño hablaría si necesita un chequeo, tiene un problema de salud o si se enferma o lastima. ¿Tiene su niño un doctor personal?</w:t>
      </w:r>
      <w:r w:rsidR="00BE02D7">
        <w:rPr>
          <w:lang w:val="es-ES_tradnl"/>
        </w:rPr>
        <w:t xml:space="preserve"> </w:t>
      </w:r>
    </w:p>
    <w:p w14:paraId="49B39AE6" w14:textId="77777777" w:rsidR="001A70B9" w:rsidRPr="008C681B" w:rsidRDefault="001A70B9" w:rsidP="008C681B">
      <w:pPr>
        <w:pStyle w:val="A1-Survey1DigitRespOptBox"/>
        <w:rPr>
          <w:lang w:val="es-ES"/>
        </w:rPr>
      </w:pPr>
      <w:r w:rsidRPr="008C681B">
        <w:rPr>
          <w:vertAlign w:val="superscript"/>
          <w:lang w:val="es-ES"/>
        </w:rPr>
        <w:t>1</w:t>
      </w:r>
      <w:r w:rsidR="0016304F" w:rsidRPr="008C681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 w:rsidRPr="008C681B">
        <w:fldChar w:fldCharType="end"/>
      </w:r>
      <w:r w:rsidRPr="008C681B">
        <w:rPr>
          <w:sz w:val="32"/>
          <w:lang w:val="es-ES"/>
        </w:rPr>
        <w:tab/>
      </w:r>
      <w:r w:rsidRPr="008C681B">
        <w:rPr>
          <w:lang w:val="es-ES"/>
        </w:rPr>
        <w:t xml:space="preserve">Sí </w:t>
      </w:r>
    </w:p>
    <w:p w14:paraId="0A4A3EE7" w14:textId="2492924B" w:rsidR="001A70B9" w:rsidRDefault="001A70B9" w:rsidP="008C681B">
      <w:pPr>
        <w:pStyle w:val="A1-Survey1DigitRespOptBox"/>
        <w:ind w:left="1714" w:hanging="1138"/>
        <w:rPr>
          <w:i/>
          <w:lang w:val="es-ES"/>
        </w:rPr>
      </w:pPr>
      <w:r w:rsidRPr="0085079F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85079F">
        <w:rPr>
          <w:lang w:val="es-ES"/>
        </w:rPr>
        <w:t>No</w:t>
      </w:r>
      <w:r w:rsidR="008C681B">
        <w:rPr>
          <w:lang w:val="es-ES"/>
        </w:rPr>
        <w:t xml:space="preserve"> </w:t>
      </w:r>
      <w:r w:rsidR="008C681B" w:rsidRPr="008C681B">
        <w:rPr>
          <w:b/>
          <w:bCs/>
          <w:szCs w:val="24"/>
          <w:lang w:val="es-ES"/>
        </w:rPr>
        <w:sym w:font="Symbol" w:char="F0AE"/>
      </w:r>
      <w:r w:rsidR="008C681B" w:rsidRPr="008C681B">
        <w:rPr>
          <w:b/>
          <w:bCs/>
          <w:szCs w:val="24"/>
          <w:lang w:val="es-ES"/>
        </w:rPr>
        <w:t> </w:t>
      </w:r>
      <w:r w:rsidRPr="0085079F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85079F"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 w:rsidRPr="0085079F">
        <w:rPr>
          <w:b/>
          <w:lang w:val="es-ES"/>
        </w:rPr>
        <w:t xml:space="preserve">, pase a la </w:t>
      </w:r>
      <w:r>
        <w:rPr>
          <w:b/>
          <w:lang w:val="es-ES"/>
        </w:rPr>
        <w:t>p</w:t>
      </w:r>
      <w:r w:rsidRPr="0085079F">
        <w:rPr>
          <w:b/>
          <w:lang w:val="es-ES"/>
        </w:rPr>
        <w:t xml:space="preserve">regunta </w:t>
      </w:r>
      <w:r w:rsidR="006D66D9">
        <w:rPr>
          <w:b/>
          <w:lang w:val="es-ES"/>
        </w:rPr>
        <w:t>20</w:t>
      </w:r>
      <w:r w:rsidR="006D66D9" w:rsidRPr="0085079F">
        <w:rPr>
          <w:b/>
          <w:lang w:val="es-ES"/>
        </w:rPr>
        <w:t xml:space="preserve"> </w:t>
      </w:r>
      <w:r w:rsidRPr="0085079F">
        <w:rPr>
          <w:b/>
          <w:lang w:val="es-ES"/>
        </w:rPr>
        <w:t>en la</w:t>
      </w:r>
      <w:r w:rsidR="00E368CF">
        <w:rPr>
          <w:b/>
          <w:lang w:val="es-ES"/>
        </w:rPr>
        <w:t xml:space="preserve"> </w:t>
      </w:r>
      <w:r>
        <w:rPr>
          <w:b/>
          <w:lang w:val="es-ES"/>
        </w:rPr>
        <w:t>p</w:t>
      </w:r>
      <w:r w:rsidRPr="0085079F">
        <w:rPr>
          <w:b/>
          <w:lang w:val="es-ES"/>
        </w:rPr>
        <w:t>ágina</w:t>
      </w:r>
      <w:r w:rsidR="009739C1">
        <w:rPr>
          <w:b/>
          <w:lang w:val="es-ES"/>
        </w:rPr>
        <w:t xml:space="preserve"> </w:t>
      </w:r>
      <w:r w:rsidR="00B019FC">
        <w:rPr>
          <w:b/>
          <w:lang w:val="es-ES"/>
        </w:rPr>
        <w:t>4</w:t>
      </w:r>
    </w:p>
    <w:p w14:paraId="5D5BD31F" w14:textId="77777777" w:rsidR="001A70B9" w:rsidRDefault="001A70B9" w:rsidP="00E368CF">
      <w:pPr>
        <w:pStyle w:val="BQ-BeforeQuestion-6ptAfter"/>
        <w:rPr>
          <w:highlight w:val="green"/>
          <w:lang w:val="es-ES"/>
        </w:rPr>
      </w:pPr>
    </w:p>
    <w:p w14:paraId="26BF36BD" w14:textId="00830916" w:rsidR="001A70B9" w:rsidRDefault="006D66D9" w:rsidP="00E368CF">
      <w:pPr>
        <w:pStyle w:val="Q1-Survey-Question"/>
        <w:rPr>
          <w:highlight w:val="yellow"/>
          <w:lang w:val="es-ES"/>
        </w:rPr>
      </w:pPr>
      <w:r w:rsidRPr="00E368CF">
        <w:rPr>
          <w:b/>
          <w:lang w:val="es-ES"/>
        </w:rPr>
        <w:t>1</w:t>
      </w:r>
      <w:r>
        <w:rPr>
          <w:b/>
          <w:lang w:val="es-ES"/>
        </w:rPr>
        <w:t>1</w:t>
      </w:r>
      <w:r w:rsidR="001A70B9" w:rsidRPr="00E368CF">
        <w:rPr>
          <w:b/>
          <w:lang w:val="es-ES"/>
        </w:rPr>
        <w:t>.</w:t>
      </w:r>
      <w:r w:rsidR="001A70B9" w:rsidRPr="0085079F">
        <w:rPr>
          <w:lang w:val="es-ES"/>
        </w:rPr>
        <w:tab/>
      </w:r>
      <w:r w:rsidR="001A70B9" w:rsidRPr="00A055C9">
        <w:rPr>
          <w:lang w:val="es-MX"/>
        </w:rPr>
        <w:t>En los últimos 12 meses, ¿cuántas veces</w:t>
      </w:r>
      <w:r w:rsidR="001A48A7" w:rsidRPr="001A48A7">
        <w:rPr>
          <w:lang w:val="es-MX"/>
        </w:rPr>
        <w:t xml:space="preserve"> tuvo su niño una consulta en persona, por teléfono o por videollamada con su doctor personal</w:t>
      </w:r>
      <w:r w:rsidR="001A70B9" w:rsidRPr="00E0760E">
        <w:rPr>
          <w:rFonts w:cs="Arial"/>
          <w:lang w:val="es-ES_tradnl"/>
        </w:rPr>
        <w:t>?</w:t>
      </w:r>
      <w:r w:rsidR="00BE02D7">
        <w:rPr>
          <w:rFonts w:cs="Arial"/>
          <w:b/>
          <w:lang w:val="es-ES_tradnl"/>
        </w:rPr>
        <w:t xml:space="preserve"> </w:t>
      </w:r>
    </w:p>
    <w:p w14:paraId="10A3A869" w14:textId="7C65F914" w:rsidR="001A70B9" w:rsidRPr="00A055C9" w:rsidRDefault="0016304F" w:rsidP="001D614C">
      <w:pPr>
        <w:pStyle w:val="A1-Survey1DigitRespOptBox"/>
        <w:ind w:hanging="378"/>
        <w:rPr>
          <w:lang w:val="es-MX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E368CF" w:rsidRPr="002927BE">
        <w:rPr>
          <w:lang w:val="es-ES_tradnl"/>
        </w:rPr>
        <w:tab/>
      </w:r>
      <w:r w:rsidR="001A70B9" w:rsidRPr="00A055C9">
        <w:rPr>
          <w:lang w:val="es-MX"/>
        </w:rPr>
        <w:t xml:space="preserve">Ninguna </w:t>
      </w:r>
      <w:r w:rsidR="001A70B9">
        <w:rPr>
          <w:lang w:val="es-MX"/>
        </w:rPr>
        <w:t>vez</w:t>
      </w:r>
      <w:r w:rsidR="00E368CF">
        <w:rPr>
          <w:lang w:val="es-MX"/>
        </w:rPr>
        <w:t xml:space="preserve"> </w:t>
      </w:r>
      <w:r w:rsidR="00E368CF" w:rsidRPr="00E368CF">
        <w:rPr>
          <w:b/>
          <w:bCs/>
          <w:szCs w:val="24"/>
          <w:lang w:val="es-MX"/>
        </w:rPr>
        <w:sym w:font="Symbol" w:char="F0AE"/>
      </w:r>
      <w:r w:rsidR="00E368CF" w:rsidRPr="00E368CF">
        <w:rPr>
          <w:b/>
          <w:bCs/>
          <w:szCs w:val="24"/>
          <w:lang w:val="es-MX"/>
        </w:rPr>
        <w:t> </w:t>
      </w:r>
      <w:r w:rsidR="001A70B9" w:rsidRPr="00E368CF">
        <w:rPr>
          <w:b/>
          <w:lang w:val="es-MX"/>
        </w:rPr>
        <w:t xml:space="preserve">Si contestó </w:t>
      </w:r>
      <w:r w:rsidR="009739C1">
        <w:rPr>
          <w:b/>
          <w:lang w:val="es-MX"/>
        </w:rPr>
        <w:t>“</w:t>
      </w:r>
      <w:r w:rsidR="001A70B9" w:rsidRPr="00E368CF">
        <w:rPr>
          <w:b/>
          <w:lang w:val="es-MX"/>
        </w:rPr>
        <w:t>Ninguna vez</w:t>
      </w:r>
      <w:r w:rsidR="009739C1">
        <w:rPr>
          <w:b/>
          <w:lang w:val="es-MX"/>
        </w:rPr>
        <w:t>”</w:t>
      </w:r>
      <w:r w:rsidR="001A70B9" w:rsidRPr="00E368CF">
        <w:rPr>
          <w:b/>
          <w:lang w:val="es-MX"/>
        </w:rPr>
        <w:t xml:space="preserve">, pase a la pregunta </w:t>
      </w:r>
      <w:r w:rsidR="006D66D9" w:rsidRPr="00E368CF">
        <w:rPr>
          <w:b/>
          <w:lang w:val="es-MX"/>
        </w:rPr>
        <w:t>1</w:t>
      </w:r>
      <w:r w:rsidR="006D66D9">
        <w:rPr>
          <w:b/>
          <w:lang w:val="es-MX"/>
        </w:rPr>
        <w:t>9</w:t>
      </w:r>
      <w:r w:rsidR="006D66D9" w:rsidRPr="00E368CF">
        <w:rPr>
          <w:b/>
          <w:lang w:val="es-MX"/>
        </w:rPr>
        <w:t xml:space="preserve"> </w:t>
      </w:r>
      <w:r w:rsidR="00D77A0E" w:rsidRPr="00053108">
        <w:rPr>
          <w:b/>
          <w:lang w:val="es-ES"/>
        </w:rPr>
        <w:t>en la página</w:t>
      </w:r>
      <w:r w:rsidR="00D77A0E">
        <w:rPr>
          <w:b/>
          <w:lang w:val="es-ES"/>
        </w:rPr>
        <w:t xml:space="preserve"> 3</w:t>
      </w:r>
    </w:p>
    <w:p w14:paraId="71807D03" w14:textId="3EF1A049" w:rsidR="001A70B9" w:rsidRPr="00C415D6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1 </w:t>
      </w:r>
      <w:r w:rsidR="006D66D9">
        <w:rPr>
          <w:lang w:val="es-ES"/>
        </w:rPr>
        <w:t>vez</w:t>
      </w:r>
    </w:p>
    <w:p w14:paraId="6948D71F" w14:textId="569EEB68" w:rsidR="001A70B9" w:rsidRPr="00C415D6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2 </w:t>
      </w:r>
    </w:p>
    <w:p w14:paraId="2A71A3FE" w14:textId="29B9DB49" w:rsidR="001A70B9" w:rsidRPr="00C415D6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3 </w:t>
      </w:r>
    </w:p>
    <w:p w14:paraId="64AD180B" w14:textId="5A1E4594" w:rsidR="001A70B9" w:rsidRPr="00C415D6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4 </w:t>
      </w:r>
    </w:p>
    <w:p w14:paraId="5F8056DB" w14:textId="5660123C" w:rsidR="001A70B9" w:rsidRPr="00C415D6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5 a 9 </w:t>
      </w:r>
    </w:p>
    <w:p w14:paraId="5990E8DF" w14:textId="3EA86EF9" w:rsidR="001A70B9" w:rsidRDefault="0016304F" w:rsidP="001D614C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 w:rsidRPr="00C415D6">
        <w:rPr>
          <w:lang w:val="es-ES"/>
        </w:rPr>
        <w:t xml:space="preserve">10 </w:t>
      </w:r>
      <w:r w:rsidR="001A70B9">
        <w:rPr>
          <w:lang w:val="es-ES"/>
        </w:rPr>
        <w:t xml:space="preserve">veces </w:t>
      </w:r>
      <w:r w:rsidR="001A70B9" w:rsidRPr="00C415D6">
        <w:rPr>
          <w:lang w:val="es-ES"/>
        </w:rPr>
        <w:t>o más</w:t>
      </w:r>
    </w:p>
    <w:p w14:paraId="2742A0A2" w14:textId="77777777" w:rsidR="001A70B9" w:rsidRDefault="001A70B9" w:rsidP="00E368CF">
      <w:pPr>
        <w:pStyle w:val="BQ-BeforeQuestion-6ptAfter"/>
        <w:rPr>
          <w:lang w:val="es-ES"/>
        </w:rPr>
      </w:pPr>
    </w:p>
    <w:p w14:paraId="421936BA" w14:textId="77777777" w:rsidR="001A70B9" w:rsidRPr="00A055C9" w:rsidRDefault="006D66D9" w:rsidP="00E368CF">
      <w:pPr>
        <w:pStyle w:val="Q1-Survey-Question"/>
        <w:rPr>
          <w:lang w:val="es-ES"/>
        </w:rPr>
      </w:pPr>
      <w:r w:rsidRPr="00E368CF">
        <w:rPr>
          <w:b/>
          <w:lang w:val="es-ES"/>
        </w:rPr>
        <w:t>1</w:t>
      </w:r>
      <w:r>
        <w:rPr>
          <w:b/>
          <w:lang w:val="es-ES"/>
        </w:rPr>
        <w:t>2</w:t>
      </w:r>
      <w:r w:rsidR="001A70B9" w:rsidRPr="00E368CF">
        <w:rPr>
          <w:b/>
          <w:lang w:val="es-ES"/>
        </w:rPr>
        <w:t>.</w:t>
      </w:r>
      <w:r w:rsidR="001A70B9" w:rsidRPr="00A055C9">
        <w:rPr>
          <w:lang w:val="es-ES"/>
        </w:rPr>
        <w:tab/>
        <w:t>En los últimos 12 meses, ¿</w:t>
      </w:r>
      <w:r w:rsidR="001A70B9" w:rsidRPr="00A055C9">
        <w:rPr>
          <w:lang w:val="es-ES_tradnl"/>
        </w:rPr>
        <w:t>con qué frecuencia</w:t>
      </w:r>
      <w:r w:rsidR="001A70B9" w:rsidRPr="00A055C9">
        <w:rPr>
          <w:lang w:val="es-ES"/>
        </w:rPr>
        <w:t xml:space="preserve"> el doctor personal de su niño le explicó las cosas </w:t>
      </w:r>
      <w:r>
        <w:rPr>
          <w:lang w:val="es-ES"/>
        </w:rPr>
        <w:t xml:space="preserve">sobre la salud de su niño </w:t>
      </w:r>
      <w:r w:rsidR="001A70B9" w:rsidRPr="00A055C9">
        <w:rPr>
          <w:lang w:val="es-ES"/>
        </w:rPr>
        <w:t>de una manera fácil de entender?</w:t>
      </w:r>
    </w:p>
    <w:p w14:paraId="5C55492C" w14:textId="77777777" w:rsidR="001A70B9" w:rsidRDefault="001A70B9" w:rsidP="00E368CF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 xml:space="preserve">Nunca </w:t>
      </w:r>
    </w:p>
    <w:p w14:paraId="4EE50163" w14:textId="77777777" w:rsidR="001A70B9" w:rsidRDefault="001A70B9" w:rsidP="00E368CF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 xml:space="preserve">A veces </w:t>
      </w:r>
    </w:p>
    <w:p w14:paraId="42731C17" w14:textId="77777777" w:rsidR="001A70B9" w:rsidRDefault="001A70B9" w:rsidP="00E368CF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55097220" w14:textId="77777777" w:rsidR="001A70B9" w:rsidRPr="00917153" w:rsidRDefault="001A70B9" w:rsidP="00E368CF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666C124F" w14:textId="77777777" w:rsidR="001A70B9" w:rsidRDefault="001A70B9" w:rsidP="00E368CF">
      <w:pPr>
        <w:pStyle w:val="BQ-BeforeQuestion-6ptAfter"/>
        <w:rPr>
          <w:lang w:val="es-ES"/>
        </w:rPr>
      </w:pPr>
    </w:p>
    <w:p w14:paraId="5B0754FD" w14:textId="77777777" w:rsidR="001A70B9" w:rsidRPr="00A055C9" w:rsidRDefault="006D66D9" w:rsidP="00E216E6">
      <w:pPr>
        <w:pStyle w:val="Q1-Survey-Question"/>
        <w:rPr>
          <w:lang w:val="es-ES"/>
        </w:rPr>
      </w:pPr>
      <w:r w:rsidRPr="00E216E6">
        <w:rPr>
          <w:b/>
          <w:lang w:val="es-ES"/>
        </w:rPr>
        <w:t>1</w:t>
      </w:r>
      <w:r>
        <w:rPr>
          <w:b/>
          <w:lang w:val="es-ES"/>
        </w:rPr>
        <w:t>3</w:t>
      </w:r>
      <w:r w:rsidR="001A70B9" w:rsidRPr="00E216E6">
        <w:rPr>
          <w:b/>
          <w:lang w:val="es-ES"/>
        </w:rPr>
        <w:t>.</w:t>
      </w:r>
      <w:r w:rsidR="001A70B9" w:rsidRPr="00A055C9">
        <w:rPr>
          <w:lang w:val="es-ES"/>
        </w:rPr>
        <w:tab/>
        <w:t>En los últimos 12 meses, ¿</w:t>
      </w:r>
      <w:r w:rsidR="001A70B9" w:rsidRPr="00A055C9">
        <w:rPr>
          <w:rFonts w:cs="Arial"/>
          <w:lang w:val="es-ES_tradnl"/>
        </w:rPr>
        <w:t>con qué frecuencia</w:t>
      </w:r>
      <w:r w:rsidR="001A70B9" w:rsidRPr="00A055C9">
        <w:rPr>
          <w:lang w:val="es-ES"/>
        </w:rPr>
        <w:t xml:space="preserve"> el doctor personal de su niño le escuchó </w:t>
      </w:r>
      <w:r>
        <w:rPr>
          <w:lang w:val="es-ES"/>
        </w:rPr>
        <w:t xml:space="preserve">a usted </w:t>
      </w:r>
      <w:r w:rsidR="001A70B9" w:rsidRPr="00A055C9">
        <w:rPr>
          <w:lang w:val="es-ES"/>
        </w:rPr>
        <w:t xml:space="preserve">con atención? </w:t>
      </w:r>
    </w:p>
    <w:p w14:paraId="43544427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 xml:space="preserve">Nunca </w:t>
      </w:r>
    </w:p>
    <w:p w14:paraId="12C768A2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 xml:space="preserve">A veces </w:t>
      </w:r>
    </w:p>
    <w:p w14:paraId="0705C7E0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03D1989F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6AC90F10" w14:textId="77777777" w:rsidR="005744A7" w:rsidRDefault="005744A7" w:rsidP="003D1A72">
      <w:pPr>
        <w:pStyle w:val="BQ-BeforeQuestion-6ptAfter"/>
        <w:rPr>
          <w:lang w:val="es-ES"/>
        </w:rPr>
      </w:pPr>
    </w:p>
    <w:p w14:paraId="0866D640" w14:textId="77777777" w:rsidR="001A70B9" w:rsidRPr="00A055C9" w:rsidRDefault="006D66D9" w:rsidP="00330CC8">
      <w:pPr>
        <w:pStyle w:val="Q1-Survey-Question"/>
        <w:rPr>
          <w:lang w:val="es-ES"/>
        </w:rPr>
      </w:pPr>
      <w:r w:rsidRPr="00E216E6">
        <w:rPr>
          <w:b/>
          <w:lang w:val="es-ES"/>
        </w:rPr>
        <w:t>1</w:t>
      </w:r>
      <w:r>
        <w:rPr>
          <w:b/>
          <w:lang w:val="es-ES"/>
        </w:rPr>
        <w:t>4</w:t>
      </w:r>
      <w:r w:rsidR="001A70B9" w:rsidRPr="00E216E6">
        <w:rPr>
          <w:b/>
          <w:lang w:val="es-ES"/>
        </w:rPr>
        <w:t>.</w:t>
      </w:r>
      <w:r w:rsidR="001A70B9" w:rsidRPr="00A055C9">
        <w:rPr>
          <w:lang w:val="es-ES"/>
        </w:rPr>
        <w:tab/>
        <w:t>En los últimos 12 meses, ¿</w:t>
      </w:r>
      <w:r w:rsidR="001A70B9" w:rsidRPr="00A055C9">
        <w:rPr>
          <w:lang w:val="es-ES_tradnl"/>
        </w:rPr>
        <w:t>con qué frecuencia</w:t>
      </w:r>
      <w:r w:rsidR="001A70B9" w:rsidRPr="00A055C9">
        <w:rPr>
          <w:lang w:val="es-ES"/>
        </w:rPr>
        <w:t xml:space="preserve"> el doctor personal de su niño demostró respeto por lo que usted tenía que decir?</w:t>
      </w:r>
    </w:p>
    <w:p w14:paraId="6C360294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 xml:space="preserve">Nunca </w:t>
      </w:r>
    </w:p>
    <w:p w14:paraId="6F0DE3D8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 xml:space="preserve">A veces </w:t>
      </w:r>
    </w:p>
    <w:p w14:paraId="02EACDE2" w14:textId="77777777" w:rsidR="001A70B9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04E906AF" w14:textId="77777777" w:rsidR="001A70B9" w:rsidRPr="00917153" w:rsidRDefault="001A70B9" w:rsidP="00E216E6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7AB22829" w14:textId="77777777" w:rsidR="001A70B9" w:rsidRDefault="001A70B9" w:rsidP="00E216E6">
      <w:pPr>
        <w:pStyle w:val="BQ-BeforeQuestion-6ptAfter"/>
        <w:rPr>
          <w:lang w:val="es-ES"/>
        </w:rPr>
      </w:pPr>
    </w:p>
    <w:p w14:paraId="1FBBB3C2" w14:textId="77777777" w:rsidR="001A70B9" w:rsidRDefault="006D66D9" w:rsidP="00E216E6">
      <w:pPr>
        <w:pStyle w:val="Q1-Survey-Question"/>
        <w:rPr>
          <w:lang w:val="es-ES"/>
        </w:rPr>
      </w:pPr>
      <w:r w:rsidRPr="00E216E6">
        <w:rPr>
          <w:b/>
          <w:lang w:val="es-ES"/>
        </w:rPr>
        <w:t>1</w:t>
      </w:r>
      <w:r>
        <w:rPr>
          <w:b/>
          <w:lang w:val="es-ES"/>
        </w:rPr>
        <w:t>5</w:t>
      </w:r>
      <w:r w:rsidR="001A70B9" w:rsidRPr="00E216E6">
        <w:rPr>
          <w:b/>
          <w:lang w:val="es-ES"/>
        </w:rPr>
        <w:t>.</w:t>
      </w:r>
      <w:r w:rsidR="001A70B9">
        <w:rPr>
          <w:lang w:val="es-ES"/>
        </w:rPr>
        <w:tab/>
      </w:r>
      <w:r w:rsidR="00A9441D" w:rsidRPr="00A055C9">
        <w:rPr>
          <w:lang w:val="es-ES"/>
        </w:rPr>
        <w:t>¿</w:t>
      </w:r>
      <w:r w:rsidR="00A9441D" w:rsidRPr="006D66D9">
        <w:rPr>
          <w:b/>
          <w:lang w:val="es-ES"/>
        </w:rPr>
        <w:t>Su</w:t>
      </w:r>
      <w:r w:rsidRPr="00034ACD">
        <w:rPr>
          <w:b/>
          <w:lang w:val="es-ES"/>
        </w:rPr>
        <w:t xml:space="preserve"> niño</w:t>
      </w:r>
      <w:r>
        <w:rPr>
          <w:lang w:val="es-ES"/>
        </w:rPr>
        <w:t xml:space="preserve"> p</w:t>
      </w:r>
      <w:r w:rsidRPr="00A055C9">
        <w:rPr>
          <w:lang w:val="es-ES"/>
        </w:rPr>
        <w:t xml:space="preserve">uede </w:t>
      </w:r>
      <w:r w:rsidR="001A70B9" w:rsidRPr="00A055C9">
        <w:rPr>
          <w:lang w:val="es-ES"/>
        </w:rPr>
        <w:t>hablar</w:t>
      </w:r>
      <w:r w:rsidR="001A70B9">
        <w:rPr>
          <w:lang w:val="es-ES"/>
        </w:rPr>
        <w:t xml:space="preserve"> con los doctores sobre su atención médica?</w:t>
      </w:r>
    </w:p>
    <w:p w14:paraId="7EEBE261" w14:textId="77777777" w:rsidR="001A70B9" w:rsidRPr="00E216E6" w:rsidRDefault="001A70B9" w:rsidP="00E216E6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E216E6">
        <w:rPr>
          <w:lang w:val="es-ES"/>
        </w:rPr>
        <w:tab/>
        <w:t>Sí</w:t>
      </w:r>
    </w:p>
    <w:p w14:paraId="3A589953" w14:textId="77777777" w:rsidR="001A70B9" w:rsidRDefault="001A70B9" w:rsidP="00E216E6">
      <w:pPr>
        <w:pStyle w:val="A1-Survey1DigitRespOptBox"/>
        <w:ind w:left="1714" w:hanging="1138"/>
        <w:rPr>
          <w:b/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E737B8">
        <w:rPr>
          <w:sz w:val="32"/>
          <w:lang w:val="es-MX"/>
        </w:rPr>
        <w:tab/>
      </w:r>
      <w:r>
        <w:rPr>
          <w:lang w:val="es-ES"/>
        </w:rPr>
        <w:t>No</w:t>
      </w:r>
      <w:r w:rsidR="00E216E6">
        <w:rPr>
          <w:lang w:val="es-ES"/>
        </w:rPr>
        <w:t xml:space="preserve"> </w:t>
      </w:r>
      <w:r w:rsidR="00E216E6" w:rsidRPr="00E216E6">
        <w:rPr>
          <w:b/>
          <w:bCs/>
          <w:szCs w:val="24"/>
          <w:lang w:val="es-ES"/>
        </w:rPr>
        <w:sym w:font="Symbol" w:char="F0AE"/>
      </w:r>
      <w:r w:rsidR="00E216E6" w:rsidRPr="00E216E6">
        <w:rPr>
          <w:b/>
          <w:bCs/>
          <w:szCs w:val="24"/>
          <w:lang w:val="es-ES"/>
        </w:rPr>
        <w:t> </w:t>
      </w:r>
      <w:r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>
        <w:rPr>
          <w:b/>
          <w:lang w:val="es-ES"/>
        </w:rPr>
        <w:t xml:space="preserve">, pase a la pregunta </w:t>
      </w:r>
      <w:r w:rsidR="006D66D9">
        <w:rPr>
          <w:b/>
          <w:lang w:val="es-ES"/>
        </w:rPr>
        <w:t xml:space="preserve">17 </w:t>
      </w:r>
    </w:p>
    <w:p w14:paraId="73FEE92E" w14:textId="77777777" w:rsidR="001A70B9" w:rsidRDefault="001A70B9" w:rsidP="00EA79A2">
      <w:pPr>
        <w:pStyle w:val="BQ-BeforeQuestion-6ptAfter"/>
        <w:rPr>
          <w:lang w:val="es-ES"/>
        </w:rPr>
      </w:pPr>
    </w:p>
    <w:p w14:paraId="1544765C" w14:textId="77777777" w:rsidR="001A70B9" w:rsidRPr="00B2521F" w:rsidRDefault="006D66D9" w:rsidP="00EA79A2">
      <w:pPr>
        <w:pStyle w:val="Q1-Survey-Question"/>
        <w:rPr>
          <w:lang w:val="es-ES"/>
        </w:rPr>
      </w:pPr>
      <w:r w:rsidRPr="00EA79A2">
        <w:rPr>
          <w:b/>
          <w:lang w:val="es-ES"/>
        </w:rPr>
        <w:t>1</w:t>
      </w:r>
      <w:r>
        <w:rPr>
          <w:b/>
          <w:lang w:val="es-ES"/>
        </w:rPr>
        <w:t>6</w:t>
      </w:r>
      <w:r w:rsidR="001A70B9" w:rsidRPr="00EA79A2">
        <w:rPr>
          <w:b/>
          <w:lang w:val="es-ES"/>
        </w:rPr>
        <w:t>.</w:t>
      </w:r>
      <w:r w:rsidR="001A70B9" w:rsidRPr="00A055C9">
        <w:rPr>
          <w:lang w:val="es-ES"/>
        </w:rPr>
        <w:tab/>
        <w:t>En los últimos 12 meses, ¿</w:t>
      </w:r>
      <w:r w:rsidR="001A70B9" w:rsidRPr="00A055C9">
        <w:rPr>
          <w:rFonts w:cs="Arial"/>
          <w:lang w:val="es-ES_tradnl"/>
        </w:rPr>
        <w:t>con qué frecuencia</w:t>
      </w:r>
      <w:r w:rsidR="001A70B9" w:rsidRPr="00A055C9">
        <w:rPr>
          <w:lang w:val="es-ES"/>
        </w:rPr>
        <w:t xml:space="preserve"> el doctor personal de su </w:t>
      </w:r>
      <w:r w:rsidR="001A70B9" w:rsidRPr="00B2521F">
        <w:rPr>
          <w:lang w:val="es-ES"/>
        </w:rPr>
        <w:t xml:space="preserve">niño le explicó las cosas a </w:t>
      </w:r>
      <w:r w:rsidR="001A70B9" w:rsidRPr="00034ACD">
        <w:rPr>
          <w:b/>
          <w:lang w:val="es-ES"/>
        </w:rPr>
        <w:t xml:space="preserve">su niño </w:t>
      </w:r>
      <w:r w:rsidR="001A70B9" w:rsidRPr="00B2521F">
        <w:rPr>
          <w:lang w:val="es-ES"/>
        </w:rPr>
        <w:t xml:space="preserve">de una manera fácil de entender? </w:t>
      </w:r>
    </w:p>
    <w:p w14:paraId="7E7D6994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2C4861E1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6FDFCC2D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77A8D993" w14:textId="77777777" w:rsidR="00EA79A2" w:rsidRPr="00917153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23AFC6BA" w14:textId="77777777" w:rsidR="001A70B9" w:rsidRPr="00DC5E01" w:rsidRDefault="001A70B9" w:rsidP="00EA79A2">
      <w:pPr>
        <w:pStyle w:val="BQ-BeforeQuestion-6ptAfter"/>
        <w:rPr>
          <w:highlight w:val="green"/>
          <w:lang w:val="es-ES"/>
        </w:rPr>
      </w:pPr>
    </w:p>
    <w:p w14:paraId="29679DD2" w14:textId="77777777" w:rsidR="001A70B9" w:rsidRPr="00E24D0A" w:rsidRDefault="00592056" w:rsidP="00EA79A2">
      <w:pPr>
        <w:pStyle w:val="Q1-Survey-Question"/>
        <w:rPr>
          <w:lang w:val="es-ES"/>
        </w:rPr>
      </w:pPr>
      <w:r w:rsidRPr="00EA79A2">
        <w:rPr>
          <w:b/>
          <w:lang w:val="es-ES"/>
        </w:rPr>
        <w:t>1</w:t>
      </w:r>
      <w:r>
        <w:rPr>
          <w:b/>
          <w:lang w:val="es-ES"/>
        </w:rPr>
        <w:t>7</w:t>
      </w:r>
      <w:r w:rsidR="001A70B9" w:rsidRPr="00EA79A2">
        <w:rPr>
          <w:b/>
          <w:lang w:val="es-ES"/>
        </w:rPr>
        <w:t>.</w:t>
      </w:r>
      <w:r w:rsidR="001A70B9" w:rsidRPr="00E24D0A">
        <w:rPr>
          <w:lang w:val="es-ES"/>
        </w:rPr>
        <w:tab/>
        <w:t>En los últimos 12 meses, ¿</w:t>
      </w:r>
      <w:r w:rsidR="001A70B9" w:rsidRPr="00E24D0A">
        <w:rPr>
          <w:rFonts w:cs="Arial"/>
          <w:lang w:val="es-ES_tradnl"/>
        </w:rPr>
        <w:t>con qué frecuencia</w:t>
      </w:r>
      <w:r w:rsidR="001A70B9" w:rsidRPr="00E24D0A">
        <w:rPr>
          <w:lang w:val="es-ES"/>
        </w:rPr>
        <w:t xml:space="preserve"> el doctor personal de su niño pasó suficiente tiempo con </w:t>
      </w:r>
      <w:r>
        <w:rPr>
          <w:lang w:val="es-ES"/>
        </w:rPr>
        <w:t>su niño</w:t>
      </w:r>
      <w:r w:rsidR="001A70B9" w:rsidRPr="00E24D0A">
        <w:rPr>
          <w:lang w:val="es-ES"/>
        </w:rPr>
        <w:t>?</w:t>
      </w:r>
    </w:p>
    <w:p w14:paraId="071E4960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2FF19150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61606EB2" w14:textId="77777777" w:rsidR="00EA79A2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4B838B30" w14:textId="77777777" w:rsidR="00EA79A2" w:rsidRPr="00917153" w:rsidRDefault="00EA79A2" w:rsidP="00EA79A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107F9931" w14:textId="77777777" w:rsidR="00173563" w:rsidRDefault="00173563" w:rsidP="00673F14">
      <w:pPr>
        <w:pStyle w:val="BQ-BeforeQuestion-6ptAfter"/>
        <w:rPr>
          <w:lang w:val="es-ES"/>
        </w:rPr>
      </w:pPr>
    </w:p>
    <w:p w14:paraId="0A249DBC" w14:textId="7186D2F7" w:rsidR="001A70B9" w:rsidRPr="00285690" w:rsidRDefault="00673F14" w:rsidP="00330CC8">
      <w:pPr>
        <w:pStyle w:val="Q1-Survey-Question"/>
        <w:rPr>
          <w:lang w:val="es-ES"/>
        </w:rPr>
      </w:pPr>
      <w:r>
        <w:rPr>
          <w:b/>
          <w:lang w:val="es-ES"/>
        </w:rPr>
        <w:br w:type="column"/>
      </w:r>
      <w:r w:rsidR="00592056" w:rsidRPr="00EA79A2">
        <w:rPr>
          <w:b/>
          <w:lang w:val="es-ES"/>
        </w:rPr>
        <w:t>1</w:t>
      </w:r>
      <w:r w:rsidR="00592056">
        <w:rPr>
          <w:b/>
          <w:lang w:val="es-ES"/>
        </w:rPr>
        <w:t>8</w:t>
      </w:r>
      <w:r w:rsidR="001A70B9" w:rsidRPr="00EA79A2">
        <w:rPr>
          <w:b/>
          <w:lang w:val="es-ES"/>
        </w:rPr>
        <w:t>.</w:t>
      </w:r>
      <w:r w:rsidR="001A70B9" w:rsidRPr="00E24D0A">
        <w:rPr>
          <w:lang w:val="es-ES"/>
        </w:rPr>
        <w:t xml:space="preserve"> </w:t>
      </w:r>
      <w:r w:rsidR="001A70B9" w:rsidRPr="00E24D0A">
        <w:rPr>
          <w:lang w:val="es-ES"/>
        </w:rPr>
        <w:tab/>
      </w:r>
      <w:r w:rsidR="001A70B9" w:rsidRPr="00285690">
        <w:rPr>
          <w:lang w:val="es-ES"/>
        </w:rPr>
        <w:t>En los últimos 12 meses, ¿habló el doctor personal de su niño con usted sobre cómo su niño se estaba sintiendo, estaba creciendo o se estaba comportando?</w:t>
      </w:r>
    </w:p>
    <w:p w14:paraId="39C3D9DD" w14:textId="77777777" w:rsidR="001A70B9" w:rsidRPr="00EA79A2" w:rsidRDefault="001A70B9" w:rsidP="00EA79A2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EA79A2">
        <w:rPr>
          <w:lang w:val="es-ES"/>
        </w:rPr>
        <w:tab/>
        <w:t>Sí</w:t>
      </w:r>
    </w:p>
    <w:p w14:paraId="2989BF57" w14:textId="77777777" w:rsidR="001A70B9" w:rsidRDefault="001A70B9" w:rsidP="00EA79A2">
      <w:pPr>
        <w:pStyle w:val="A1-Survey1DigitRespOptBox"/>
        <w:rPr>
          <w:lang w:val="es-ES"/>
        </w:rPr>
      </w:pPr>
      <w:r w:rsidRPr="00E24D0A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E737B8">
        <w:rPr>
          <w:sz w:val="32"/>
          <w:lang w:val="es-MX"/>
        </w:rPr>
        <w:tab/>
      </w:r>
      <w:r w:rsidRPr="00E24D0A">
        <w:rPr>
          <w:lang w:val="es-ES"/>
        </w:rPr>
        <w:t>No</w:t>
      </w:r>
    </w:p>
    <w:p w14:paraId="247E2E18" w14:textId="77777777" w:rsidR="001A70B9" w:rsidRDefault="001A70B9" w:rsidP="00EA79A2">
      <w:pPr>
        <w:pStyle w:val="BQ-BeforeQuestion-6ptAfter"/>
        <w:rPr>
          <w:lang w:val="es-ES"/>
        </w:rPr>
      </w:pPr>
    </w:p>
    <w:p w14:paraId="17BB1F1F" w14:textId="77777777" w:rsidR="001A70B9" w:rsidRPr="00D07E0F" w:rsidRDefault="001A70B9" w:rsidP="00EA79A2">
      <w:pPr>
        <w:pStyle w:val="Q1-Survey-Question"/>
        <w:rPr>
          <w:sz w:val="23"/>
          <w:lang w:val="es-ES"/>
        </w:rPr>
      </w:pPr>
      <w:r w:rsidRPr="00EA79A2">
        <w:rPr>
          <w:b/>
          <w:lang w:val="es-ES"/>
        </w:rPr>
        <w:t>1</w:t>
      </w:r>
      <w:r w:rsidR="00330CC8">
        <w:rPr>
          <w:b/>
          <w:lang w:val="es-ES"/>
        </w:rPr>
        <w:t>9</w:t>
      </w:r>
      <w:r w:rsidRPr="00EA79A2">
        <w:rPr>
          <w:b/>
          <w:lang w:val="es-ES"/>
        </w:rPr>
        <w:t>.</w:t>
      </w:r>
      <w:r w:rsidRPr="00D07E0F">
        <w:rPr>
          <w:lang w:val="es-ES"/>
        </w:rPr>
        <w:tab/>
        <w:t>Usando un número del 0 al 10, el 0 siendo el peor doctor personal posible y el 10 el mejor doctor personal posible, ¿qué número usaría para calificar al doctor personal de su niño?</w:t>
      </w:r>
    </w:p>
    <w:p w14:paraId="00A597EC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85079F">
        <w:rPr>
          <w:lang w:val="es-ES"/>
        </w:rPr>
        <w:tab/>
        <w:t>0</w:t>
      </w:r>
      <w:r>
        <w:rPr>
          <w:lang w:val="es-ES"/>
        </w:rPr>
        <w:t> </w:t>
      </w:r>
      <w:r w:rsidRPr="00D07E0F">
        <w:rPr>
          <w:lang w:val="es-ES"/>
        </w:rPr>
        <w:t xml:space="preserve">El </w:t>
      </w:r>
      <w:r>
        <w:rPr>
          <w:lang w:val="es-ES"/>
        </w:rPr>
        <w:t>p</w:t>
      </w:r>
      <w:r w:rsidRPr="00D07E0F">
        <w:rPr>
          <w:lang w:val="es-ES"/>
        </w:rPr>
        <w:t xml:space="preserve">eor </w:t>
      </w:r>
      <w:r>
        <w:rPr>
          <w:lang w:val="es-ES_tradnl"/>
        </w:rPr>
        <w:t>doctor</w:t>
      </w:r>
      <w:r w:rsidRPr="00D07E0F">
        <w:rPr>
          <w:lang w:val="es-ES_tradnl"/>
        </w:rPr>
        <w:t xml:space="preserve"> personal</w:t>
      </w:r>
      <w:r w:rsidRPr="00D07E0F" w:rsidDel="00DA0B5E">
        <w:rPr>
          <w:lang w:val="es-ES"/>
        </w:rPr>
        <w:t xml:space="preserve"> </w:t>
      </w:r>
      <w:r w:rsidRPr="00285690">
        <w:rPr>
          <w:lang w:val="es-ES"/>
        </w:rPr>
        <w:t>posible</w:t>
      </w:r>
    </w:p>
    <w:p w14:paraId="6BC1D9ED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</w:r>
      <w:r w:rsidRPr="0085079F">
        <w:rPr>
          <w:lang w:val="es-ES"/>
        </w:rPr>
        <w:t>1</w:t>
      </w:r>
    </w:p>
    <w:p w14:paraId="06D244D9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2</w:t>
      </w:r>
    </w:p>
    <w:p w14:paraId="4BA7FF7D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3</w:t>
      </w:r>
    </w:p>
    <w:p w14:paraId="07014344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4</w:t>
      </w:r>
    </w:p>
    <w:p w14:paraId="567E4DE9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5</w:t>
      </w:r>
    </w:p>
    <w:p w14:paraId="467FC50D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6</w:t>
      </w:r>
    </w:p>
    <w:p w14:paraId="2EB762A8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7</w:t>
      </w:r>
    </w:p>
    <w:p w14:paraId="4C50A631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8</w:t>
      </w:r>
    </w:p>
    <w:p w14:paraId="4D047380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9</w:t>
      </w:r>
    </w:p>
    <w:p w14:paraId="3ECFDD33" w14:textId="77777777" w:rsidR="00EA79A2" w:rsidRPr="0085079F" w:rsidRDefault="00EA79A2" w:rsidP="00EA79A2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927BE">
        <w:rPr>
          <w:lang w:val="es-ES_tradnl"/>
        </w:rPr>
        <w:tab/>
      </w:r>
      <w:r w:rsidRPr="0085079F">
        <w:rPr>
          <w:lang w:val="es-ES"/>
        </w:rPr>
        <w:t>10</w:t>
      </w:r>
      <w:r>
        <w:rPr>
          <w:lang w:val="es-ES"/>
        </w:rPr>
        <w:t> </w:t>
      </w:r>
      <w:r w:rsidRPr="00D07E0F">
        <w:rPr>
          <w:lang w:val="es-ES"/>
        </w:rPr>
        <w:t xml:space="preserve">El mejor </w:t>
      </w:r>
      <w:r>
        <w:rPr>
          <w:lang w:val="es-ES_tradnl"/>
        </w:rPr>
        <w:t>doctor</w:t>
      </w:r>
      <w:r w:rsidRPr="00D07E0F">
        <w:rPr>
          <w:lang w:val="es-ES_tradnl"/>
        </w:rPr>
        <w:t xml:space="preserve"> personal</w:t>
      </w:r>
      <w:r w:rsidRPr="00D07E0F" w:rsidDel="00DA0B5E">
        <w:rPr>
          <w:lang w:val="es-ES"/>
        </w:rPr>
        <w:t xml:space="preserve"> </w:t>
      </w:r>
      <w:r w:rsidRPr="00285690">
        <w:rPr>
          <w:lang w:val="es-ES"/>
        </w:rPr>
        <w:t>posible</w:t>
      </w:r>
    </w:p>
    <w:p w14:paraId="4765D65A" w14:textId="77777777" w:rsidR="00544E62" w:rsidRDefault="00544E62" w:rsidP="00851521">
      <w:pPr>
        <w:pStyle w:val="SL-FlLftSgl"/>
        <w:rPr>
          <w:lang w:val="es-ES"/>
        </w:rPr>
      </w:pPr>
    </w:p>
    <w:p w14:paraId="5B6C617F" w14:textId="77777777" w:rsidR="00851521" w:rsidRDefault="00851521" w:rsidP="00851521">
      <w:pPr>
        <w:pStyle w:val="SL-FlLftSgl"/>
        <w:rPr>
          <w:lang w:val="es-ES"/>
        </w:rPr>
      </w:pPr>
    </w:p>
    <w:p w14:paraId="760B263C" w14:textId="77777777" w:rsidR="001A70B9" w:rsidRPr="00285690" w:rsidRDefault="00330CC8" w:rsidP="00544E62">
      <w:pPr>
        <w:pStyle w:val="ST-Subtitle-Survey"/>
        <w:rPr>
          <w:lang w:val="es-ES_tradnl"/>
        </w:rPr>
      </w:pPr>
      <w:r>
        <w:rPr>
          <w:lang w:val="es-ES"/>
        </w:rPr>
        <w:br w:type="column"/>
      </w:r>
      <w:r w:rsidR="00544E62" w:rsidRPr="00285690">
        <w:rPr>
          <w:lang w:val="es-ES"/>
        </w:rPr>
        <w:lastRenderedPageBreak/>
        <w:t xml:space="preserve">La atención médica </w:t>
      </w:r>
      <w:r w:rsidR="00592056">
        <w:rPr>
          <w:lang w:val="es-ES"/>
        </w:rPr>
        <w:t>que recibió de</w:t>
      </w:r>
      <w:r w:rsidR="00544E62" w:rsidRPr="00285690">
        <w:rPr>
          <w:lang w:val="es-ES"/>
        </w:rPr>
        <w:t xml:space="preserve"> especialistas</w:t>
      </w:r>
    </w:p>
    <w:p w14:paraId="24C6D451" w14:textId="348961ED" w:rsidR="001A70B9" w:rsidRDefault="002E44E0" w:rsidP="00544E62">
      <w:pPr>
        <w:pStyle w:val="SL-FlLftSgl"/>
        <w:rPr>
          <w:lang w:val="es-ES"/>
        </w:rPr>
      </w:pPr>
      <w:r w:rsidRPr="002E44E0">
        <w:rPr>
          <w:lang w:val="es-ES_tradnl"/>
        </w:rPr>
        <w:t xml:space="preserve">Al contestar las siguientes preguntas, incluya la atención que </w:t>
      </w:r>
      <w:proofErr w:type="spellStart"/>
      <w:r w:rsidRPr="002E44E0">
        <w:rPr>
          <w:lang w:val="es-ES_tradnl"/>
        </w:rPr>
        <w:t>recibio</w:t>
      </w:r>
      <w:proofErr w:type="spellEnd"/>
      <w:r w:rsidRPr="002E44E0">
        <w:rPr>
          <w:lang w:val="es-ES_tradnl"/>
        </w:rPr>
        <w:t xml:space="preserve"> su niño en persona, por teléfono o por videollamada. </w:t>
      </w:r>
      <w:r w:rsidRPr="002003BA">
        <w:rPr>
          <w:b/>
          <w:bCs/>
          <w:lang w:val="es-ES_tradnl"/>
        </w:rPr>
        <w:t>No</w:t>
      </w:r>
      <w:r w:rsidRPr="002E44E0">
        <w:rPr>
          <w:lang w:val="es-ES_tradnl"/>
        </w:rPr>
        <w:t xml:space="preserve"> incluya las veces que su niño fue a ver al dentista ni la atención que recibió cuando pasó la noche hospitalizado</w:t>
      </w:r>
      <w:r w:rsidR="001A70B9" w:rsidRPr="00285690">
        <w:rPr>
          <w:lang w:val="es-ES"/>
        </w:rPr>
        <w:t>.</w:t>
      </w:r>
    </w:p>
    <w:p w14:paraId="7ACBFF77" w14:textId="77777777" w:rsidR="00544E62" w:rsidRPr="00285690" w:rsidRDefault="00544E62" w:rsidP="00544E62">
      <w:pPr>
        <w:pStyle w:val="BQ-BeforeQuestion-6ptAfter"/>
        <w:rPr>
          <w:lang w:val="es-ES"/>
        </w:rPr>
      </w:pPr>
    </w:p>
    <w:p w14:paraId="7F14627A" w14:textId="77777777" w:rsidR="001A70B9" w:rsidRPr="00285690" w:rsidRDefault="00592056" w:rsidP="00544E62">
      <w:pPr>
        <w:pStyle w:val="Q1-Survey-Question"/>
        <w:rPr>
          <w:lang w:val="es-ES_tradnl"/>
        </w:rPr>
      </w:pPr>
      <w:r>
        <w:rPr>
          <w:b/>
          <w:lang w:val="es-ES"/>
        </w:rPr>
        <w:t>20</w:t>
      </w:r>
      <w:r w:rsidR="00544E62" w:rsidRPr="00544E62">
        <w:rPr>
          <w:b/>
          <w:lang w:val="es-ES"/>
        </w:rPr>
        <w:t>.</w:t>
      </w:r>
      <w:r w:rsidR="00544E62">
        <w:rPr>
          <w:lang w:val="es-ES"/>
        </w:rPr>
        <w:tab/>
      </w:r>
      <w:r w:rsidR="001A70B9" w:rsidRPr="00285690">
        <w:rPr>
          <w:lang w:val="es-ES"/>
        </w:rPr>
        <w:t xml:space="preserve">Los especialistas son doctores </w:t>
      </w:r>
      <w:r w:rsidR="001A70B9" w:rsidRPr="00285690">
        <w:rPr>
          <w:lang w:val="es-MX"/>
        </w:rPr>
        <w:t xml:space="preserve">que se especializan en un área de la medicina. </w:t>
      </w:r>
      <w:r w:rsidR="001A70B9" w:rsidRPr="00285690">
        <w:rPr>
          <w:lang w:val="es-ES_tradnl"/>
        </w:rPr>
        <w:t>Pueden ser cirujanos, doctores especialistas en el corazón, las alergias, la piel y otras áreas. En los últimos 12 meses, ¿</w:t>
      </w:r>
      <w:r>
        <w:rPr>
          <w:lang w:val="es-ES_tradnl"/>
        </w:rPr>
        <w:t>hizo</w:t>
      </w:r>
      <w:r w:rsidRPr="00285690">
        <w:rPr>
          <w:lang w:val="es-ES_tradnl"/>
        </w:rPr>
        <w:t xml:space="preserve"> </w:t>
      </w:r>
      <w:r w:rsidR="001A70B9" w:rsidRPr="00285690">
        <w:rPr>
          <w:lang w:val="es-ES_tradnl"/>
        </w:rPr>
        <w:t>alguna cita para su niño con un especialista?</w:t>
      </w:r>
    </w:p>
    <w:p w14:paraId="4C12D20A" w14:textId="77777777" w:rsidR="001A70B9" w:rsidRPr="00544E62" w:rsidRDefault="001A70B9" w:rsidP="00544E62">
      <w:pPr>
        <w:pStyle w:val="A1-Survey1DigitRespOptBox"/>
        <w:rPr>
          <w:lang w:val="es-ES"/>
        </w:rPr>
      </w:pPr>
      <w:r w:rsidRPr="002C705E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544E62">
        <w:rPr>
          <w:lang w:val="es-ES"/>
        </w:rPr>
        <w:tab/>
        <w:t>Sí</w:t>
      </w:r>
    </w:p>
    <w:p w14:paraId="09109CE2" w14:textId="1F91B498" w:rsidR="001A70B9" w:rsidRPr="00285690" w:rsidRDefault="001A70B9" w:rsidP="00544E62">
      <w:pPr>
        <w:pStyle w:val="A1-Survey1DigitRespOptBox"/>
        <w:ind w:left="1714" w:hanging="1138"/>
        <w:rPr>
          <w:i/>
          <w:lang w:val="es-ES"/>
        </w:rPr>
      </w:pPr>
      <w:r w:rsidRPr="00285690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>No</w:t>
      </w:r>
      <w:r w:rsidR="00544E62">
        <w:rPr>
          <w:lang w:val="es-ES"/>
        </w:rPr>
        <w:t xml:space="preserve"> </w:t>
      </w:r>
      <w:r w:rsidR="00544E62" w:rsidRPr="00544E62">
        <w:rPr>
          <w:b/>
          <w:bCs/>
          <w:szCs w:val="24"/>
          <w:lang w:val="es-ES"/>
        </w:rPr>
        <w:sym w:font="Symbol" w:char="F0AE"/>
      </w:r>
      <w:r w:rsidR="00544E62" w:rsidRPr="00544E62">
        <w:rPr>
          <w:b/>
          <w:bCs/>
          <w:szCs w:val="24"/>
          <w:lang w:val="es-ES"/>
        </w:rPr>
        <w:t> </w:t>
      </w:r>
      <w:r w:rsidRPr="00285690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285690"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 w:rsidRPr="00285690">
        <w:rPr>
          <w:b/>
          <w:lang w:val="es-ES"/>
        </w:rPr>
        <w:t xml:space="preserve">, pase a la pregunta </w:t>
      </w:r>
      <w:r w:rsidR="00592056" w:rsidRPr="00285690">
        <w:rPr>
          <w:b/>
          <w:lang w:val="es-ES"/>
        </w:rPr>
        <w:t>2</w:t>
      </w:r>
      <w:r w:rsidR="00592056">
        <w:rPr>
          <w:b/>
          <w:lang w:val="es-ES"/>
        </w:rPr>
        <w:t>4</w:t>
      </w:r>
      <w:r w:rsidR="00D77A0E">
        <w:rPr>
          <w:b/>
          <w:lang w:val="es-ES"/>
        </w:rPr>
        <w:t xml:space="preserve"> </w:t>
      </w:r>
      <w:r w:rsidR="00D77A0E" w:rsidRPr="00053108">
        <w:rPr>
          <w:b/>
          <w:lang w:val="es-ES"/>
        </w:rPr>
        <w:t>en la página</w:t>
      </w:r>
      <w:r w:rsidR="00D77A0E">
        <w:rPr>
          <w:b/>
          <w:lang w:val="es-ES"/>
        </w:rPr>
        <w:t xml:space="preserve"> 5</w:t>
      </w:r>
    </w:p>
    <w:p w14:paraId="5D5F3602" w14:textId="77777777" w:rsidR="001A70B9" w:rsidRPr="00285690" w:rsidRDefault="001A70B9" w:rsidP="00544E62">
      <w:pPr>
        <w:pStyle w:val="BQ-BeforeQuestion-6ptAfter"/>
        <w:rPr>
          <w:lang w:val="es-ES"/>
        </w:rPr>
      </w:pPr>
    </w:p>
    <w:p w14:paraId="28A7D580" w14:textId="59D1B8ED" w:rsidR="001A70B9" w:rsidRPr="00285690" w:rsidRDefault="00592056" w:rsidP="00544E62">
      <w:pPr>
        <w:pStyle w:val="Q1-Survey-Question"/>
        <w:rPr>
          <w:lang w:val="es-ES"/>
        </w:rPr>
      </w:pPr>
      <w:r w:rsidRPr="00544E62">
        <w:rPr>
          <w:b/>
          <w:lang w:val="es-ES"/>
        </w:rPr>
        <w:t>2</w:t>
      </w:r>
      <w:r>
        <w:rPr>
          <w:b/>
          <w:lang w:val="es-ES"/>
        </w:rPr>
        <w:t>1</w:t>
      </w:r>
      <w:r w:rsidR="001A70B9" w:rsidRPr="00544E62">
        <w:rPr>
          <w:b/>
          <w:lang w:val="es-ES"/>
        </w:rPr>
        <w:t>.</w:t>
      </w:r>
      <w:r w:rsidR="001A70B9" w:rsidRPr="00285690">
        <w:rPr>
          <w:lang w:val="es-ES"/>
        </w:rPr>
        <w:tab/>
      </w:r>
      <w:r w:rsidR="001A70B9" w:rsidRPr="00285690">
        <w:rPr>
          <w:lang w:val="es-ES_tradnl"/>
        </w:rPr>
        <w:t xml:space="preserve">En </w:t>
      </w:r>
      <w:r w:rsidR="001A70B9" w:rsidRPr="00F11627">
        <w:rPr>
          <w:szCs w:val="24"/>
          <w:lang w:val="es-ES_tradnl"/>
        </w:rPr>
        <w:t>los últimos 12 meses, ¿con qué</w:t>
      </w:r>
      <w:r w:rsidR="00F11627" w:rsidRPr="00924F08">
        <w:rPr>
          <w:szCs w:val="24"/>
          <w:lang w:val="es-ES_tradnl"/>
        </w:rPr>
        <w:t xml:space="preserve"> frecuencia</w:t>
      </w:r>
      <w:r w:rsidR="001A70B9" w:rsidRPr="00924F08">
        <w:rPr>
          <w:szCs w:val="24"/>
          <w:lang w:val="es-ES_tradnl"/>
        </w:rPr>
        <w:t xml:space="preserve"> </w:t>
      </w:r>
      <w:r w:rsidRPr="002C705E">
        <w:rPr>
          <w:szCs w:val="24"/>
          <w:lang w:val="es-ES_tradnl"/>
        </w:rPr>
        <w:t xml:space="preserve">consiguió una cita con un especialista para su niño tan pronto como él </w:t>
      </w:r>
      <w:proofErr w:type="spellStart"/>
      <w:r w:rsidR="009771E1">
        <w:rPr>
          <w:szCs w:val="24"/>
          <w:lang w:val="es-ES_tradnl"/>
        </w:rPr>
        <w:t>d</w:t>
      </w:r>
      <w:r w:rsidRPr="002C705E">
        <w:rPr>
          <w:szCs w:val="24"/>
          <w:lang w:val="es-ES_tradnl"/>
        </w:rPr>
        <w:t>o</w:t>
      </w:r>
      <w:proofErr w:type="spellEnd"/>
      <w:r w:rsidRPr="002C705E">
        <w:rPr>
          <w:szCs w:val="24"/>
          <w:lang w:val="es-ES_tradnl"/>
        </w:rPr>
        <w:t xml:space="preserve"> ella la necesitaba</w:t>
      </w:r>
      <w:r w:rsidR="001A70B9" w:rsidRPr="00285690">
        <w:rPr>
          <w:lang w:val="es-ES_tradnl"/>
        </w:rPr>
        <w:t>?</w:t>
      </w:r>
    </w:p>
    <w:p w14:paraId="49B6631F" w14:textId="77777777" w:rsidR="00544E62" w:rsidRDefault="00544E62" w:rsidP="00544E6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75056B02" w14:textId="77777777" w:rsidR="00544E62" w:rsidRDefault="00544E62" w:rsidP="00544E6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6BE72841" w14:textId="77777777" w:rsidR="00544E62" w:rsidRDefault="00544E62" w:rsidP="00544E6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1E00419F" w14:textId="77777777" w:rsidR="00544E62" w:rsidRPr="00917153" w:rsidRDefault="00544E62" w:rsidP="00544E62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0AE23BEB" w14:textId="77777777" w:rsidR="001A70B9" w:rsidRPr="00285690" w:rsidRDefault="001A70B9" w:rsidP="00544E62">
      <w:pPr>
        <w:pStyle w:val="BQ-BeforeQuestion-6ptAfter"/>
        <w:rPr>
          <w:lang w:val="es-ES"/>
        </w:rPr>
      </w:pPr>
    </w:p>
    <w:p w14:paraId="242160F8" w14:textId="2236C1EB" w:rsidR="001A70B9" w:rsidRPr="00285690" w:rsidRDefault="00DE0482" w:rsidP="00544E62">
      <w:pPr>
        <w:pStyle w:val="Q1-Survey-Question"/>
        <w:rPr>
          <w:lang w:val="es-ES"/>
        </w:rPr>
      </w:pPr>
      <w:r w:rsidRPr="00544E62">
        <w:rPr>
          <w:b/>
          <w:lang w:val="es-ES"/>
        </w:rPr>
        <w:t>2</w:t>
      </w:r>
      <w:r>
        <w:rPr>
          <w:b/>
          <w:lang w:val="es-ES"/>
        </w:rPr>
        <w:t>2</w:t>
      </w:r>
      <w:r w:rsidR="001A70B9" w:rsidRPr="00544E62">
        <w:rPr>
          <w:b/>
          <w:lang w:val="es-ES"/>
        </w:rPr>
        <w:t>.</w:t>
      </w:r>
      <w:r w:rsidR="00544E62" w:rsidRPr="00544E62">
        <w:rPr>
          <w:b/>
          <w:lang w:val="es-ES"/>
        </w:rPr>
        <w:tab/>
      </w:r>
      <w:r w:rsidR="002C705E" w:rsidRPr="005A4ED0">
        <w:rPr>
          <w:bCs/>
          <w:lang w:val="es-ES"/>
        </w:rPr>
        <w:t>¿</w:t>
      </w:r>
      <w:r w:rsidR="005A4ED0" w:rsidRPr="005A4ED0">
        <w:rPr>
          <w:bCs/>
          <w:lang w:val="es-ES_tradnl"/>
        </w:rPr>
        <w:t>Con</w:t>
      </w:r>
      <w:r w:rsidR="005A4ED0" w:rsidRPr="005A4ED0">
        <w:rPr>
          <w:lang w:val="es-ES_tradnl"/>
        </w:rPr>
        <w:t xml:space="preserve"> cuántos especialistas ha hablado su niño en los últimos 12 meses</w:t>
      </w:r>
      <w:r w:rsidR="001A70B9" w:rsidRPr="00285690">
        <w:rPr>
          <w:lang w:val="es-ES_tradnl"/>
        </w:rPr>
        <w:t>?</w:t>
      </w:r>
    </w:p>
    <w:p w14:paraId="2F91BF38" w14:textId="536349B1" w:rsidR="001A70B9" w:rsidRPr="00285690" w:rsidRDefault="0016304F" w:rsidP="002770C9">
      <w:pPr>
        <w:pStyle w:val="A1-Survey1DigitRespOptBox"/>
        <w:ind w:left="2275" w:hanging="1645"/>
        <w:rPr>
          <w:b/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 w:rsidRPr="00E737B8">
        <w:rPr>
          <w:sz w:val="32"/>
          <w:lang w:val="es-MX"/>
        </w:rPr>
        <w:tab/>
      </w:r>
      <w:r w:rsidR="001A70B9">
        <w:rPr>
          <w:lang w:val="es-ES"/>
        </w:rPr>
        <w:t>Ninguno</w:t>
      </w:r>
      <w:r w:rsidR="00544E62">
        <w:rPr>
          <w:lang w:val="es-ES"/>
        </w:rPr>
        <w:t xml:space="preserve"> </w:t>
      </w:r>
      <w:r w:rsidR="00544E62" w:rsidRPr="00544E62">
        <w:rPr>
          <w:b/>
          <w:bCs/>
          <w:szCs w:val="24"/>
          <w:lang w:val="es-ES"/>
        </w:rPr>
        <w:sym w:font="Symbol" w:char="F0AE"/>
      </w:r>
      <w:r w:rsidR="00544E62" w:rsidRPr="00544E62">
        <w:rPr>
          <w:b/>
          <w:bCs/>
          <w:szCs w:val="24"/>
          <w:lang w:val="es-ES"/>
        </w:rPr>
        <w:t> </w:t>
      </w:r>
      <w:r w:rsidR="001A70B9" w:rsidRPr="00285690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="001A70B9" w:rsidRPr="00285690">
        <w:rPr>
          <w:b/>
          <w:lang w:val="es-ES"/>
        </w:rPr>
        <w:t>Ninguno</w:t>
      </w:r>
      <w:r w:rsidR="009739C1">
        <w:rPr>
          <w:b/>
          <w:lang w:val="es-ES"/>
        </w:rPr>
        <w:t>”</w:t>
      </w:r>
      <w:r w:rsidR="001A70B9" w:rsidRPr="00285690">
        <w:rPr>
          <w:b/>
          <w:lang w:val="es-ES"/>
        </w:rPr>
        <w:t>,</w:t>
      </w:r>
      <w:r w:rsidR="001A70B9" w:rsidRPr="00285690">
        <w:rPr>
          <w:lang w:val="es-ES"/>
        </w:rPr>
        <w:t xml:space="preserve"> </w:t>
      </w:r>
      <w:r w:rsidR="001A70B9" w:rsidRPr="00285690">
        <w:rPr>
          <w:b/>
          <w:lang w:val="es-ES"/>
        </w:rPr>
        <w:t xml:space="preserve">pase a la pregunta </w:t>
      </w:r>
      <w:r w:rsidR="00592056" w:rsidRPr="00285690">
        <w:rPr>
          <w:b/>
          <w:lang w:val="es-ES"/>
        </w:rPr>
        <w:t>2</w:t>
      </w:r>
      <w:r w:rsidR="00592056">
        <w:rPr>
          <w:b/>
          <w:lang w:val="es-ES"/>
        </w:rPr>
        <w:t>4</w:t>
      </w:r>
      <w:r w:rsidR="00B019FC">
        <w:rPr>
          <w:b/>
          <w:lang w:val="es-ES"/>
        </w:rPr>
        <w:t xml:space="preserve"> </w:t>
      </w:r>
      <w:r w:rsidR="00B019FC" w:rsidRPr="00053108">
        <w:rPr>
          <w:b/>
          <w:lang w:val="es-ES"/>
        </w:rPr>
        <w:t>en la página</w:t>
      </w:r>
      <w:r w:rsidR="00B019FC">
        <w:rPr>
          <w:b/>
          <w:lang w:val="es-ES"/>
        </w:rPr>
        <w:t xml:space="preserve"> 5</w:t>
      </w:r>
    </w:p>
    <w:p w14:paraId="056198DF" w14:textId="51B9AF39" w:rsidR="001A70B9" w:rsidRPr="00285690" w:rsidRDefault="0016304F" w:rsidP="002770C9">
      <w:pPr>
        <w:pStyle w:val="A1-Survey1DigitRespOptBox"/>
        <w:ind w:hanging="378"/>
        <w:rPr>
          <w:b/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285690">
        <w:rPr>
          <w:lang w:val="es-ES"/>
        </w:rPr>
        <w:t xml:space="preserve">1 </w:t>
      </w:r>
      <w:r w:rsidR="001A70B9" w:rsidRPr="00285690">
        <w:rPr>
          <w:lang w:val="es-ES_tradnl"/>
        </w:rPr>
        <w:t>especialista</w:t>
      </w:r>
    </w:p>
    <w:p w14:paraId="0C32481B" w14:textId="5B84082E" w:rsidR="001A70B9" w:rsidRPr="009152A7" w:rsidRDefault="0016304F" w:rsidP="002770C9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 w:rsidRPr="009152A7">
        <w:rPr>
          <w:sz w:val="32"/>
          <w:lang w:val="es-ES"/>
        </w:rPr>
        <w:tab/>
      </w:r>
      <w:r w:rsidR="001A70B9" w:rsidRPr="009152A7">
        <w:rPr>
          <w:lang w:val="es-ES"/>
        </w:rPr>
        <w:t>2</w:t>
      </w:r>
    </w:p>
    <w:p w14:paraId="0004E3EB" w14:textId="733AAAD1" w:rsidR="001A70B9" w:rsidRPr="009152A7" w:rsidRDefault="0016304F" w:rsidP="002770C9">
      <w:pPr>
        <w:pStyle w:val="A1-Survey1DigitRespOptBox"/>
        <w:ind w:hanging="378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 w:rsidRPr="009152A7">
        <w:rPr>
          <w:sz w:val="32"/>
          <w:lang w:val="es-ES"/>
        </w:rPr>
        <w:tab/>
      </w:r>
      <w:r w:rsidR="001A70B9" w:rsidRPr="009152A7">
        <w:rPr>
          <w:lang w:val="es-ES"/>
        </w:rPr>
        <w:t>3</w:t>
      </w:r>
    </w:p>
    <w:p w14:paraId="56A85303" w14:textId="2CB81986" w:rsidR="001A70B9" w:rsidRPr="009152A7" w:rsidRDefault="0016304F" w:rsidP="002770C9">
      <w:pPr>
        <w:pStyle w:val="A1-Survey1DigitRespOptBox"/>
        <w:ind w:hanging="378"/>
        <w:rPr>
          <w:lang w:val="es-ES"/>
        </w:rPr>
      </w:pPr>
      <w:r w:rsidRPr="009152A7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Pr="009152A7">
        <w:fldChar w:fldCharType="end"/>
      </w:r>
      <w:r w:rsidR="001A70B9" w:rsidRPr="009152A7">
        <w:rPr>
          <w:sz w:val="32"/>
          <w:lang w:val="es-ES"/>
        </w:rPr>
        <w:tab/>
      </w:r>
      <w:r w:rsidR="001A70B9" w:rsidRPr="009152A7">
        <w:rPr>
          <w:lang w:val="es-ES"/>
        </w:rPr>
        <w:t>4</w:t>
      </w:r>
    </w:p>
    <w:p w14:paraId="12856D1D" w14:textId="2DB7FE6D" w:rsidR="001A70B9" w:rsidRDefault="0016304F" w:rsidP="002770C9">
      <w:pPr>
        <w:pStyle w:val="A1-Survey1DigitRespOptBox"/>
        <w:ind w:hanging="378"/>
        <w:rPr>
          <w:lang w:val="es-MX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1A70B9">
        <w:rPr>
          <w:sz w:val="32"/>
          <w:lang w:val="es-ES"/>
        </w:rPr>
        <w:tab/>
      </w:r>
      <w:r w:rsidR="001A70B9" w:rsidRPr="00285690">
        <w:rPr>
          <w:lang w:val="es-MX"/>
        </w:rPr>
        <w:t>5 especialistas o más</w:t>
      </w:r>
      <w:r w:rsidR="001A70B9">
        <w:rPr>
          <w:lang w:val="es-MX"/>
        </w:rPr>
        <w:t xml:space="preserve"> </w:t>
      </w:r>
    </w:p>
    <w:p w14:paraId="23B7BCC4" w14:textId="77777777" w:rsidR="001A70B9" w:rsidRDefault="001A70B9" w:rsidP="00D12C71">
      <w:pPr>
        <w:pStyle w:val="BQ-BeforeQuestion-6ptAfter"/>
        <w:rPr>
          <w:lang w:val="es-ES"/>
        </w:rPr>
      </w:pPr>
    </w:p>
    <w:p w14:paraId="5AD16CC4" w14:textId="126CD0A1" w:rsidR="001A70B9" w:rsidRPr="00EF4C6F" w:rsidRDefault="00592056" w:rsidP="00D12C71">
      <w:pPr>
        <w:pStyle w:val="Q1-Survey-Question"/>
        <w:rPr>
          <w:lang w:val="es-ES"/>
        </w:rPr>
      </w:pPr>
      <w:r w:rsidRPr="00D12C71">
        <w:rPr>
          <w:b/>
          <w:lang w:val="es-ES"/>
        </w:rPr>
        <w:t>2</w:t>
      </w:r>
      <w:r>
        <w:rPr>
          <w:b/>
          <w:lang w:val="es-ES"/>
        </w:rPr>
        <w:t>3</w:t>
      </w:r>
      <w:r w:rsidR="001A70B9" w:rsidRPr="00D12C71">
        <w:rPr>
          <w:b/>
          <w:lang w:val="es-ES"/>
        </w:rPr>
        <w:t>.</w:t>
      </w:r>
      <w:r w:rsidR="001A70B9">
        <w:rPr>
          <w:lang w:val="es-ES"/>
        </w:rPr>
        <w:tab/>
      </w:r>
      <w:r w:rsidR="00386056" w:rsidRPr="00386056">
        <w:rPr>
          <w:lang w:val="es-ES"/>
        </w:rPr>
        <w:t>Queremos saber cómo califica al especialista con el que habló su niño con más frecuencia en los últimos 12 meses. Usando un número del 0 al 10, el 0 siendo el peor especialista posible y el 10 el mejor especialista posible, ¿qué número usaría para calificar a ese especialista</w:t>
      </w:r>
      <w:r w:rsidR="001A70B9" w:rsidRPr="00EF4C6F">
        <w:rPr>
          <w:lang w:val="es-ES"/>
        </w:rPr>
        <w:t>?</w:t>
      </w:r>
    </w:p>
    <w:p w14:paraId="2F467292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85079F">
        <w:rPr>
          <w:lang w:val="es-ES"/>
        </w:rPr>
        <w:tab/>
        <w:t>0</w:t>
      </w:r>
      <w:r>
        <w:rPr>
          <w:lang w:val="es-ES"/>
        </w:rPr>
        <w:t> </w:t>
      </w:r>
      <w:r w:rsidRPr="00D07E0F">
        <w:rPr>
          <w:lang w:val="es-ES"/>
        </w:rPr>
        <w:t xml:space="preserve">El </w:t>
      </w:r>
      <w:r>
        <w:rPr>
          <w:lang w:val="es-ES"/>
        </w:rPr>
        <w:t>p</w:t>
      </w:r>
      <w:r w:rsidRPr="00D07E0F">
        <w:rPr>
          <w:lang w:val="es-ES"/>
        </w:rPr>
        <w:t xml:space="preserve">eor </w:t>
      </w:r>
      <w:r>
        <w:rPr>
          <w:lang w:val="es-ES"/>
        </w:rPr>
        <w:t xml:space="preserve">especialista </w:t>
      </w:r>
      <w:r w:rsidRPr="00285690">
        <w:rPr>
          <w:lang w:val="es-ES"/>
        </w:rPr>
        <w:t>posible</w:t>
      </w:r>
    </w:p>
    <w:p w14:paraId="3CA61CF0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</w:r>
      <w:r w:rsidRPr="0085079F">
        <w:rPr>
          <w:lang w:val="es-ES"/>
        </w:rPr>
        <w:t>1</w:t>
      </w:r>
    </w:p>
    <w:p w14:paraId="4BB0EB1E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2</w:t>
      </w:r>
    </w:p>
    <w:p w14:paraId="5D38C61F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3</w:t>
      </w:r>
    </w:p>
    <w:p w14:paraId="66158680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4</w:t>
      </w:r>
    </w:p>
    <w:p w14:paraId="62D5C446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5</w:t>
      </w:r>
    </w:p>
    <w:p w14:paraId="3DD7A139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6</w:t>
      </w:r>
    </w:p>
    <w:p w14:paraId="1450E1D9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7</w:t>
      </w:r>
    </w:p>
    <w:p w14:paraId="7DF50903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8</w:t>
      </w:r>
    </w:p>
    <w:p w14:paraId="3C67A75C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9</w:t>
      </w:r>
    </w:p>
    <w:p w14:paraId="6F8C4438" w14:textId="77777777" w:rsidR="0057544E" w:rsidRPr="0085079F" w:rsidRDefault="0057544E" w:rsidP="0057544E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927BE">
        <w:rPr>
          <w:lang w:val="es-ES_tradnl"/>
        </w:rPr>
        <w:tab/>
      </w:r>
      <w:r w:rsidRPr="0085079F">
        <w:rPr>
          <w:lang w:val="es-ES"/>
        </w:rPr>
        <w:t>10</w:t>
      </w:r>
      <w:r>
        <w:rPr>
          <w:lang w:val="es-ES"/>
        </w:rPr>
        <w:t> </w:t>
      </w:r>
      <w:r w:rsidRPr="00D07E0F">
        <w:rPr>
          <w:lang w:val="es-ES"/>
        </w:rPr>
        <w:t xml:space="preserve">El mejor </w:t>
      </w:r>
      <w:r>
        <w:rPr>
          <w:lang w:val="es-ES"/>
        </w:rPr>
        <w:t xml:space="preserve">especialista </w:t>
      </w:r>
      <w:r w:rsidRPr="00285690">
        <w:rPr>
          <w:lang w:val="es-ES"/>
        </w:rPr>
        <w:t>posible</w:t>
      </w:r>
    </w:p>
    <w:p w14:paraId="73220357" w14:textId="77777777" w:rsidR="001A70B9" w:rsidRPr="00BF7E0D" w:rsidRDefault="001A70B9" w:rsidP="001939F3">
      <w:pPr>
        <w:pStyle w:val="SL-FlLftSgl"/>
        <w:rPr>
          <w:lang w:val="it-IT"/>
        </w:rPr>
      </w:pPr>
    </w:p>
    <w:p w14:paraId="0C561FD1" w14:textId="77777777" w:rsidR="00330CC8" w:rsidRPr="00BF7E0D" w:rsidRDefault="00330CC8" w:rsidP="001939F3">
      <w:pPr>
        <w:pStyle w:val="SL-FlLftSgl"/>
        <w:rPr>
          <w:lang w:val="it-IT"/>
        </w:rPr>
      </w:pPr>
    </w:p>
    <w:p w14:paraId="5F0F4CE5" w14:textId="77777777" w:rsidR="001A70B9" w:rsidRPr="001B47F2" w:rsidRDefault="00173563" w:rsidP="0057544E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57544E">
        <w:rPr>
          <w:lang w:val="es-ES_tradnl"/>
        </w:rPr>
        <w:lastRenderedPageBreak/>
        <w:t>El plan de salud de su niño</w:t>
      </w:r>
    </w:p>
    <w:p w14:paraId="6905E154" w14:textId="77777777" w:rsidR="001A70B9" w:rsidRPr="0032451B" w:rsidRDefault="001A70B9" w:rsidP="0057544E">
      <w:pPr>
        <w:pStyle w:val="SL-FlLftSgl"/>
        <w:rPr>
          <w:lang w:val="es-ES"/>
        </w:rPr>
      </w:pPr>
      <w:r>
        <w:rPr>
          <w:lang w:val="es-ES"/>
        </w:rPr>
        <w:t xml:space="preserve">Las siguientes preguntas se refieren a su </w:t>
      </w:r>
      <w:r w:rsidRPr="0032451B">
        <w:rPr>
          <w:lang w:val="es-ES"/>
        </w:rPr>
        <w:t>experiencia con el plan de salud de su niño.</w:t>
      </w:r>
    </w:p>
    <w:p w14:paraId="21A24230" w14:textId="77777777" w:rsidR="001A70B9" w:rsidRDefault="001A70B9" w:rsidP="0057544E">
      <w:pPr>
        <w:pStyle w:val="BQ-BeforeQuestion-6ptAfter"/>
        <w:rPr>
          <w:highlight w:val="yellow"/>
          <w:lang w:val="es-ES"/>
        </w:rPr>
      </w:pPr>
    </w:p>
    <w:p w14:paraId="68D1E9C7" w14:textId="77777777" w:rsidR="00592056" w:rsidRPr="009C536C" w:rsidRDefault="00592056" w:rsidP="00592056">
      <w:pPr>
        <w:pStyle w:val="Q1-Survey-Question"/>
        <w:rPr>
          <w:lang w:val="es-ES_tradnl"/>
        </w:rPr>
      </w:pPr>
      <w:r w:rsidRPr="008F0877">
        <w:rPr>
          <w:b/>
          <w:lang w:val="es-ES"/>
        </w:rPr>
        <w:t>2</w:t>
      </w:r>
      <w:r>
        <w:rPr>
          <w:b/>
          <w:lang w:val="es-ES"/>
        </w:rPr>
        <w:t>4</w:t>
      </w:r>
      <w:r w:rsidRPr="008F0877">
        <w:rPr>
          <w:b/>
          <w:lang w:val="es-ES"/>
        </w:rPr>
        <w:t>.</w:t>
      </w:r>
      <w:r w:rsidRPr="008F0877">
        <w:rPr>
          <w:b/>
          <w:lang w:val="es-ES"/>
        </w:rPr>
        <w:tab/>
      </w:r>
      <w:r w:rsidRPr="009C536C">
        <w:rPr>
          <w:lang w:val="es-ES"/>
        </w:rPr>
        <w:t xml:space="preserve">En los últimos 12 meses, </w:t>
      </w:r>
      <w:r w:rsidRPr="009C536C">
        <w:rPr>
          <w:lang w:val="es-ES_tradnl"/>
        </w:rPr>
        <w:t>¿</w:t>
      </w:r>
      <w:r>
        <w:rPr>
          <w:lang w:val="es-ES_tradnl"/>
        </w:rPr>
        <w:t>recibi</w:t>
      </w:r>
      <w:r w:rsidRPr="009C536C">
        <w:rPr>
          <w:lang w:val="es-ES_tradnl"/>
        </w:rPr>
        <w:t>ó información o ayuda de parte del servicio al cliente del plan de salud de su niño?</w:t>
      </w:r>
    </w:p>
    <w:p w14:paraId="580255ED" w14:textId="77777777" w:rsidR="00592056" w:rsidRPr="008F0877" w:rsidRDefault="00592056" w:rsidP="00592056">
      <w:pPr>
        <w:pStyle w:val="A1-Survey1DigitRespOptBox"/>
        <w:rPr>
          <w:lang w:val="es-ES"/>
        </w:rPr>
      </w:pPr>
      <w:r w:rsidRPr="008F0877"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8F0877">
        <w:rPr>
          <w:lang w:val="es-ES"/>
        </w:rPr>
        <w:tab/>
        <w:t>Sí</w:t>
      </w:r>
    </w:p>
    <w:p w14:paraId="6CA74EBF" w14:textId="77777777" w:rsidR="00592056" w:rsidRDefault="00592056" w:rsidP="00173563">
      <w:pPr>
        <w:pStyle w:val="BQ-BeforeQuestion-6ptAfter"/>
        <w:ind w:left="1800" w:hanging="1260"/>
        <w:rPr>
          <w:b/>
          <w:lang w:val="es-ES"/>
        </w:rPr>
      </w:pPr>
      <w:r w:rsidRPr="009C536C"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MX"/>
        </w:rPr>
        <w:t xml:space="preserve">  </w:t>
      </w:r>
      <w:r>
        <w:rPr>
          <w:lang w:val="es-ES"/>
        </w:rPr>
        <w:t xml:space="preserve">No </w:t>
      </w:r>
      <w:r w:rsidRPr="008F0877">
        <w:rPr>
          <w:b/>
          <w:bCs/>
          <w:lang w:val="es-ES"/>
        </w:rPr>
        <w:sym w:font="Symbol" w:char="F0AE"/>
      </w:r>
      <w:r w:rsidRPr="008F0877">
        <w:rPr>
          <w:b/>
          <w:bCs/>
          <w:lang w:val="es-ES"/>
        </w:rPr>
        <w:t> </w:t>
      </w:r>
      <w:r w:rsidRPr="009C536C">
        <w:rPr>
          <w:b/>
          <w:lang w:val="es-ES"/>
        </w:rPr>
        <w:t xml:space="preserve">Si contestó </w:t>
      </w:r>
      <w:r>
        <w:rPr>
          <w:b/>
          <w:lang w:val="es-ES"/>
        </w:rPr>
        <w:t>“</w:t>
      </w:r>
      <w:r w:rsidRPr="009C536C">
        <w:rPr>
          <w:b/>
          <w:lang w:val="es-ES"/>
        </w:rPr>
        <w:t>No</w:t>
      </w:r>
      <w:r>
        <w:rPr>
          <w:b/>
          <w:lang w:val="es-ES"/>
        </w:rPr>
        <w:t>”</w:t>
      </w:r>
      <w:r w:rsidRPr="009C536C">
        <w:rPr>
          <w:b/>
          <w:lang w:val="es-ES"/>
        </w:rPr>
        <w:t xml:space="preserve">, pase a la </w:t>
      </w:r>
      <w:r>
        <w:rPr>
          <w:b/>
          <w:lang w:val="es-ES"/>
        </w:rPr>
        <w:t>p</w:t>
      </w:r>
      <w:r w:rsidRPr="009C536C">
        <w:rPr>
          <w:b/>
          <w:lang w:val="es-ES"/>
        </w:rPr>
        <w:t xml:space="preserve">regunta </w:t>
      </w:r>
      <w:r>
        <w:rPr>
          <w:b/>
          <w:lang w:val="es-ES"/>
        </w:rPr>
        <w:t>27</w:t>
      </w:r>
    </w:p>
    <w:p w14:paraId="7655F0F0" w14:textId="23158ED9" w:rsidR="00173563" w:rsidRDefault="00173563" w:rsidP="001939F3">
      <w:pPr>
        <w:pStyle w:val="BQ-BeforeQuestion-6ptAfter"/>
        <w:rPr>
          <w:lang w:val="es-ES"/>
        </w:rPr>
      </w:pPr>
    </w:p>
    <w:p w14:paraId="5A092D62" w14:textId="77777777" w:rsidR="001A70B9" w:rsidRPr="009C536C" w:rsidRDefault="007C5A99" w:rsidP="008F0877">
      <w:pPr>
        <w:pStyle w:val="Q1-Survey-Question"/>
        <w:rPr>
          <w:lang w:val="es-ES"/>
        </w:rPr>
      </w:pPr>
      <w:r w:rsidRPr="008F0877">
        <w:rPr>
          <w:b/>
          <w:lang w:val="es-ES"/>
        </w:rPr>
        <w:t>2</w:t>
      </w:r>
      <w:r>
        <w:rPr>
          <w:b/>
          <w:lang w:val="es-ES"/>
        </w:rPr>
        <w:t>5</w:t>
      </w:r>
      <w:r w:rsidR="001A70B9" w:rsidRPr="008F0877">
        <w:rPr>
          <w:b/>
          <w:lang w:val="es-ES"/>
        </w:rPr>
        <w:t>.</w:t>
      </w:r>
      <w:r w:rsidR="001A70B9" w:rsidRPr="009C536C">
        <w:rPr>
          <w:lang w:val="es-ES"/>
        </w:rPr>
        <w:tab/>
        <w:t xml:space="preserve">En los últimos 12 meses, </w:t>
      </w:r>
      <w:r w:rsidR="001A70B9" w:rsidRPr="009C536C">
        <w:rPr>
          <w:lang w:val="es-ES_tradnl"/>
        </w:rPr>
        <w:t>¿con qué frecuencia el servicio al cliente del plan de salud de su niño le dio la información o ayuda que usted necesitaba?</w:t>
      </w:r>
    </w:p>
    <w:p w14:paraId="2D1EEEBB" w14:textId="77777777" w:rsidR="008F0877" w:rsidRDefault="008F0877" w:rsidP="008F087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16B94584" w14:textId="77777777" w:rsidR="008F0877" w:rsidRDefault="008F0877" w:rsidP="008F087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5CAC9AAA" w14:textId="77777777" w:rsidR="008F0877" w:rsidRDefault="008F0877" w:rsidP="008F087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64B6510F" w14:textId="77777777" w:rsidR="008F0877" w:rsidRPr="00917153" w:rsidRDefault="008F0877" w:rsidP="008F087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41509C78" w14:textId="77777777" w:rsidR="001A70B9" w:rsidRDefault="001A70B9" w:rsidP="008F0877">
      <w:pPr>
        <w:pStyle w:val="BQ-BeforeQuestion-6ptAfter"/>
        <w:rPr>
          <w:lang w:val="es-ES"/>
        </w:rPr>
      </w:pPr>
    </w:p>
    <w:p w14:paraId="4C8F7046" w14:textId="77777777" w:rsidR="001A70B9" w:rsidRPr="00621FA5" w:rsidRDefault="007C5A99" w:rsidP="008F0877">
      <w:pPr>
        <w:pStyle w:val="Q1-Survey-Question"/>
        <w:rPr>
          <w:lang w:val="es-ES"/>
        </w:rPr>
      </w:pPr>
      <w:r w:rsidRPr="002906C7">
        <w:rPr>
          <w:b/>
          <w:lang w:val="es-ES"/>
        </w:rPr>
        <w:t>2</w:t>
      </w:r>
      <w:r>
        <w:rPr>
          <w:b/>
          <w:lang w:val="es-ES"/>
        </w:rPr>
        <w:t>6</w:t>
      </w:r>
      <w:r w:rsidR="001A70B9" w:rsidRPr="002906C7">
        <w:rPr>
          <w:b/>
          <w:lang w:val="es-ES"/>
        </w:rPr>
        <w:t>.</w:t>
      </w:r>
      <w:r w:rsidR="00BE02D7">
        <w:rPr>
          <w:lang w:val="es-ES"/>
        </w:rPr>
        <w:t xml:space="preserve"> </w:t>
      </w:r>
      <w:r w:rsidR="001A70B9">
        <w:rPr>
          <w:lang w:val="es-ES"/>
        </w:rPr>
        <w:tab/>
      </w:r>
      <w:r w:rsidR="001A70B9" w:rsidRPr="009C536C">
        <w:rPr>
          <w:lang w:val="es-ES"/>
        </w:rPr>
        <w:t>En los últimos 12 meses, ¿con qué frecuencia el personal de servicio al cliente del plan de salud de su niño le trató con cortesía y respeto?</w:t>
      </w:r>
    </w:p>
    <w:p w14:paraId="35D30E9D" w14:textId="77777777" w:rsidR="002906C7" w:rsidRDefault="002906C7" w:rsidP="002906C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7CE46710" w14:textId="77777777" w:rsidR="002906C7" w:rsidRDefault="002906C7" w:rsidP="002906C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6152BC55" w14:textId="77777777" w:rsidR="002906C7" w:rsidRDefault="002906C7" w:rsidP="002906C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3E0FFBE5" w14:textId="77777777" w:rsidR="002906C7" w:rsidRPr="00917153" w:rsidRDefault="002906C7" w:rsidP="002906C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063F5311" w14:textId="77777777" w:rsidR="001A70B9" w:rsidRDefault="001A70B9" w:rsidP="002906C7">
      <w:pPr>
        <w:pStyle w:val="BQ-BeforeQuestion-6ptAfter"/>
        <w:rPr>
          <w:lang w:val="es-ES"/>
        </w:rPr>
      </w:pPr>
    </w:p>
    <w:p w14:paraId="4662629B" w14:textId="77777777" w:rsidR="001A70B9" w:rsidRPr="009C536C" w:rsidRDefault="007C5A99" w:rsidP="002906C7">
      <w:pPr>
        <w:pStyle w:val="Q1-Survey-Question"/>
        <w:rPr>
          <w:vertAlign w:val="superscript"/>
          <w:lang w:val="es-ES"/>
        </w:rPr>
      </w:pPr>
      <w:r w:rsidRPr="002906C7">
        <w:rPr>
          <w:b/>
          <w:lang w:val="es-ES"/>
        </w:rPr>
        <w:t>2</w:t>
      </w:r>
      <w:r>
        <w:rPr>
          <w:b/>
          <w:lang w:val="es-ES"/>
        </w:rPr>
        <w:t>7</w:t>
      </w:r>
      <w:r w:rsidR="001A70B9" w:rsidRPr="002906C7">
        <w:rPr>
          <w:b/>
          <w:lang w:val="es-ES"/>
        </w:rPr>
        <w:t>.</w:t>
      </w:r>
      <w:r w:rsidR="001A70B9" w:rsidRPr="009C536C">
        <w:rPr>
          <w:lang w:val="es-ES"/>
        </w:rPr>
        <w:tab/>
        <w:t>En los últimos 12 meses, ¿le dio el plan de salud de su ni</w:t>
      </w:r>
      <w:r w:rsidR="001A70B9" w:rsidRPr="009C536C">
        <w:rPr>
          <w:rFonts w:cs="Arial"/>
          <w:lang w:val="es-ES"/>
        </w:rPr>
        <w:t>ñ</w:t>
      </w:r>
      <w:r w:rsidR="001A70B9" w:rsidRPr="009C536C">
        <w:rPr>
          <w:lang w:val="es-ES"/>
        </w:rPr>
        <w:t xml:space="preserve">o algún formulario para llenar? </w:t>
      </w:r>
    </w:p>
    <w:p w14:paraId="476DAD53" w14:textId="77777777" w:rsidR="001A70B9" w:rsidRPr="002906C7" w:rsidRDefault="001A70B9" w:rsidP="002906C7">
      <w:pPr>
        <w:pStyle w:val="A1-Survey1DigitRespOptBox"/>
        <w:rPr>
          <w:lang w:val="es-ES"/>
        </w:rPr>
      </w:pPr>
      <w:r w:rsidRPr="002906C7">
        <w:rPr>
          <w:vertAlign w:val="superscript"/>
          <w:lang w:val="es-ES"/>
        </w:rPr>
        <w:t>1</w:t>
      </w:r>
      <w:r w:rsidR="0016304F" w:rsidRPr="002906C7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 w:rsidRPr="002906C7">
        <w:fldChar w:fldCharType="end"/>
      </w:r>
      <w:r w:rsidRPr="002906C7">
        <w:rPr>
          <w:lang w:val="es-ES"/>
        </w:rPr>
        <w:tab/>
        <w:t>Sí</w:t>
      </w:r>
    </w:p>
    <w:p w14:paraId="559F1AE6" w14:textId="77777777" w:rsidR="001A70B9" w:rsidRDefault="001A70B9" w:rsidP="00112FD9">
      <w:pPr>
        <w:pStyle w:val="A1-Survey1DigitRespOptBox"/>
        <w:ind w:left="1714" w:hanging="1138"/>
        <w:rPr>
          <w:b/>
          <w:lang w:val="es-ES"/>
        </w:rPr>
      </w:pPr>
      <w:r w:rsidRPr="009C536C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sz w:val="32"/>
          <w:lang w:val="es-MX"/>
        </w:rPr>
        <w:tab/>
      </w:r>
      <w:r>
        <w:rPr>
          <w:lang w:val="es-ES"/>
        </w:rPr>
        <w:t>No</w:t>
      </w:r>
      <w:r w:rsidR="002906C7">
        <w:rPr>
          <w:lang w:val="es-ES"/>
        </w:rPr>
        <w:t xml:space="preserve"> </w:t>
      </w:r>
      <w:r w:rsidR="002906C7" w:rsidRPr="002906C7">
        <w:rPr>
          <w:b/>
          <w:bCs/>
          <w:szCs w:val="24"/>
          <w:lang w:val="es-ES"/>
        </w:rPr>
        <w:sym w:font="Symbol" w:char="F0AE"/>
      </w:r>
      <w:r w:rsidR="002906C7" w:rsidRPr="002906C7">
        <w:rPr>
          <w:b/>
          <w:bCs/>
          <w:szCs w:val="24"/>
          <w:lang w:val="es-ES"/>
        </w:rPr>
        <w:t> </w:t>
      </w:r>
      <w:r w:rsidRPr="009C536C">
        <w:rPr>
          <w:b/>
          <w:lang w:val="es-ES"/>
        </w:rPr>
        <w:t xml:space="preserve">Si contestó </w:t>
      </w:r>
      <w:r w:rsidR="009739C1">
        <w:rPr>
          <w:b/>
          <w:lang w:val="es-ES"/>
        </w:rPr>
        <w:t>“</w:t>
      </w:r>
      <w:r w:rsidRPr="009C536C">
        <w:rPr>
          <w:b/>
          <w:lang w:val="es-ES"/>
        </w:rPr>
        <w:t>No</w:t>
      </w:r>
      <w:r w:rsidR="009739C1">
        <w:rPr>
          <w:b/>
          <w:lang w:val="es-ES"/>
        </w:rPr>
        <w:t>”</w:t>
      </w:r>
      <w:r w:rsidRPr="009C536C">
        <w:rPr>
          <w:b/>
          <w:lang w:val="es-ES"/>
        </w:rPr>
        <w:t xml:space="preserve">, pase a la </w:t>
      </w:r>
      <w:r>
        <w:rPr>
          <w:b/>
          <w:lang w:val="es-ES"/>
        </w:rPr>
        <w:t>p</w:t>
      </w:r>
      <w:r w:rsidRPr="009C536C">
        <w:rPr>
          <w:b/>
          <w:lang w:val="es-ES"/>
        </w:rPr>
        <w:t xml:space="preserve">regunta </w:t>
      </w:r>
      <w:r w:rsidR="007C5A99">
        <w:rPr>
          <w:b/>
          <w:lang w:val="es-ES"/>
        </w:rPr>
        <w:t>29</w:t>
      </w:r>
    </w:p>
    <w:p w14:paraId="53D7C9E9" w14:textId="77777777" w:rsidR="001A70B9" w:rsidRDefault="001A70B9" w:rsidP="00112FD9">
      <w:pPr>
        <w:pStyle w:val="BQ-BeforeQuestion-6ptAfter"/>
        <w:rPr>
          <w:lang w:val="es-ES"/>
        </w:rPr>
      </w:pPr>
    </w:p>
    <w:p w14:paraId="1869E01D" w14:textId="77777777" w:rsidR="001A70B9" w:rsidRPr="00285690" w:rsidRDefault="007C5A99" w:rsidP="00112FD9">
      <w:pPr>
        <w:pStyle w:val="Q1-Survey-Question"/>
        <w:rPr>
          <w:lang w:val="es-ES"/>
        </w:rPr>
      </w:pPr>
      <w:r w:rsidRPr="00112FD9">
        <w:rPr>
          <w:b/>
          <w:lang w:val="es-ES"/>
        </w:rPr>
        <w:t>2</w:t>
      </w:r>
      <w:r>
        <w:rPr>
          <w:b/>
          <w:lang w:val="es-ES"/>
        </w:rPr>
        <w:t>8</w:t>
      </w:r>
      <w:r w:rsidR="001A70B9" w:rsidRPr="00112FD9">
        <w:rPr>
          <w:b/>
          <w:lang w:val="es-ES"/>
        </w:rPr>
        <w:t>.</w:t>
      </w:r>
      <w:r w:rsidR="001A70B9" w:rsidRPr="00285690">
        <w:rPr>
          <w:lang w:val="es-ES"/>
        </w:rPr>
        <w:tab/>
        <w:t xml:space="preserve">En los últimos 12 meses, </w:t>
      </w:r>
      <w:r w:rsidR="001A70B9" w:rsidRPr="00285690">
        <w:rPr>
          <w:lang w:val="es-ES_tradnl"/>
        </w:rPr>
        <w:t xml:space="preserve">¿con qué frecuencia fueron fáciles de llenar los formularios del plan de salud </w:t>
      </w:r>
      <w:r w:rsidR="001A70B9" w:rsidRPr="00285690">
        <w:rPr>
          <w:lang w:val="es-ES"/>
        </w:rPr>
        <w:t>de su niño</w:t>
      </w:r>
      <w:r w:rsidR="001A70B9" w:rsidRPr="00285690">
        <w:rPr>
          <w:lang w:val="es-ES_tradnl"/>
        </w:rPr>
        <w:t>?</w:t>
      </w:r>
    </w:p>
    <w:p w14:paraId="30C784AA" w14:textId="77777777" w:rsidR="00112FD9" w:rsidRDefault="00112FD9" w:rsidP="00112FD9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Nunca </w:t>
      </w:r>
    </w:p>
    <w:p w14:paraId="71393636" w14:textId="77777777" w:rsidR="00112FD9" w:rsidRDefault="00112FD9" w:rsidP="00112FD9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  <w:t xml:space="preserve">A veces </w:t>
      </w:r>
    </w:p>
    <w:p w14:paraId="3AE1A842" w14:textId="77777777" w:rsidR="00112FD9" w:rsidRDefault="00112FD9" w:rsidP="00112FD9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</w:r>
      <w:r w:rsidRPr="00BA7C4E">
        <w:rPr>
          <w:lang w:val="es-ES"/>
        </w:rPr>
        <w:t>La mayoría de las veces</w:t>
      </w:r>
    </w:p>
    <w:p w14:paraId="7E00C284" w14:textId="77777777" w:rsidR="00112FD9" w:rsidRDefault="00112FD9" w:rsidP="00112FD9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Siempre</w:t>
      </w:r>
    </w:p>
    <w:p w14:paraId="2CE75794" w14:textId="0D15D5A7" w:rsidR="00173563" w:rsidRDefault="00173563" w:rsidP="001939F3">
      <w:pPr>
        <w:pStyle w:val="BQ-BeforeQuestion-6ptAfter"/>
        <w:rPr>
          <w:lang w:val="es-ES"/>
        </w:rPr>
      </w:pPr>
    </w:p>
    <w:p w14:paraId="421794BE" w14:textId="77777777" w:rsidR="001A70B9" w:rsidRPr="00285690" w:rsidRDefault="00F11627" w:rsidP="00112FD9">
      <w:pPr>
        <w:pStyle w:val="Q1-Survey-Question"/>
        <w:rPr>
          <w:lang w:val="es-ES"/>
        </w:rPr>
      </w:pPr>
      <w:r>
        <w:rPr>
          <w:b/>
          <w:lang w:val="es-ES"/>
        </w:rPr>
        <w:t>29</w:t>
      </w:r>
      <w:r w:rsidR="001A70B9" w:rsidRPr="00112FD9">
        <w:rPr>
          <w:b/>
          <w:lang w:val="es-ES"/>
        </w:rPr>
        <w:t>.</w:t>
      </w:r>
      <w:r w:rsidR="001A70B9" w:rsidRPr="00112FD9">
        <w:rPr>
          <w:b/>
          <w:lang w:val="es-ES"/>
        </w:rPr>
        <w:tab/>
      </w:r>
      <w:r w:rsidR="001A70B9" w:rsidRPr="00285690">
        <w:rPr>
          <w:lang w:val="es-ES"/>
        </w:rPr>
        <w:t>Usando un número del 0 al 10, el 0 siendo el peor plan de salud posible y el 10 el mejor plan de salud posible, ¿qué número usaría para calificar al plan de salud de su niño?</w:t>
      </w:r>
    </w:p>
    <w:p w14:paraId="1DB21DE8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85079F">
        <w:rPr>
          <w:lang w:val="es-ES"/>
        </w:rPr>
        <w:tab/>
        <w:t>0</w:t>
      </w:r>
      <w:r>
        <w:rPr>
          <w:lang w:val="es-ES"/>
        </w:rPr>
        <w:t> </w:t>
      </w:r>
      <w:r w:rsidRPr="00D07E0F">
        <w:rPr>
          <w:lang w:val="es-ES"/>
        </w:rPr>
        <w:t xml:space="preserve">El </w:t>
      </w:r>
      <w:r>
        <w:rPr>
          <w:lang w:val="es-ES"/>
        </w:rPr>
        <w:t>p</w:t>
      </w:r>
      <w:r w:rsidRPr="00D07E0F">
        <w:rPr>
          <w:lang w:val="es-ES"/>
        </w:rPr>
        <w:t xml:space="preserve">eor </w:t>
      </w:r>
      <w:r>
        <w:rPr>
          <w:lang w:val="es-ES"/>
        </w:rPr>
        <w:t xml:space="preserve">plan de salud </w:t>
      </w:r>
      <w:r w:rsidRPr="00285690">
        <w:rPr>
          <w:lang w:val="es-ES"/>
        </w:rPr>
        <w:t>posible</w:t>
      </w:r>
    </w:p>
    <w:p w14:paraId="553221CD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es-ES"/>
        </w:rPr>
        <w:tab/>
      </w:r>
      <w:r w:rsidRPr="0085079F">
        <w:rPr>
          <w:lang w:val="es-ES"/>
        </w:rPr>
        <w:t>1</w:t>
      </w:r>
    </w:p>
    <w:p w14:paraId="7F478B1D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2</w:t>
      </w:r>
    </w:p>
    <w:p w14:paraId="76B0C8F9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3</w:t>
      </w:r>
    </w:p>
    <w:p w14:paraId="771AF8F5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4</w:t>
      </w:r>
    </w:p>
    <w:p w14:paraId="60CDBC9F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5</w:t>
      </w:r>
    </w:p>
    <w:p w14:paraId="4FCA1613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6</w:t>
      </w:r>
    </w:p>
    <w:p w14:paraId="16BDA97A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7</w:t>
      </w:r>
    </w:p>
    <w:p w14:paraId="051B673E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8</w:t>
      </w:r>
    </w:p>
    <w:p w14:paraId="075478AA" w14:textId="77777777" w:rsidR="00112FD9" w:rsidRPr="0085079F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sz w:val="32"/>
          <w:lang w:val="es-ES"/>
        </w:rPr>
        <w:tab/>
      </w:r>
      <w:r w:rsidRPr="0085079F">
        <w:rPr>
          <w:lang w:val="es-ES"/>
        </w:rPr>
        <w:t>9</w:t>
      </w:r>
    </w:p>
    <w:p w14:paraId="4EA5BBA4" w14:textId="77777777" w:rsidR="00112FD9" w:rsidRDefault="00112FD9" w:rsidP="00112FD9">
      <w:pPr>
        <w:pStyle w:val="A0-Survey0DigitRespOptBox"/>
        <w:rPr>
          <w:lang w:val="es-ES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927BE">
        <w:rPr>
          <w:lang w:val="es-ES_tradnl"/>
        </w:rPr>
        <w:tab/>
      </w:r>
      <w:r w:rsidRPr="0085079F">
        <w:rPr>
          <w:lang w:val="es-ES"/>
        </w:rPr>
        <w:t>10</w:t>
      </w:r>
      <w:r>
        <w:rPr>
          <w:lang w:val="es-ES"/>
        </w:rPr>
        <w:t> </w:t>
      </w:r>
      <w:r w:rsidRPr="00D07E0F">
        <w:rPr>
          <w:lang w:val="es-ES"/>
        </w:rPr>
        <w:t xml:space="preserve">El mejor </w:t>
      </w:r>
      <w:r>
        <w:rPr>
          <w:lang w:val="es-ES"/>
        </w:rPr>
        <w:t xml:space="preserve">plan de salud </w:t>
      </w:r>
      <w:r w:rsidRPr="00285690">
        <w:rPr>
          <w:lang w:val="es-ES"/>
        </w:rPr>
        <w:t>posible</w:t>
      </w:r>
    </w:p>
    <w:p w14:paraId="1BCCDBD2" w14:textId="77777777" w:rsidR="00112FD9" w:rsidRPr="00BF7E0D" w:rsidRDefault="00112FD9" w:rsidP="00112FD9">
      <w:pPr>
        <w:pStyle w:val="SL-FlLftSgl"/>
        <w:rPr>
          <w:lang w:val="fr-FR"/>
        </w:rPr>
      </w:pPr>
    </w:p>
    <w:p w14:paraId="1D19C974" w14:textId="77777777" w:rsidR="00112FD9" w:rsidRPr="00BF7E0D" w:rsidRDefault="00112FD9" w:rsidP="00112FD9">
      <w:pPr>
        <w:pStyle w:val="SL-FlLftSgl"/>
        <w:rPr>
          <w:lang w:val="fr-FR"/>
        </w:rPr>
      </w:pPr>
    </w:p>
    <w:p w14:paraId="01522988" w14:textId="77777777" w:rsidR="001A70B9" w:rsidRPr="001B47F2" w:rsidRDefault="00173563" w:rsidP="00112FD9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112FD9" w:rsidRPr="001B47F2">
        <w:rPr>
          <w:lang w:val="es-ES_tradnl"/>
        </w:rPr>
        <w:lastRenderedPageBreak/>
        <w:t>Acerca de usted</w:t>
      </w:r>
      <w:r w:rsidR="00112FD9">
        <w:rPr>
          <w:lang w:val="es-ES_tradnl"/>
        </w:rPr>
        <w:t xml:space="preserve"> y de su niño</w:t>
      </w:r>
    </w:p>
    <w:p w14:paraId="480FF756" w14:textId="77777777" w:rsidR="001A70B9" w:rsidRPr="00EC0BE1" w:rsidRDefault="007C5A99" w:rsidP="00112FD9">
      <w:pPr>
        <w:pStyle w:val="Q1-Survey-Question"/>
        <w:rPr>
          <w:lang w:val="es-ES_tradnl"/>
        </w:rPr>
      </w:pPr>
      <w:r w:rsidRPr="00112FD9">
        <w:rPr>
          <w:b/>
          <w:lang w:val="es-ES"/>
        </w:rPr>
        <w:t>3</w:t>
      </w:r>
      <w:r>
        <w:rPr>
          <w:b/>
          <w:lang w:val="es-ES"/>
        </w:rPr>
        <w:t>0</w:t>
      </w:r>
      <w:r w:rsidR="001A70B9" w:rsidRPr="00112FD9">
        <w:rPr>
          <w:b/>
          <w:lang w:val="es-ES"/>
        </w:rPr>
        <w:t>.</w:t>
      </w:r>
      <w:r w:rsidR="001A70B9" w:rsidRPr="00DC46BD">
        <w:rPr>
          <w:lang w:val="es-ES"/>
        </w:rPr>
        <w:tab/>
        <w:t>En general, ¿cómo calificaría toda la salud de su niño?</w:t>
      </w:r>
    </w:p>
    <w:p w14:paraId="2790692C" w14:textId="77777777" w:rsidR="001A70B9" w:rsidRPr="00DC46BD" w:rsidRDefault="001A70B9" w:rsidP="003937CE">
      <w:pPr>
        <w:pStyle w:val="A1-Survey1DigitRespOptBox"/>
        <w:rPr>
          <w:lang w:val="es-ES"/>
        </w:rPr>
      </w:pPr>
      <w:r w:rsidRPr="00DC46BD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DC46BD">
        <w:rPr>
          <w:lang w:val="es-ES"/>
        </w:rPr>
        <w:tab/>
        <w:t>Excelente</w:t>
      </w:r>
    </w:p>
    <w:p w14:paraId="6A1F9480" w14:textId="77777777" w:rsidR="001A70B9" w:rsidRPr="00DC46BD" w:rsidRDefault="001A70B9" w:rsidP="003937CE">
      <w:pPr>
        <w:pStyle w:val="A1-Survey1DigitRespOptBox"/>
        <w:rPr>
          <w:lang w:val="es-ES"/>
        </w:rPr>
      </w:pPr>
      <w:r w:rsidRPr="00DC46BD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DC46BD">
        <w:rPr>
          <w:lang w:val="es-ES"/>
        </w:rPr>
        <w:tab/>
        <w:t>Muy buena</w:t>
      </w:r>
    </w:p>
    <w:p w14:paraId="5890D255" w14:textId="77777777" w:rsidR="001A70B9" w:rsidRPr="00DC46BD" w:rsidRDefault="001A70B9" w:rsidP="003937CE">
      <w:pPr>
        <w:pStyle w:val="A1-Survey1DigitRespOptBox"/>
        <w:rPr>
          <w:lang w:val="es-ES"/>
        </w:rPr>
      </w:pPr>
      <w:r w:rsidRPr="00DC46BD"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DC46BD">
        <w:rPr>
          <w:lang w:val="es-ES"/>
        </w:rPr>
        <w:tab/>
        <w:t>Buena</w:t>
      </w:r>
    </w:p>
    <w:p w14:paraId="46E1ECEE" w14:textId="77777777" w:rsidR="001A70B9" w:rsidRPr="00DC46BD" w:rsidRDefault="001A70B9" w:rsidP="003937CE">
      <w:pPr>
        <w:pStyle w:val="A1-Survey1DigitRespOptBox"/>
        <w:rPr>
          <w:b/>
          <w:lang w:val="es-ES"/>
        </w:rPr>
      </w:pPr>
      <w:r w:rsidRPr="00DC46BD"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DC46BD">
        <w:rPr>
          <w:lang w:val="es-ES"/>
        </w:rPr>
        <w:tab/>
        <w:t>Regular</w:t>
      </w:r>
    </w:p>
    <w:p w14:paraId="644B4F6F" w14:textId="77777777" w:rsidR="001A70B9" w:rsidRDefault="001A70B9" w:rsidP="003937CE">
      <w:pPr>
        <w:pStyle w:val="A1-Survey1DigitRespOptBox"/>
        <w:rPr>
          <w:lang w:val="es-ES"/>
        </w:rPr>
      </w:pPr>
      <w:r w:rsidRPr="00DC46BD">
        <w:rPr>
          <w:vertAlign w:val="superscript"/>
          <w:lang w:val="es-ES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DC46BD">
        <w:rPr>
          <w:lang w:val="es-ES"/>
        </w:rPr>
        <w:tab/>
        <w:t>Mala</w:t>
      </w:r>
    </w:p>
    <w:p w14:paraId="38334185" w14:textId="77777777" w:rsidR="00A9441D" w:rsidRDefault="00A9441D" w:rsidP="001939F3">
      <w:pPr>
        <w:pStyle w:val="BQ-BeforeQuestion-6ptAfter"/>
        <w:rPr>
          <w:lang w:val="es-ES"/>
        </w:rPr>
      </w:pPr>
    </w:p>
    <w:p w14:paraId="2165703F" w14:textId="37015658" w:rsidR="007C5A99" w:rsidRDefault="007C5A99" w:rsidP="001939F3">
      <w:pPr>
        <w:pStyle w:val="Q1-Survey-Question"/>
        <w:rPr>
          <w:lang w:val="es-MX"/>
        </w:rPr>
      </w:pPr>
      <w:r>
        <w:rPr>
          <w:b/>
          <w:lang w:val="es-ES"/>
        </w:rPr>
        <w:t>31.</w:t>
      </w:r>
      <w:r w:rsidR="001939F3">
        <w:rPr>
          <w:b/>
          <w:lang w:val="es-ES"/>
        </w:rPr>
        <w:tab/>
      </w:r>
      <w:r w:rsidRPr="00EF1EC1">
        <w:rPr>
          <w:lang w:val="es-MX"/>
        </w:rPr>
        <w:t xml:space="preserve">En general, ¿cómo calificaría toda la salud </w:t>
      </w:r>
      <w:r w:rsidRPr="00EF1EC1">
        <w:rPr>
          <w:b/>
          <w:lang w:val="es-MX"/>
        </w:rPr>
        <w:t xml:space="preserve">mental o emocional </w:t>
      </w:r>
      <w:r w:rsidRPr="00EF1EC1">
        <w:rPr>
          <w:lang w:val="es-ES"/>
        </w:rPr>
        <w:t>de su niño</w:t>
      </w:r>
      <w:r w:rsidRPr="00EF1EC1">
        <w:rPr>
          <w:lang w:val="es-MX"/>
        </w:rPr>
        <w:t>?</w:t>
      </w:r>
    </w:p>
    <w:p w14:paraId="6BACB919" w14:textId="27D21E40" w:rsidR="007C5A99" w:rsidRPr="00EF1EC1" w:rsidRDefault="007C5A99" w:rsidP="001939F3">
      <w:pPr>
        <w:pStyle w:val="A1-Survey1DigitRespOptBox"/>
        <w:rPr>
          <w:lang w:val="es-ES_tradnl"/>
        </w:rPr>
      </w:pPr>
      <w:r w:rsidRPr="00EF1EC1">
        <w:rPr>
          <w:vertAlign w:val="superscript"/>
          <w:lang w:val="es-ES_tradnl"/>
        </w:rPr>
        <w:t>1</w:t>
      </w:r>
      <w:r w:rsidRPr="00EF1EC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1EC1">
        <w:rPr>
          <w:lang w:val="es-ES_tradnl"/>
        </w:rPr>
        <w:instrText xml:space="preserve"> FORMCHECKBOX </w:instrText>
      </w:r>
      <w:r w:rsidR="00000000">
        <w:fldChar w:fldCharType="separate"/>
      </w:r>
      <w:r w:rsidRPr="00EF1EC1">
        <w:fldChar w:fldCharType="end"/>
      </w:r>
      <w:r w:rsidR="001939F3">
        <w:rPr>
          <w:lang w:val="es-ES_tradnl"/>
        </w:rPr>
        <w:tab/>
      </w:r>
      <w:r w:rsidRPr="00EF1EC1">
        <w:rPr>
          <w:lang w:val="es-ES_tradnl"/>
        </w:rPr>
        <w:t>Excelente</w:t>
      </w:r>
    </w:p>
    <w:p w14:paraId="5C45D364" w14:textId="0D002053" w:rsidR="007C5A99" w:rsidRPr="00EF1EC1" w:rsidRDefault="007C5A99" w:rsidP="001939F3">
      <w:pPr>
        <w:pStyle w:val="A1-Survey1DigitRespOptBox"/>
        <w:rPr>
          <w:lang w:val="es-ES_tradnl"/>
        </w:rPr>
      </w:pPr>
      <w:r w:rsidRPr="00EF1EC1">
        <w:rPr>
          <w:vertAlign w:val="superscript"/>
          <w:lang w:val="es-ES_tradnl"/>
        </w:rPr>
        <w:t>2</w:t>
      </w:r>
      <w:r w:rsidRPr="00EF1EC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1EC1">
        <w:rPr>
          <w:lang w:val="es-ES_tradnl"/>
        </w:rPr>
        <w:instrText xml:space="preserve"> FORMCHECKBOX </w:instrText>
      </w:r>
      <w:r w:rsidR="00000000">
        <w:fldChar w:fldCharType="separate"/>
      </w:r>
      <w:r w:rsidRPr="00EF1EC1">
        <w:fldChar w:fldCharType="end"/>
      </w:r>
      <w:r w:rsidR="001939F3">
        <w:rPr>
          <w:lang w:val="es-ES_tradnl"/>
        </w:rPr>
        <w:tab/>
      </w:r>
      <w:r w:rsidRPr="00EF1EC1">
        <w:rPr>
          <w:lang w:val="es-ES_tradnl"/>
        </w:rPr>
        <w:t>Muy buena</w:t>
      </w:r>
    </w:p>
    <w:p w14:paraId="7DCB7EF6" w14:textId="5B8DC505" w:rsidR="007C5A99" w:rsidRPr="00EF1EC1" w:rsidRDefault="007C5A99" w:rsidP="001939F3">
      <w:pPr>
        <w:pStyle w:val="A1-Survey1DigitRespOptBox"/>
        <w:rPr>
          <w:lang w:val="es-ES_tradnl"/>
        </w:rPr>
      </w:pPr>
      <w:r w:rsidRPr="00EF1EC1">
        <w:rPr>
          <w:vertAlign w:val="superscript"/>
          <w:lang w:val="es-ES_tradnl"/>
        </w:rPr>
        <w:t>3</w:t>
      </w:r>
      <w:r w:rsidRPr="00EF1EC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1EC1">
        <w:rPr>
          <w:lang w:val="es-ES_tradnl"/>
        </w:rPr>
        <w:instrText xml:space="preserve"> FORMCHECKBOX </w:instrText>
      </w:r>
      <w:r w:rsidR="00000000">
        <w:fldChar w:fldCharType="separate"/>
      </w:r>
      <w:r w:rsidRPr="00EF1EC1">
        <w:fldChar w:fldCharType="end"/>
      </w:r>
      <w:r w:rsidR="001939F3">
        <w:rPr>
          <w:lang w:val="es-ES_tradnl"/>
        </w:rPr>
        <w:tab/>
      </w:r>
      <w:r w:rsidRPr="00EF1EC1">
        <w:rPr>
          <w:lang w:val="es-ES_tradnl"/>
        </w:rPr>
        <w:t>Buena</w:t>
      </w:r>
    </w:p>
    <w:p w14:paraId="02D2A931" w14:textId="7EB7DC3B" w:rsidR="007C5A99" w:rsidRPr="00EF1EC1" w:rsidRDefault="007C5A99" w:rsidP="001939F3">
      <w:pPr>
        <w:pStyle w:val="A1-Survey1DigitRespOptBox"/>
        <w:rPr>
          <w:lang w:val="es-ES_tradnl"/>
        </w:rPr>
      </w:pPr>
      <w:r w:rsidRPr="00EF1EC1">
        <w:rPr>
          <w:vertAlign w:val="superscript"/>
          <w:lang w:val="es-ES_tradnl"/>
        </w:rPr>
        <w:t>4</w:t>
      </w:r>
      <w:r w:rsidRPr="00EF1EC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1EC1">
        <w:rPr>
          <w:lang w:val="es-ES_tradnl"/>
        </w:rPr>
        <w:instrText xml:space="preserve"> FORMCHECKBOX </w:instrText>
      </w:r>
      <w:r w:rsidR="00000000">
        <w:fldChar w:fldCharType="separate"/>
      </w:r>
      <w:r w:rsidRPr="00EF1EC1">
        <w:fldChar w:fldCharType="end"/>
      </w:r>
      <w:r w:rsidR="001939F3">
        <w:rPr>
          <w:lang w:val="es-ES_tradnl"/>
        </w:rPr>
        <w:tab/>
      </w:r>
      <w:r w:rsidRPr="00EF1EC1">
        <w:rPr>
          <w:lang w:val="es-ES_tradnl"/>
        </w:rPr>
        <w:t>Regular</w:t>
      </w:r>
    </w:p>
    <w:p w14:paraId="66B18029" w14:textId="0E05AA24" w:rsidR="001A70B9" w:rsidRPr="007C5A99" w:rsidRDefault="007C5A99" w:rsidP="001939F3">
      <w:pPr>
        <w:pStyle w:val="A1-Survey1DigitRespOptBox"/>
        <w:rPr>
          <w:lang w:val="es-ES"/>
        </w:rPr>
      </w:pPr>
      <w:r w:rsidRPr="00EF1EC1">
        <w:rPr>
          <w:vertAlign w:val="superscript"/>
          <w:lang w:val="es-ES_tradnl"/>
        </w:rPr>
        <w:t>5</w:t>
      </w:r>
      <w:r w:rsidRPr="00EF1EC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1EC1">
        <w:rPr>
          <w:lang w:val="es-ES_tradnl"/>
        </w:rPr>
        <w:instrText xml:space="preserve"> FORMCHECKBOX </w:instrText>
      </w:r>
      <w:r w:rsidR="00000000">
        <w:fldChar w:fldCharType="separate"/>
      </w:r>
      <w:r w:rsidRPr="00EF1EC1">
        <w:fldChar w:fldCharType="end"/>
      </w:r>
      <w:r w:rsidR="001939F3">
        <w:rPr>
          <w:lang w:val="es-ES_tradnl"/>
        </w:rPr>
        <w:tab/>
      </w:r>
      <w:r w:rsidRPr="00EF1EC1">
        <w:rPr>
          <w:lang w:val="es-ES_tradnl"/>
        </w:rPr>
        <w:t>Mala</w:t>
      </w:r>
    </w:p>
    <w:p w14:paraId="428E8A0D" w14:textId="77777777" w:rsidR="00330CC8" w:rsidRDefault="00330CC8" w:rsidP="001939F3">
      <w:pPr>
        <w:pStyle w:val="BQ-BeforeQuestion-6ptAfter"/>
        <w:rPr>
          <w:lang w:val="es-ES"/>
        </w:rPr>
      </w:pPr>
    </w:p>
    <w:p w14:paraId="7152E771" w14:textId="77777777" w:rsidR="001A70B9" w:rsidRDefault="001A70B9" w:rsidP="003937CE">
      <w:pPr>
        <w:pStyle w:val="Q1-Survey-Question"/>
        <w:rPr>
          <w:lang w:val="es-ES"/>
        </w:rPr>
      </w:pPr>
      <w:r w:rsidRPr="003937CE">
        <w:rPr>
          <w:b/>
          <w:lang w:val="es-ES"/>
        </w:rPr>
        <w:t>32.</w:t>
      </w:r>
      <w:r>
        <w:rPr>
          <w:lang w:val="es-ES"/>
        </w:rPr>
        <w:tab/>
        <w:t xml:space="preserve">¿Qué edad tiene </w:t>
      </w:r>
      <w:r w:rsidRPr="00034ACD">
        <w:rPr>
          <w:b/>
          <w:lang w:val="es-ES"/>
        </w:rPr>
        <w:t>su niño</w:t>
      </w:r>
      <w:r w:rsidRPr="00DC46BD">
        <w:rPr>
          <w:lang w:val="es-ES"/>
        </w:rPr>
        <w:t>?</w:t>
      </w:r>
    </w:p>
    <w:p w14:paraId="1485C846" w14:textId="77777777" w:rsidR="001A70B9" w:rsidRDefault="001A70B9" w:rsidP="00FA260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>Menos de un año</w:t>
      </w:r>
    </w:p>
    <w:p w14:paraId="6B60E065" w14:textId="77777777" w:rsidR="001A70B9" w:rsidRPr="00EC0BE1" w:rsidRDefault="001A70B9" w:rsidP="0016337A">
      <w:pPr>
        <w:pStyle w:val="A1-Survey1DigitRespOptBox"/>
        <w:ind w:left="2385" w:hanging="1809"/>
        <w:rPr>
          <w:lang w:val="es-ES_tradnl"/>
        </w:rPr>
      </w:pPr>
      <w:r w:rsidRPr="00EC0BE1">
        <w:rPr>
          <w:lang w:val="es-ES_tradnl"/>
        </w:rPr>
        <w:tab/>
      </w:r>
      <w:r w:rsidR="0016337A" w:rsidRPr="00EC0BE1">
        <w:rPr>
          <w:lang w:val="es-ES_tradnl"/>
        </w:rPr>
        <w:t>______</w:t>
      </w:r>
      <w:r w:rsidR="00BE02D7" w:rsidRPr="00EC0BE1">
        <w:rPr>
          <w:lang w:val="es-ES_tradnl"/>
        </w:rPr>
        <w:t xml:space="preserve"> </w:t>
      </w:r>
      <w:r w:rsidR="00BB70A7" w:rsidRPr="00EC0BE1">
        <w:rPr>
          <w:lang w:val="es-ES_tradnl"/>
        </w:rPr>
        <w:t xml:space="preserve">AÑOS </w:t>
      </w:r>
      <w:r w:rsidRPr="00EC0BE1">
        <w:rPr>
          <w:i/>
          <w:lang w:val="es-ES_tradnl"/>
        </w:rPr>
        <w:t>(</w:t>
      </w:r>
      <w:r w:rsidR="0016337A" w:rsidRPr="00EC0BE1">
        <w:rPr>
          <w:i/>
          <w:lang w:val="es-ES_tradnl"/>
        </w:rPr>
        <w:t>e</w:t>
      </w:r>
      <w:r w:rsidR="00034ACD">
        <w:rPr>
          <w:i/>
          <w:lang w:val="es-ES_tradnl"/>
        </w:rPr>
        <w:t>scriba la respuesta</w:t>
      </w:r>
      <w:r w:rsidRPr="00EC0BE1">
        <w:rPr>
          <w:i/>
          <w:lang w:val="es-ES_tradnl"/>
        </w:rPr>
        <w:t>)</w:t>
      </w:r>
    </w:p>
    <w:p w14:paraId="7E8D8104" w14:textId="77777777" w:rsidR="001A70B9" w:rsidRDefault="001A70B9" w:rsidP="008904B7">
      <w:pPr>
        <w:pStyle w:val="BQ-BeforeQuestion-6ptAfter"/>
        <w:rPr>
          <w:lang w:val="es-ES"/>
        </w:rPr>
      </w:pPr>
    </w:p>
    <w:p w14:paraId="159B8040" w14:textId="77777777" w:rsidR="001A70B9" w:rsidRDefault="001A70B9" w:rsidP="008904B7">
      <w:pPr>
        <w:pStyle w:val="Q1-Survey-Question"/>
        <w:rPr>
          <w:lang w:val="es-ES"/>
        </w:rPr>
      </w:pPr>
      <w:r w:rsidRPr="008904B7">
        <w:rPr>
          <w:b/>
          <w:lang w:val="es-ES"/>
        </w:rPr>
        <w:t>33.</w:t>
      </w:r>
      <w:r>
        <w:rPr>
          <w:lang w:val="es-ES"/>
        </w:rPr>
        <w:tab/>
        <w:t>¿Es su niño de sexo masculino o femenino?</w:t>
      </w:r>
    </w:p>
    <w:p w14:paraId="0993CC3A" w14:textId="77777777" w:rsidR="001A70B9" w:rsidRDefault="001A70B9" w:rsidP="008904B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>Masculino</w:t>
      </w:r>
    </w:p>
    <w:p w14:paraId="060E90A9" w14:textId="77777777" w:rsidR="001A70B9" w:rsidRDefault="001A70B9" w:rsidP="008904B7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="008904B7">
        <w:rPr>
          <w:sz w:val="32"/>
          <w:lang w:val="es-ES"/>
        </w:rPr>
        <w:tab/>
      </w:r>
      <w:r>
        <w:rPr>
          <w:lang w:val="es-ES"/>
        </w:rPr>
        <w:t>Femenino</w:t>
      </w:r>
    </w:p>
    <w:p w14:paraId="77D050B9" w14:textId="77777777" w:rsidR="001A70B9" w:rsidRDefault="001A70B9" w:rsidP="008904B7">
      <w:pPr>
        <w:pStyle w:val="BQ-BeforeQuestion-6ptAfter"/>
        <w:rPr>
          <w:lang w:val="es-ES"/>
        </w:rPr>
      </w:pPr>
    </w:p>
    <w:p w14:paraId="0DB5C54B" w14:textId="77777777" w:rsidR="001A70B9" w:rsidRDefault="001A70B9" w:rsidP="00C95E4D">
      <w:pPr>
        <w:pStyle w:val="Q1-Survey-Question"/>
        <w:rPr>
          <w:lang w:val="es-ES"/>
        </w:rPr>
      </w:pPr>
      <w:r w:rsidRPr="00C95E4D">
        <w:rPr>
          <w:b/>
          <w:lang w:val="es-ES"/>
        </w:rPr>
        <w:t>34.</w:t>
      </w:r>
      <w:r>
        <w:rPr>
          <w:lang w:val="es-ES"/>
        </w:rPr>
        <w:tab/>
        <w:t>¿Es su niño de origen o ascendencia hispana o latina?</w:t>
      </w:r>
    </w:p>
    <w:p w14:paraId="115E79EF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Sí, hispano o latino</w:t>
      </w:r>
    </w:p>
    <w:p w14:paraId="70787553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No, ni hispano ni latino</w:t>
      </w:r>
    </w:p>
    <w:p w14:paraId="5839F77F" w14:textId="77777777" w:rsidR="001A70B9" w:rsidRDefault="001A70B9" w:rsidP="00C95E4D">
      <w:pPr>
        <w:pStyle w:val="BQ-BeforeQuestion-6ptAfter"/>
        <w:rPr>
          <w:lang w:val="es-ES"/>
        </w:rPr>
      </w:pPr>
    </w:p>
    <w:p w14:paraId="42D8B733" w14:textId="77777777" w:rsidR="001A70B9" w:rsidRDefault="00173563" w:rsidP="00C95E4D">
      <w:pPr>
        <w:pStyle w:val="Q1-Survey-Question"/>
        <w:rPr>
          <w:sz w:val="22"/>
          <w:lang w:val="es-ES"/>
        </w:rPr>
      </w:pPr>
      <w:r>
        <w:rPr>
          <w:b/>
          <w:lang w:val="es-ES"/>
        </w:rPr>
        <w:br w:type="column"/>
      </w:r>
      <w:r w:rsidR="001A70B9" w:rsidRPr="00C95E4D">
        <w:rPr>
          <w:b/>
          <w:lang w:val="es-ES"/>
        </w:rPr>
        <w:t>35</w:t>
      </w:r>
      <w:r w:rsidR="001A70B9" w:rsidRPr="00C95E4D">
        <w:rPr>
          <w:b/>
          <w:sz w:val="22"/>
          <w:lang w:val="es-ES"/>
        </w:rPr>
        <w:t>.</w:t>
      </w:r>
      <w:r w:rsidR="001A70B9">
        <w:rPr>
          <w:sz w:val="22"/>
          <w:lang w:val="es-ES"/>
        </w:rPr>
        <w:tab/>
      </w:r>
      <w:r w:rsidR="001A70B9">
        <w:rPr>
          <w:lang w:val="es-ES"/>
        </w:rPr>
        <w:t>¿A qué raza pertenece su niño? Por favor marque una o más.</w:t>
      </w:r>
    </w:p>
    <w:p w14:paraId="0EF9073B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 xml:space="preserve">Blanca </w:t>
      </w:r>
    </w:p>
    <w:p w14:paraId="029724E6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>Negra o afroamericana</w:t>
      </w:r>
    </w:p>
    <w:p w14:paraId="7B6F4373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 xml:space="preserve">Asiática </w:t>
      </w:r>
    </w:p>
    <w:p w14:paraId="767B7FF2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 xml:space="preserve">Nativo de </w:t>
      </w:r>
      <w:r w:rsidR="007C5A99">
        <w:rPr>
          <w:lang w:val="es-ES"/>
        </w:rPr>
        <w:t xml:space="preserve">Hawái </w:t>
      </w:r>
      <w:r>
        <w:rPr>
          <w:lang w:val="es-ES"/>
        </w:rPr>
        <w:t>o de otras islas</w:t>
      </w:r>
      <w:r w:rsidR="00BE02D7">
        <w:rPr>
          <w:lang w:val="es-ES"/>
        </w:rPr>
        <w:t xml:space="preserve"> </w:t>
      </w:r>
      <w:r>
        <w:rPr>
          <w:lang w:val="es-ES"/>
        </w:rPr>
        <w:t>del Pacífico</w:t>
      </w:r>
    </w:p>
    <w:p w14:paraId="7AE870B4" w14:textId="77777777" w:rsidR="001A70B9" w:rsidRDefault="001A70B9" w:rsidP="00C95E4D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>Indígena americano o nativo de Alaska</w:t>
      </w:r>
    </w:p>
    <w:p w14:paraId="4238AB17" w14:textId="77777777" w:rsidR="001A70B9" w:rsidRPr="00917153" w:rsidRDefault="001A70B9" w:rsidP="00C95E4D">
      <w:pPr>
        <w:pStyle w:val="A1-Survey1DigitRespOptBox"/>
        <w:rPr>
          <w:lang w:val="es-MX"/>
        </w:rPr>
      </w:pPr>
      <w:r w:rsidRPr="00917153">
        <w:rPr>
          <w:vertAlign w:val="superscript"/>
          <w:lang w:val="es-MX"/>
        </w:rPr>
        <w:t>6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917153">
        <w:rPr>
          <w:sz w:val="32"/>
          <w:lang w:val="es-MX"/>
        </w:rPr>
        <w:tab/>
      </w:r>
      <w:r w:rsidRPr="00917153">
        <w:rPr>
          <w:lang w:val="es-MX"/>
        </w:rPr>
        <w:t xml:space="preserve">Otra </w:t>
      </w:r>
    </w:p>
    <w:p w14:paraId="13087B62" w14:textId="77777777" w:rsidR="00330CC8" w:rsidRDefault="00330CC8" w:rsidP="001939F3">
      <w:pPr>
        <w:pStyle w:val="BQ-BeforeQuestion-6ptAfter"/>
        <w:rPr>
          <w:lang w:val="es-ES"/>
        </w:rPr>
      </w:pPr>
    </w:p>
    <w:p w14:paraId="477212E7" w14:textId="77777777" w:rsidR="001A70B9" w:rsidRPr="00285690" w:rsidRDefault="001A70B9" w:rsidP="00330CC8">
      <w:pPr>
        <w:pStyle w:val="Q1-Survey-Question"/>
        <w:ind w:left="0" w:firstLine="0"/>
        <w:rPr>
          <w:lang w:val="es-ES"/>
        </w:rPr>
      </w:pPr>
      <w:r w:rsidRPr="00C95E4D">
        <w:rPr>
          <w:b/>
          <w:lang w:val="es-ES"/>
        </w:rPr>
        <w:t>36.</w:t>
      </w:r>
      <w:r w:rsidRPr="00490AEF">
        <w:rPr>
          <w:lang w:val="es-ES"/>
        </w:rPr>
        <w:tab/>
      </w:r>
      <w:r w:rsidRPr="00285690">
        <w:rPr>
          <w:lang w:val="es-ES"/>
        </w:rPr>
        <w:t xml:space="preserve">¿Qué edad tiene </w:t>
      </w:r>
      <w:r w:rsidRPr="00034ACD">
        <w:rPr>
          <w:b/>
          <w:lang w:val="es-ES"/>
        </w:rPr>
        <w:t>usted</w:t>
      </w:r>
      <w:r w:rsidRPr="00285690">
        <w:rPr>
          <w:lang w:val="es-ES"/>
        </w:rPr>
        <w:t>?</w:t>
      </w:r>
    </w:p>
    <w:p w14:paraId="7E4BF983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7E63E5">
        <w:rPr>
          <w:vertAlign w:val="superscript"/>
          <w:lang w:val="pt-BR"/>
        </w:rPr>
        <w:t>0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lang w:val="pt-BR"/>
        </w:rPr>
        <w:tab/>
        <w:t>Menos de 18 años</w:t>
      </w:r>
    </w:p>
    <w:p w14:paraId="43B00F60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7E63E5">
        <w:rPr>
          <w:vertAlign w:val="superscript"/>
          <w:lang w:val="pt-BR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pt-BR"/>
        </w:rPr>
        <w:tab/>
      </w:r>
      <w:r w:rsidRPr="00285690">
        <w:rPr>
          <w:lang w:val="pt-BR"/>
        </w:rPr>
        <w:t>18 a 24</w:t>
      </w:r>
    </w:p>
    <w:p w14:paraId="544AA838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285690">
        <w:rPr>
          <w:vertAlign w:val="superscript"/>
          <w:lang w:val="pt-BR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lang w:val="pt-BR"/>
        </w:rPr>
        <w:tab/>
        <w:t>25 a 34</w:t>
      </w:r>
    </w:p>
    <w:p w14:paraId="4F245E16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285690">
        <w:rPr>
          <w:vertAlign w:val="superscript"/>
          <w:lang w:val="pt-BR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lang w:val="pt-BR"/>
        </w:rPr>
        <w:tab/>
        <w:t>35 a 44</w:t>
      </w:r>
    </w:p>
    <w:p w14:paraId="413A417E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285690">
        <w:rPr>
          <w:vertAlign w:val="superscript"/>
          <w:lang w:val="pt-BR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lang w:val="pt-BR"/>
        </w:rPr>
        <w:tab/>
        <w:t>45 a 54</w:t>
      </w:r>
    </w:p>
    <w:p w14:paraId="72EF4DE5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285690">
        <w:rPr>
          <w:vertAlign w:val="superscript"/>
          <w:lang w:val="pt-BR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lang w:val="pt-BR"/>
        </w:rPr>
        <w:tab/>
        <w:t>55 a 64</w:t>
      </w:r>
    </w:p>
    <w:p w14:paraId="618C4333" w14:textId="77777777" w:rsidR="001A70B9" w:rsidRPr="00285690" w:rsidRDefault="001A70B9" w:rsidP="00350D58">
      <w:pPr>
        <w:pStyle w:val="A1-Survey1DigitRespOptBox"/>
        <w:rPr>
          <w:lang w:val="pt-BR"/>
        </w:rPr>
      </w:pPr>
      <w:r w:rsidRPr="00285690">
        <w:rPr>
          <w:vertAlign w:val="superscript"/>
          <w:lang w:val="pt-BR"/>
        </w:rPr>
        <w:t>6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lang w:val="pt-BR"/>
        </w:rPr>
        <w:tab/>
        <w:t>65 a 74</w:t>
      </w:r>
    </w:p>
    <w:p w14:paraId="5CFAE2DA" w14:textId="77777777" w:rsidR="001A70B9" w:rsidRDefault="001A70B9" w:rsidP="00350D58">
      <w:pPr>
        <w:pStyle w:val="A1-Survey1DigitRespOptBox"/>
        <w:rPr>
          <w:sz w:val="32"/>
          <w:lang w:val="es-ES"/>
        </w:rPr>
      </w:pPr>
      <w:r w:rsidRPr="00285690">
        <w:rPr>
          <w:vertAlign w:val="superscript"/>
          <w:lang w:val="es-ES"/>
        </w:rPr>
        <w:t>7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lang w:val="es-ES"/>
        </w:rPr>
        <w:tab/>
        <w:t>75 años o más</w:t>
      </w:r>
    </w:p>
    <w:p w14:paraId="1FDDB18B" w14:textId="77777777" w:rsidR="001A70B9" w:rsidRDefault="001A70B9" w:rsidP="00350D58">
      <w:pPr>
        <w:pStyle w:val="BQ-BeforeQuestion-6ptAfter"/>
        <w:rPr>
          <w:lang w:val="es-ES"/>
        </w:rPr>
      </w:pPr>
    </w:p>
    <w:p w14:paraId="33E73AEF" w14:textId="77777777" w:rsidR="001A70B9" w:rsidRDefault="001A70B9" w:rsidP="00350D58">
      <w:pPr>
        <w:pStyle w:val="Q1-Survey-Question"/>
        <w:rPr>
          <w:lang w:val="es-ES"/>
        </w:rPr>
      </w:pPr>
      <w:r w:rsidRPr="00350D58">
        <w:rPr>
          <w:b/>
          <w:lang w:val="es-ES"/>
        </w:rPr>
        <w:t>37.</w:t>
      </w:r>
      <w:r>
        <w:rPr>
          <w:lang w:val="es-ES"/>
        </w:rPr>
        <w:tab/>
        <w:t>¿Es usted hombre o mujer?</w:t>
      </w:r>
    </w:p>
    <w:p w14:paraId="48CCC0DC" w14:textId="77777777" w:rsidR="001A70B9" w:rsidRDefault="001A70B9" w:rsidP="00350D58">
      <w:pPr>
        <w:pStyle w:val="A1-Survey1DigitRespOptBox"/>
        <w:rPr>
          <w:b/>
          <w:lang w:val="es-ES"/>
        </w:rPr>
      </w:pPr>
      <w:r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>Hombre</w:t>
      </w:r>
    </w:p>
    <w:p w14:paraId="720F902F" w14:textId="77777777" w:rsidR="001A70B9" w:rsidRDefault="001A70B9" w:rsidP="00350D58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sz w:val="32"/>
          <w:lang w:val="es-ES"/>
        </w:rPr>
        <w:tab/>
      </w:r>
      <w:r>
        <w:rPr>
          <w:lang w:val="es-ES"/>
        </w:rPr>
        <w:t>Mujer</w:t>
      </w:r>
    </w:p>
    <w:p w14:paraId="5A1B5A3A" w14:textId="77777777" w:rsidR="001A70B9" w:rsidRDefault="001A70B9" w:rsidP="00350D58">
      <w:pPr>
        <w:pStyle w:val="BQ-BeforeQuestion-6ptAfter"/>
        <w:rPr>
          <w:lang w:val="es-ES"/>
        </w:rPr>
      </w:pPr>
    </w:p>
    <w:p w14:paraId="09A2A7C2" w14:textId="32858419" w:rsidR="00462E95" w:rsidRDefault="00462E95" w:rsidP="00350D58">
      <w:pPr>
        <w:pStyle w:val="Q1-Survey-Question"/>
        <w:rPr>
          <w:b/>
          <w:lang w:val="es-ES"/>
        </w:rPr>
        <w:sectPr w:rsidR="00462E95" w:rsidSect="007A4922">
          <w:headerReference w:type="default" r:id="rId11"/>
          <w:footerReference w:type="default" r:id="rId12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66614659" w14:textId="5F137CAB" w:rsidR="001A70B9" w:rsidRDefault="001A70B9" w:rsidP="00350D58">
      <w:pPr>
        <w:pStyle w:val="Q1-Survey-Question"/>
        <w:rPr>
          <w:sz w:val="32"/>
          <w:lang w:val="es-ES"/>
        </w:rPr>
      </w:pPr>
      <w:r w:rsidRPr="00350D58">
        <w:rPr>
          <w:b/>
          <w:lang w:val="es-ES"/>
        </w:rPr>
        <w:lastRenderedPageBreak/>
        <w:t>38.</w:t>
      </w:r>
      <w:r>
        <w:rPr>
          <w:lang w:val="es-ES"/>
        </w:rPr>
        <w:tab/>
        <w:t xml:space="preserve">¿Cuál es el grado o nivel escolar más alto que </w:t>
      </w:r>
      <w:r w:rsidR="00F14371">
        <w:rPr>
          <w:lang w:val="es-ES"/>
        </w:rPr>
        <w:t xml:space="preserve">usted </w:t>
      </w:r>
      <w:r w:rsidRPr="00E20851">
        <w:rPr>
          <w:lang w:val="es-ES"/>
        </w:rPr>
        <w:t>ha completado?</w:t>
      </w:r>
    </w:p>
    <w:p w14:paraId="3CD4B806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noProof/>
          <w:lang w:val="es-ES_tradnl"/>
        </w:rPr>
        <w:tab/>
        <w:t>8 años de escuela o menos</w:t>
      </w:r>
    </w:p>
    <w:p w14:paraId="47A4830A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noProof/>
          <w:sz w:val="32"/>
          <w:szCs w:val="32"/>
          <w:lang w:val="es-ES_tradnl"/>
        </w:rPr>
        <w:tab/>
      </w:r>
      <w:r>
        <w:rPr>
          <w:noProof/>
          <w:lang w:val="es-ES_tradnl"/>
        </w:rPr>
        <w:t>9 a 12 años de escuela, pero sin graduarse</w:t>
      </w:r>
    </w:p>
    <w:p w14:paraId="0D43EDB4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noProof/>
          <w:sz w:val="32"/>
          <w:szCs w:val="32"/>
          <w:lang w:val="es-ES_tradnl"/>
        </w:rPr>
        <w:tab/>
      </w:r>
      <w:r>
        <w:rPr>
          <w:noProof/>
          <w:lang w:val="es-ES_tradnl"/>
        </w:rPr>
        <w:t>Graduado de la escuela secundaria (</w:t>
      </w:r>
      <w:r>
        <w:rPr>
          <w:i/>
          <w:iCs/>
          <w:noProof/>
          <w:lang w:val="es-ES_tradnl"/>
        </w:rPr>
        <w:t>high school</w:t>
      </w:r>
      <w:r>
        <w:rPr>
          <w:noProof/>
          <w:lang w:val="es-ES_tradnl"/>
        </w:rPr>
        <w:t>), Diploma de escuela secundaria, preparatoria, o su equivalente (o GED)</w:t>
      </w:r>
    </w:p>
    <w:p w14:paraId="0202C86B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noProof/>
          <w:lang w:val="es-ES_tradnl"/>
        </w:rPr>
        <w:tab/>
        <w:t>Algunos cursos universitarios o un título universitario de un programa de 2 años</w:t>
      </w:r>
    </w:p>
    <w:p w14:paraId="3FCF62EC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noProof/>
          <w:lang w:val="es-ES_tradnl"/>
        </w:rPr>
        <w:tab/>
        <w:t xml:space="preserve">Título universitario de 4 años </w:t>
      </w:r>
    </w:p>
    <w:p w14:paraId="1212DE77" w14:textId="77777777" w:rsidR="001A70B9" w:rsidRDefault="001A70B9" w:rsidP="00350D58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6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noProof/>
          <w:sz w:val="32"/>
          <w:szCs w:val="32"/>
          <w:lang w:val="es-ES_tradnl"/>
        </w:rPr>
        <w:tab/>
      </w:r>
      <w:r>
        <w:rPr>
          <w:noProof/>
          <w:lang w:val="es-ES_tradnl"/>
        </w:rPr>
        <w:t>Título universitario de más de 4 años</w:t>
      </w:r>
    </w:p>
    <w:p w14:paraId="7A260AC7" w14:textId="6429652F" w:rsidR="00173563" w:rsidRDefault="00173563" w:rsidP="00350D58">
      <w:pPr>
        <w:pStyle w:val="Q1-Survey-Question"/>
        <w:rPr>
          <w:b/>
          <w:lang w:val="es-ES"/>
        </w:rPr>
      </w:pPr>
    </w:p>
    <w:p w14:paraId="20786E6E" w14:textId="77777777" w:rsidR="001A70B9" w:rsidRPr="00285690" w:rsidRDefault="001A70B9" w:rsidP="00350D58">
      <w:pPr>
        <w:pStyle w:val="Q1-Survey-Question"/>
        <w:rPr>
          <w:lang w:val="es-ES_tradnl"/>
        </w:rPr>
      </w:pPr>
      <w:r w:rsidRPr="00350D58">
        <w:rPr>
          <w:b/>
          <w:lang w:val="es-ES"/>
        </w:rPr>
        <w:t>39.</w:t>
      </w:r>
      <w:r w:rsidRPr="00285690">
        <w:rPr>
          <w:lang w:val="es-ES"/>
        </w:rPr>
        <w:tab/>
        <w:t>¿</w:t>
      </w:r>
      <w:r w:rsidRPr="00285690">
        <w:rPr>
          <w:noProof/>
          <w:lang w:val="es-ES_tradnl"/>
        </w:rPr>
        <w:t>Qué relación tiene con e</w:t>
      </w:r>
      <w:r w:rsidRPr="00285690">
        <w:rPr>
          <w:lang w:val="es-ES_tradnl"/>
        </w:rPr>
        <w:t>l niño</w:t>
      </w:r>
      <w:r w:rsidRPr="00285690">
        <w:rPr>
          <w:lang w:val="es-ES"/>
        </w:rPr>
        <w:t>?</w:t>
      </w:r>
    </w:p>
    <w:p w14:paraId="4731286F" w14:textId="77777777" w:rsidR="001A70B9" w:rsidRPr="00285690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>Madre o padre</w:t>
      </w:r>
    </w:p>
    <w:p w14:paraId="43E90630" w14:textId="77777777" w:rsidR="001A70B9" w:rsidRPr="00285690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>Abuelo o abuela</w:t>
      </w:r>
    </w:p>
    <w:p w14:paraId="5D9F2D70" w14:textId="77777777" w:rsidR="001A70B9" w:rsidRPr="00285690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>Tía o tío</w:t>
      </w:r>
    </w:p>
    <w:p w14:paraId="3E9EFEE6" w14:textId="77777777" w:rsidR="001A70B9" w:rsidRPr="00285690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>Hermano o hermana mayor</w:t>
      </w:r>
    </w:p>
    <w:p w14:paraId="74A595E4" w14:textId="77777777" w:rsidR="001A70B9" w:rsidRPr="00285690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 xml:space="preserve">Otro familiar </w:t>
      </w:r>
    </w:p>
    <w:p w14:paraId="0F7451F4" w14:textId="77777777" w:rsidR="001A70B9" w:rsidRDefault="001A70B9" w:rsidP="00350D58">
      <w:pPr>
        <w:pStyle w:val="A1-Survey1DigitRespOptBox"/>
        <w:rPr>
          <w:lang w:val="es-ES_tradnl"/>
        </w:rPr>
      </w:pPr>
      <w:r w:rsidRPr="00285690">
        <w:rPr>
          <w:sz w:val="20"/>
          <w:vertAlign w:val="superscript"/>
          <w:lang w:val="es-ES_tradnl"/>
        </w:rPr>
        <w:t>6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sz w:val="32"/>
          <w:lang w:val="es-ES_tradnl"/>
        </w:rPr>
        <w:tab/>
      </w:r>
      <w:r w:rsidRPr="00285690">
        <w:rPr>
          <w:lang w:val="es-ES_tradnl"/>
        </w:rPr>
        <w:t>Tutor legal del niño</w:t>
      </w:r>
    </w:p>
    <w:p w14:paraId="7C78B682" w14:textId="77777777" w:rsidR="00F14371" w:rsidRPr="00BF3D54" w:rsidRDefault="00F14371" w:rsidP="00F14371">
      <w:pPr>
        <w:pStyle w:val="A1-Survey1DigitRespOptBox"/>
        <w:spacing w:before="0" w:after="0"/>
        <w:rPr>
          <w:sz w:val="22"/>
          <w:szCs w:val="22"/>
          <w:lang w:val="es-ES_tradnl"/>
        </w:rPr>
      </w:pPr>
      <w:r w:rsidRPr="00BF3D54">
        <w:rPr>
          <w:sz w:val="22"/>
          <w:szCs w:val="22"/>
          <w:vertAlign w:val="superscript"/>
          <w:lang w:val="es-ES_tradnl"/>
        </w:rPr>
        <w:t>7</w:t>
      </w:r>
      <w:r w:rsidRPr="00BF3D54">
        <w:rPr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F3D54">
        <w:rPr>
          <w:sz w:val="22"/>
          <w:szCs w:val="22"/>
          <w:lang w:val="es-ES_tradnl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BF3D54">
        <w:rPr>
          <w:sz w:val="22"/>
          <w:szCs w:val="22"/>
        </w:rPr>
        <w:fldChar w:fldCharType="end"/>
      </w:r>
      <w:r w:rsidRPr="00BF3D54">
        <w:rPr>
          <w:sz w:val="22"/>
          <w:szCs w:val="22"/>
          <w:lang w:val="es-ES_tradnl"/>
        </w:rPr>
        <w:tab/>
        <w:t>Otra persona</w:t>
      </w:r>
    </w:p>
    <w:p w14:paraId="79751DE7" w14:textId="77777777" w:rsidR="003722DE" w:rsidRPr="0021690A" w:rsidRDefault="003722DE" w:rsidP="003722DE">
      <w:pPr>
        <w:pStyle w:val="A3-SurveyResponseLine"/>
        <w:keepLines/>
        <w:rPr>
          <w:i/>
          <w:lang w:val="es-ES_tradnl"/>
        </w:rPr>
      </w:pPr>
      <w:r w:rsidRPr="0021690A">
        <w:rPr>
          <w:i/>
          <w:lang w:val="es-ES_tradnl"/>
        </w:rPr>
        <w:t>Por favor escriba en letra de molde:</w:t>
      </w:r>
    </w:p>
    <w:p w14:paraId="1D0915E4" w14:textId="77777777" w:rsidR="003722DE" w:rsidRPr="00BF7E0D" w:rsidRDefault="003722DE" w:rsidP="003722DE">
      <w:pPr>
        <w:pStyle w:val="A3-SurveyResponseLine"/>
        <w:keepLines/>
        <w:rPr>
          <w:lang w:val="fr-FR"/>
        </w:rPr>
      </w:pPr>
      <w:r w:rsidRPr="00BF7E0D">
        <w:rPr>
          <w:lang w:val="fr-FR"/>
        </w:rPr>
        <w:tab/>
      </w:r>
    </w:p>
    <w:p w14:paraId="1EBB0ABA" w14:textId="1BC6E43C" w:rsidR="00870A38" w:rsidRPr="00BF7E0D" w:rsidRDefault="003722DE" w:rsidP="003722DE">
      <w:pPr>
        <w:pStyle w:val="A3-SurveyResponseLine"/>
        <w:keepLines/>
        <w:rPr>
          <w:lang w:val="fr-FR"/>
        </w:rPr>
      </w:pPr>
      <w:r w:rsidRPr="00BF7E0D">
        <w:rPr>
          <w:lang w:val="fr-FR"/>
        </w:rPr>
        <w:tab/>
      </w:r>
      <w:r w:rsidR="00870A38" w:rsidRPr="00BF7E0D">
        <w:rPr>
          <w:lang w:val="fr-FR"/>
        </w:rPr>
        <w:br/>
      </w:r>
    </w:p>
    <w:p w14:paraId="601E6F86" w14:textId="400A65B7" w:rsidR="001A70B9" w:rsidRDefault="00462E95" w:rsidP="00350D58">
      <w:pPr>
        <w:pStyle w:val="Q1-Survey-Question"/>
        <w:rPr>
          <w:lang w:val="es-ES"/>
        </w:rPr>
      </w:pPr>
      <w:r>
        <w:rPr>
          <w:b/>
          <w:lang w:val="es-ES"/>
        </w:rPr>
        <w:br w:type="column"/>
      </w:r>
      <w:r w:rsidR="001A70B9" w:rsidRPr="00350D58">
        <w:rPr>
          <w:b/>
          <w:lang w:val="es-ES"/>
        </w:rPr>
        <w:t>40.</w:t>
      </w:r>
      <w:r w:rsidR="001A70B9">
        <w:rPr>
          <w:lang w:val="es-ES"/>
        </w:rPr>
        <w:tab/>
        <w:t>¿</w:t>
      </w:r>
      <w:r w:rsidR="00F14371">
        <w:rPr>
          <w:lang w:val="es-ES"/>
        </w:rPr>
        <w:t xml:space="preserve">Le ayudó alguien </w:t>
      </w:r>
      <w:r w:rsidR="001A70B9">
        <w:rPr>
          <w:lang w:val="es-ES"/>
        </w:rPr>
        <w:t>a completar esta encuesta?</w:t>
      </w:r>
    </w:p>
    <w:p w14:paraId="0AA9608B" w14:textId="77777777" w:rsidR="001A70B9" w:rsidRPr="00350D58" w:rsidRDefault="001A70B9" w:rsidP="00350D58">
      <w:pPr>
        <w:pStyle w:val="A1-Survey1DigitRespOptBox"/>
        <w:rPr>
          <w:lang w:val="es-ES"/>
        </w:rPr>
      </w:pPr>
      <w:r w:rsidRPr="00350D58">
        <w:rPr>
          <w:vertAlign w:val="superscript"/>
          <w:lang w:val="es-ES"/>
        </w:rPr>
        <w:t>1</w:t>
      </w:r>
      <w:r w:rsidR="0016304F" w:rsidRPr="00350D58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 w:rsidRPr="00350D58">
        <w:fldChar w:fldCharType="end"/>
      </w:r>
      <w:r w:rsidRPr="00350D58">
        <w:rPr>
          <w:lang w:val="es-ES"/>
        </w:rPr>
        <w:tab/>
        <w:t>Sí</w:t>
      </w:r>
    </w:p>
    <w:p w14:paraId="1EE96773" w14:textId="77777777" w:rsidR="001A70B9" w:rsidRDefault="001A70B9" w:rsidP="00617BDF">
      <w:pPr>
        <w:pStyle w:val="A1-Survey1DigitRespOptBox"/>
        <w:ind w:left="1714" w:hanging="1138"/>
        <w:rPr>
          <w:b/>
          <w:lang w:val="es-ES_tradnl"/>
        </w:rPr>
      </w:pPr>
      <w:r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  <w:t>No</w:t>
      </w:r>
      <w:r w:rsidR="00350D58">
        <w:rPr>
          <w:lang w:val="es-ES"/>
        </w:rPr>
        <w:t xml:space="preserve"> </w:t>
      </w:r>
      <w:r w:rsidR="00350D58" w:rsidRPr="00350D58">
        <w:rPr>
          <w:b/>
          <w:bCs/>
          <w:szCs w:val="24"/>
        </w:rPr>
        <w:sym w:font="Symbol" w:char="F0AE"/>
      </w:r>
      <w:r w:rsidR="00350D58" w:rsidRPr="00350D58">
        <w:rPr>
          <w:b/>
          <w:bCs/>
          <w:szCs w:val="24"/>
        </w:rPr>
        <w:t> </w:t>
      </w:r>
      <w:r>
        <w:rPr>
          <w:b/>
          <w:lang w:val="es-ES"/>
        </w:rPr>
        <w:t xml:space="preserve">Gracias. </w:t>
      </w:r>
      <w:r w:rsidRPr="00F11627">
        <w:rPr>
          <w:b/>
          <w:szCs w:val="24"/>
          <w:lang w:val="es-ES"/>
        </w:rPr>
        <w:t>P</w:t>
      </w:r>
      <w:r w:rsidRPr="00924F08">
        <w:rPr>
          <w:b/>
          <w:szCs w:val="24"/>
          <w:lang w:val="es-ES_tradnl"/>
        </w:rPr>
        <w:t xml:space="preserve">or favor, </w:t>
      </w:r>
      <w:r w:rsidR="00F14371" w:rsidRPr="002C705E">
        <w:rPr>
          <w:b/>
          <w:szCs w:val="24"/>
          <w:lang w:val="es-ES_tradnl"/>
        </w:rPr>
        <w:t>devuelva esta encuesta en el sobre con el porte o franqueo pagado</w:t>
      </w:r>
      <w:r w:rsidRPr="00924F08">
        <w:rPr>
          <w:b/>
          <w:lang w:val="es-ES_tradnl"/>
        </w:rPr>
        <w:t>.</w:t>
      </w:r>
      <w:r w:rsidR="00BE02D7">
        <w:rPr>
          <w:b/>
          <w:lang w:val="es-ES_tradnl"/>
        </w:rPr>
        <w:t xml:space="preserve"> </w:t>
      </w:r>
    </w:p>
    <w:p w14:paraId="7B326E08" w14:textId="77777777" w:rsidR="001A70B9" w:rsidRPr="00307A41" w:rsidRDefault="001A70B9" w:rsidP="00B45556">
      <w:pPr>
        <w:pStyle w:val="BQ-BeforeQuestion-6ptAfter"/>
        <w:rPr>
          <w:lang w:val="es-ES_tradnl"/>
        </w:rPr>
      </w:pPr>
    </w:p>
    <w:p w14:paraId="58B41F24" w14:textId="69ECE5B6" w:rsidR="001A70B9" w:rsidRPr="00285690" w:rsidRDefault="001A70B9" w:rsidP="00B45556">
      <w:pPr>
        <w:pStyle w:val="Q1-Survey-Question"/>
        <w:rPr>
          <w:lang w:val="es-ES"/>
        </w:rPr>
      </w:pPr>
      <w:r w:rsidRPr="00B45556">
        <w:rPr>
          <w:b/>
          <w:lang w:val="es-ES"/>
        </w:rPr>
        <w:t>41.</w:t>
      </w:r>
      <w:r>
        <w:rPr>
          <w:lang w:val="es-ES"/>
        </w:rPr>
        <w:tab/>
        <w:t>¿</w:t>
      </w:r>
      <w:r w:rsidRPr="00285690">
        <w:rPr>
          <w:lang w:val="es-ES"/>
        </w:rPr>
        <w:t xml:space="preserve">Cómo le ayudó a usted esta persona? Marque </w:t>
      </w:r>
      <w:r w:rsidR="00F14371">
        <w:rPr>
          <w:lang w:val="es-ES"/>
        </w:rPr>
        <w:t>una o más</w:t>
      </w:r>
      <w:r w:rsidRPr="00285690">
        <w:rPr>
          <w:lang w:val="es-ES"/>
        </w:rPr>
        <w:t>.</w:t>
      </w:r>
    </w:p>
    <w:p w14:paraId="111B9A32" w14:textId="77777777" w:rsidR="001A70B9" w:rsidRPr="00285690" w:rsidRDefault="001A70B9" w:rsidP="00B45556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1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lang w:val="es-ES"/>
        </w:rPr>
        <w:tab/>
        <w:t>Me leyó las preguntas</w:t>
      </w:r>
    </w:p>
    <w:p w14:paraId="6AF73C24" w14:textId="77777777" w:rsidR="001A70B9" w:rsidRPr="00285690" w:rsidRDefault="001A70B9" w:rsidP="00B45556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2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lang w:val="es-ES"/>
        </w:rPr>
        <w:tab/>
      </w:r>
      <w:r w:rsidRPr="00285690">
        <w:rPr>
          <w:szCs w:val="32"/>
          <w:lang w:val="es-ES_tradnl"/>
        </w:rPr>
        <w:t xml:space="preserve">Anotó </w:t>
      </w:r>
      <w:r w:rsidRPr="00285690">
        <w:rPr>
          <w:lang w:val="es-ES_tradnl"/>
        </w:rPr>
        <w:t>las respuestas que le di</w:t>
      </w:r>
    </w:p>
    <w:p w14:paraId="29CB11F6" w14:textId="77777777" w:rsidR="001A70B9" w:rsidRPr="00285690" w:rsidRDefault="001A70B9" w:rsidP="00B45556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3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lang w:val="es-ES"/>
        </w:rPr>
        <w:tab/>
        <w:t>Contestó las preguntas por mí</w:t>
      </w:r>
    </w:p>
    <w:p w14:paraId="6E7CDEF5" w14:textId="77777777" w:rsidR="001A70B9" w:rsidRPr="00285690" w:rsidRDefault="001A70B9" w:rsidP="00B45556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4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>
        <w:rPr>
          <w:lang w:val="es-ES"/>
        </w:rPr>
        <w:tab/>
      </w:r>
      <w:r w:rsidRPr="00285690">
        <w:rPr>
          <w:lang w:val="es-ES"/>
        </w:rPr>
        <w:t>Tradujo las preguntas a mi idioma</w:t>
      </w:r>
    </w:p>
    <w:p w14:paraId="47825FFA" w14:textId="77777777" w:rsidR="001A70B9" w:rsidRDefault="001A70B9" w:rsidP="00B45556">
      <w:pPr>
        <w:pStyle w:val="A1-Survey1DigitRespOptBox"/>
        <w:rPr>
          <w:lang w:val="es-ES"/>
        </w:rPr>
      </w:pPr>
      <w:r w:rsidRPr="00285690">
        <w:rPr>
          <w:vertAlign w:val="superscript"/>
          <w:lang w:val="es-ES"/>
        </w:rPr>
        <w:t>5</w:t>
      </w:r>
      <w:r w:rsidR="0016304F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2927BE">
        <w:rPr>
          <w:lang w:val="es-ES_tradnl"/>
        </w:rPr>
        <w:instrText xml:space="preserve"> FORMCHECKBOX </w:instrText>
      </w:r>
      <w:r w:rsidR="00000000">
        <w:fldChar w:fldCharType="separate"/>
      </w:r>
      <w:r w:rsidR="0016304F">
        <w:fldChar w:fldCharType="end"/>
      </w:r>
      <w:r w:rsidRPr="00285690">
        <w:rPr>
          <w:lang w:val="es-ES"/>
        </w:rPr>
        <w:tab/>
        <w:t xml:space="preserve">Me ayudó de otra forma </w:t>
      </w:r>
    </w:p>
    <w:p w14:paraId="6FA8E723" w14:textId="77777777" w:rsidR="001A70B9" w:rsidRPr="00E737B8" w:rsidRDefault="001A70B9" w:rsidP="003F2D16">
      <w:pPr>
        <w:pStyle w:val="SL-FlLftSgl"/>
        <w:rPr>
          <w:lang w:val="es-MX"/>
        </w:rPr>
      </w:pPr>
    </w:p>
    <w:p w14:paraId="3DB82A71" w14:textId="77777777" w:rsidR="00D43F9E" w:rsidRPr="00BF7E0D" w:rsidRDefault="00D43F9E" w:rsidP="00916910">
      <w:pPr>
        <w:pStyle w:val="C2-CtrSglSp"/>
        <w:rPr>
          <w:b/>
          <w:lang w:val="it-IT"/>
        </w:rPr>
        <w:sectPr w:rsidR="00D43F9E" w:rsidRPr="00BF7E0D" w:rsidSect="007A4922">
          <w:headerReference w:type="default" r:id="rId13"/>
          <w:footerReference w:type="default" r:id="rId14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5D410D49" w14:textId="77777777" w:rsidR="003F2D16" w:rsidRPr="00BF7E0D" w:rsidRDefault="003F2D16" w:rsidP="00916910">
      <w:pPr>
        <w:pStyle w:val="C2-CtrSglSp"/>
        <w:rPr>
          <w:b/>
          <w:lang w:val="it-IT"/>
        </w:rPr>
      </w:pPr>
    </w:p>
    <w:p w14:paraId="23A79A5D" w14:textId="77777777" w:rsidR="003F2D16" w:rsidRPr="00BF7E0D" w:rsidRDefault="003F2D16" w:rsidP="00916910">
      <w:pPr>
        <w:pStyle w:val="C2-CtrSglSp"/>
        <w:rPr>
          <w:b/>
          <w:lang w:val="it-IT"/>
        </w:rPr>
      </w:pPr>
    </w:p>
    <w:p w14:paraId="6FD9AA63" w14:textId="77777777" w:rsidR="001A70B9" w:rsidRPr="00916910" w:rsidRDefault="00916910" w:rsidP="00916910">
      <w:pPr>
        <w:pStyle w:val="C2-CtrSglSp"/>
        <w:rPr>
          <w:b/>
          <w:lang w:val="es-ES_tradnl"/>
        </w:rPr>
      </w:pPr>
      <w:r w:rsidRPr="00916910">
        <w:rPr>
          <w:b/>
          <w:lang w:val="es-ES_tradnl"/>
        </w:rPr>
        <w:t>Gracias.</w:t>
      </w:r>
    </w:p>
    <w:p w14:paraId="0C6A988C" w14:textId="77777777" w:rsidR="001A70B9" w:rsidRPr="00916910" w:rsidRDefault="001A70B9" w:rsidP="00916910">
      <w:pPr>
        <w:pStyle w:val="C2-CtrSglSp"/>
        <w:rPr>
          <w:b/>
          <w:lang w:val="es-ES_tradnl"/>
        </w:rPr>
      </w:pPr>
      <w:r w:rsidRPr="00F11627">
        <w:rPr>
          <w:b/>
          <w:lang w:val="es-ES_tradnl"/>
        </w:rPr>
        <w:t xml:space="preserve">Por favor, </w:t>
      </w:r>
      <w:r w:rsidR="00F14371" w:rsidRPr="002C705E">
        <w:rPr>
          <w:b/>
          <w:lang w:val="es-ES_tradnl"/>
        </w:rPr>
        <w:t>devuelva esta encuesta en el sobre con el porte o franqueo</w:t>
      </w:r>
      <w:r w:rsidR="00F14371" w:rsidRPr="002C705E">
        <w:rPr>
          <w:b/>
          <w:sz w:val="22"/>
          <w:szCs w:val="22"/>
          <w:lang w:val="es-ES_tradnl"/>
        </w:rPr>
        <w:t xml:space="preserve"> pagado</w:t>
      </w:r>
      <w:r w:rsidRPr="00924F08">
        <w:rPr>
          <w:b/>
          <w:lang w:val="es-ES_tradnl"/>
        </w:rPr>
        <w:t>.</w:t>
      </w:r>
    </w:p>
    <w:sectPr w:rsidR="001A70B9" w:rsidRPr="00916910" w:rsidSect="007A4922">
      <w:footerReference w:type="default" r:id="rId15"/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91783" w14:textId="77777777" w:rsidR="00AF138A" w:rsidRDefault="00AF138A" w:rsidP="00582D3A">
      <w:r>
        <w:separator/>
      </w:r>
    </w:p>
  </w:endnote>
  <w:endnote w:type="continuationSeparator" w:id="0">
    <w:p w14:paraId="45F11B27" w14:textId="77777777" w:rsidR="00AF138A" w:rsidRDefault="00AF138A" w:rsidP="0058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2D2BD" w14:textId="2D4EA754" w:rsidR="00462E95" w:rsidRPr="00DF543E" w:rsidRDefault="00462E95" w:rsidP="00631170">
    <w:pPr>
      <w:pStyle w:val="Footer"/>
      <w:jc w:val="center"/>
    </w:pPr>
    <w:r w:rsidRPr="00DF543E">
      <w:rPr>
        <w:rStyle w:val="PageNumber"/>
      </w:rPr>
      <w:fldChar w:fldCharType="begin"/>
    </w:r>
    <w:r w:rsidRPr="00DF543E">
      <w:rPr>
        <w:rStyle w:val="PageNumber"/>
      </w:rPr>
      <w:instrText xml:space="preserve"> PAGE </w:instrText>
    </w:r>
    <w:r w:rsidRPr="00DF543E">
      <w:rPr>
        <w:rStyle w:val="PageNumber"/>
      </w:rPr>
      <w:fldChar w:fldCharType="separate"/>
    </w:r>
    <w:r w:rsidR="00BC49B6">
      <w:rPr>
        <w:rStyle w:val="PageNumber"/>
        <w:noProof/>
      </w:rPr>
      <w:t>6</w:t>
    </w:r>
    <w:r w:rsidRPr="00DF543E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C66FA" w14:textId="748060B2" w:rsidR="00462E95" w:rsidRPr="00DF543E" w:rsidRDefault="00462E95" w:rsidP="00631170">
    <w:pPr>
      <w:pStyle w:val="Footer"/>
      <w:jc w:val="center"/>
    </w:pPr>
    <w:r w:rsidRPr="00DF543E">
      <w:rPr>
        <w:rStyle w:val="PageNumber"/>
      </w:rPr>
      <w:fldChar w:fldCharType="begin"/>
    </w:r>
    <w:r w:rsidRPr="00DF543E">
      <w:rPr>
        <w:rStyle w:val="PageNumber"/>
      </w:rPr>
      <w:instrText xml:space="preserve"> PAGE </w:instrText>
    </w:r>
    <w:r w:rsidRPr="00DF543E">
      <w:rPr>
        <w:rStyle w:val="PageNumber"/>
      </w:rPr>
      <w:fldChar w:fldCharType="separate"/>
    </w:r>
    <w:r w:rsidR="00BC49B6">
      <w:rPr>
        <w:rStyle w:val="PageNumber"/>
        <w:noProof/>
      </w:rPr>
      <w:t>7</w:t>
    </w:r>
    <w:r w:rsidRPr="00DF543E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33056" w14:textId="77777777" w:rsidR="00462E95" w:rsidRDefault="00000000">
    <w:pPr>
      <w:pStyle w:val="Footer"/>
    </w:pPr>
    <w:fldSimple w:instr=" FILENAME   \* MERGEFORMAT ">
      <w:r w:rsidR="00673F14">
        <w:rPr>
          <w:noProof/>
        </w:rPr>
        <w:t>Child_Comm_Span_HP50_2154b.docx</w:t>
      </w:r>
    </w:fldSimple>
    <w:r w:rsidR="00462E95">
      <w:tab/>
    </w:r>
    <w:r w:rsidR="00462E95">
      <w:rPr>
        <w:rStyle w:val="PageNumber"/>
      </w:rPr>
      <w:fldChar w:fldCharType="begin"/>
    </w:r>
    <w:r w:rsidR="00462E95">
      <w:rPr>
        <w:rStyle w:val="PageNumber"/>
      </w:rPr>
      <w:instrText xml:space="preserve"> PAGE </w:instrText>
    </w:r>
    <w:r w:rsidR="00462E95">
      <w:rPr>
        <w:rStyle w:val="PageNumber"/>
      </w:rPr>
      <w:fldChar w:fldCharType="separate"/>
    </w:r>
    <w:r w:rsidR="00462E95">
      <w:rPr>
        <w:rStyle w:val="PageNumber"/>
        <w:noProof/>
      </w:rPr>
      <w:t>12</w:t>
    </w:r>
    <w:r w:rsidR="00462E95">
      <w:rPr>
        <w:rStyle w:val="PageNumber"/>
      </w:rPr>
      <w:fldChar w:fldCharType="end"/>
    </w:r>
    <w:r w:rsidR="00462E95">
      <w:tab/>
      <w:t>10/15/2008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52B9F" w14:textId="77777777" w:rsidR="00AF138A" w:rsidRDefault="00AF138A" w:rsidP="00582D3A">
      <w:r>
        <w:separator/>
      </w:r>
    </w:p>
  </w:footnote>
  <w:footnote w:type="continuationSeparator" w:id="0">
    <w:p w14:paraId="4ACE2235" w14:textId="77777777" w:rsidR="00AF138A" w:rsidRDefault="00AF138A" w:rsidP="00582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3AC9C" w14:textId="3A4A971F" w:rsidR="00462E95" w:rsidRDefault="0021690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0" wp14:anchorId="4FF1791B" wp14:editId="70F0D782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229600"/>
              <wp:effectExtent l="9525" t="9525" r="9525" b="9525"/>
              <wp:wrapTopAndBottom/>
              <wp:docPr id="2" name="Lin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29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0B4C27" id="Line 6" o:spid="_x0000_s1026" alt="&quot;&quot;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" o:allowoverlap="f">
              <w10:wrap type="topAndBottom" anchorx="page" anchory="page"/>
              <w10:anchorlock/>
            </v:line>
          </w:pict>
        </mc:Fallback>
      </mc:AlternateContent>
    </w:r>
    <w:r w:rsidR="00462E95">
      <w:t>CAHPS Health Plan Surveys</w:t>
    </w:r>
    <w:r w:rsidR="00462E95">
      <w:tab/>
      <w:t>Child Commercial Survey 5.</w:t>
    </w:r>
    <w:r w:rsidR="00ED1299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7DEB6" w14:textId="01436128" w:rsidR="00462E95" w:rsidRDefault="0021690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0" wp14:anchorId="00C4A76E" wp14:editId="62888F29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5486400"/>
              <wp:effectExtent l="9525" t="9525" r="9525" b="9525"/>
              <wp:wrapTopAndBottom/>
              <wp:docPr id="1" name="Line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486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6BDA39" id="Line 7" o:spid="_x0000_s1026" alt="&quot;&quot;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" o:allowoverlap="f">
              <w10:wrap type="topAndBottom" anchorx="page" anchory="page"/>
              <w10:anchorlock/>
            </v:line>
          </w:pict>
        </mc:Fallback>
      </mc:AlternateContent>
    </w:r>
    <w:r w:rsidR="00462E95">
      <w:t>CAHPS Health Plan Surveys</w:t>
    </w:r>
    <w:r w:rsidR="00462E95">
      <w:tab/>
      <w:t>Child Commercial Survey 5.</w:t>
    </w:r>
    <w:r w:rsidR="00ED1299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A4273"/>
    <w:multiLevelType w:val="hybridMultilevel"/>
    <w:tmpl w:val="E9004C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0263CC"/>
    <w:multiLevelType w:val="hybridMultilevel"/>
    <w:tmpl w:val="54EC6F48"/>
    <w:lvl w:ilvl="0" w:tplc="75EECF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07641AF"/>
    <w:multiLevelType w:val="hybridMultilevel"/>
    <w:tmpl w:val="5A9C9F92"/>
    <w:lvl w:ilvl="0" w:tplc="223242B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FB7830"/>
    <w:multiLevelType w:val="hybridMultilevel"/>
    <w:tmpl w:val="3A402754"/>
    <w:lvl w:ilvl="0" w:tplc="2ECCA7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2B7DBA"/>
    <w:multiLevelType w:val="hybridMultilevel"/>
    <w:tmpl w:val="6798A004"/>
    <w:lvl w:ilvl="0" w:tplc="4E6633CC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A138D4"/>
    <w:multiLevelType w:val="hybridMultilevel"/>
    <w:tmpl w:val="E4EA619E"/>
    <w:lvl w:ilvl="0" w:tplc="A0A2FF2C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8E6628"/>
    <w:multiLevelType w:val="hybridMultilevel"/>
    <w:tmpl w:val="207CB2D4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D17541"/>
    <w:multiLevelType w:val="hybridMultilevel"/>
    <w:tmpl w:val="B12EA154"/>
    <w:lvl w:ilvl="0" w:tplc="2ECCA7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8D904AE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23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765FAB"/>
    <w:multiLevelType w:val="hybridMultilevel"/>
    <w:tmpl w:val="73AE47DC"/>
    <w:lvl w:ilvl="0" w:tplc="3A1A6C9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563B4"/>
    <w:multiLevelType w:val="hybridMultilevel"/>
    <w:tmpl w:val="40CE9FE4"/>
    <w:lvl w:ilvl="0" w:tplc="761CB4B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0" w15:restartNumberingAfterBreak="0">
    <w:nsid w:val="71482A2E"/>
    <w:multiLevelType w:val="hybridMultilevel"/>
    <w:tmpl w:val="59D6CAC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462827"/>
    <w:multiLevelType w:val="hybridMultilevel"/>
    <w:tmpl w:val="F10AC392"/>
    <w:lvl w:ilvl="0" w:tplc="7BEA61D8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2B16FB"/>
    <w:multiLevelType w:val="hybridMultilevel"/>
    <w:tmpl w:val="EC60A2DE"/>
    <w:lvl w:ilvl="0" w:tplc="ADB806A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360163184">
    <w:abstractNumId w:val="22"/>
  </w:num>
  <w:num w:numId="2" w16cid:durableId="317078208">
    <w:abstractNumId w:val="22"/>
  </w:num>
  <w:num w:numId="3" w16cid:durableId="1238203010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 w16cid:durableId="194730422">
    <w:abstractNumId w:val="13"/>
  </w:num>
  <w:num w:numId="5" w16cid:durableId="1047333442">
    <w:abstractNumId w:val="22"/>
  </w:num>
  <w:num w:numId="6" w16cid:durableId="1064722844">
    <w:abstractNumId w:val="24"/>
  </w:num>
  <w:num w:numId="7" w16cid:durableId="483787039">
    <w:abstractNumId w:val="16"/>
  </w:num>
  <w:num w:numId="8" w16cid:durableId="1435588160">
    <w:abstractNumId w:val="13"/>
  </w:num>
  <w:num w:numId="9" w16cid:durableId="712314827">
    <w:abstractNumId w:val="22"/>
  </w:num>
  <w:num w:numId="10" w16cid:durableId="1575044283">
    <w:abstractNumId w:val="24"/>
  </w:num>
  <w:num w:numId="11" w16cid:durableId="195317454">
    <w:abstractNumId w:val="16"/>
  </w:num>
  <w:num w:numId="12" w16cid:durableId="395056097">
    <w:abstractNumId w:val="13"/>
  </w:num>
  <w:num w:numId="13" w16cid:durableId="460148222">
    <w:abstractNumId w:val="22"/>
  </w:num>
  <w:num w:numId="14" w16cid:durableId="2014450961">
    <w:abstractNumId w:val="24"/>
  </w:num>
  <w:num w:numId="15" w16cid:durableId="1977371205">
    <w:abstractNumId w:val="16"/>
  </w:num>
  <w:num w:numId="16" w16cid:durableId="676227477">
    <w:abstractNumId w:val="13"/>
  </w:num>
  <w:num w:numId="17" w16cid:durableId="429014787">
    <w:abstractNumId w:val="22"/>
  </w:num>
  <w:num w:numId="18" w16cid:durableId="1494027156">
    <w:abstractNumId w:val="24"/>
  </w:num>
  <w:num w:numId="19" w16cid:durableId="737439471">
    <w:abstractNumId w:val="16"/>
  </w:num>
  <w:num w:numId="20" w16cid:durableId="1231191978">
    <w:abstractNumId w:val="9"/>
  </w:num>
  <w:num w:numId="21" w16cid:durableId="474032587">
    <w:abstractNumId w:val="7"/>
  </w:num>
  <w:num w:numId="22" w16cid:durableId="1987978077">
    <w:abstractNumId w:val="6"/>
  </w:num>
  <w:num w:numId="23" w16cid:durableId="2070372619">
    <w:abstractNumId w:val="5"/>
  </w:num>
  <w:num w:numId="24" w16cid:durableId="2102026940">
    <w:abstractNumId w:val="4"/>
  </w:num>
  <w:num w:numId="25" w16cid:durableId="1461804772">
    <w:abstractNumId w:val="8"/>
  </w:num>
  <w:num w:numId="26" w16cid:durableId="1366130214">
    <w:abstractNumId w:val="3"/>
  </w:num>
  <w:num w:numId="27" w16cid:durableId="2067072372">
    <w:abstractNumId w:val="2"/>
  </w:num>
  <w:num w:numId="28" w16cid:durableId="645545971">
    <w:abstractNumId w:val="1"/>
  </w:num>
  <w:num w:numId="29" w16cid:durableId="1944610949">
    <w:abstractNumId w:val="0"/>
  </w:num>
  <w:num w:numId="30" w16cid:durableId="891230884">
    <w:abstractNumId w:val="11"/>
  </w:num>
  <w:num w:numId="31" w16cid:durableId="1820877145">
    <w:abstractNumId w:val="23"/>
  </w:num>
  <w:num w:numId="32" w16cid:durableId="464278303">
    <w:abstractNumId w:val="28"/>
  </w:num>
  <w:num w:numId="33" w16cid:durableId="1606419133">
    <w:abstractNumId w:val="26"/>
  </w:num>
  <w:num w:numId="34" w16cid:durableId="1433821592">
    <w:abstractNumId w:val="30"/>
  </w:num>
  <w:num w:numId="35" w16cid:durableId="1068462209">
    <w:abstractNumId w:val="20"/>
  </w:num>
  <w:num w:numId="36" w16cid:durableId="1957982628">
    <w:abstractNumId w:val="19"/>
  </w:num>
  <w:num w:numId="37" w16cid:durableId="331373718">
    <w:abstractNumId w:val="31"/>
  </w:num>
  <w:num w:numId="38" w16cid:durableId="149368439">
    <w:abstractNumId w:val="21"/>
  </w:num>
  <w:num w:numId="39" w16cid:durableId="1655374615">
    <w:abstractNumId w:val="17"/>
  </w:num>
  <w:num w:numId="40" w16cid:durableId="21251554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93470808">
    <w:abstractNumId w:val="12"/>
  </w:num>
  <w:num w:numId="42" w16cid:durableId="580988987">
    <w:abstractNumId w:val="18"/>
  </w:num>
  <w:num w:numId="43" w16cid:durableId="2146772409">
    <w:abstractNumId w:val="25"/>
  </w:num>
  <w:num w:numId="44" w16cid:durableId="344752015">
    <w:abstractNumId w:val="15"/>
  </w:num>
  <w:num w:numId="45" w16cid:durableId="2053379052">
    <w:abstractNumId w:val="32"/>
  </w:num>
  <w:num w:numId="46" w16cid:durableId="566839295">
    <w:abstractNumId w:val="27"/>
  </w:num>
  <w:num w:numId="47" w16cid:durableId="1670984379">
    <w:abstractNumId w:val="29"/>
  </w:num>
  <w:num w:numId="48" w16cid:durableId="3260565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0B9"/>
    <w:rsid w:val="00025614"/>
    <w:rsid w:val="00034ACD"/>
    <w:rsid w:val="00037D4F"/>
    <w:rsid w:val="00037D86"/>
    <w:rsid w:val="000578C7"/>
    <w:rsid w:val="00084618"/>
    <w:rsid w:val="00095F46"/>
    <w:rsid w:val="000A0170"/>
    <w:rsid w:val="000A4687"/>
    <w:rsid w:val="000E1C95"/>
    <w:rsid w:val="00112FD9"/>
    <w:rsid w:val="00126B08"/>
    <w:rsid w:val="001579D8"/>
    <w:rsid w:val="00161C6E"/>
    <w:rsid w:val="00162290"/>
    <w:rsid w:val="0016304F"/>
    <w:rsid w:val="0016337A"/>
    <w:rsid w:val="0017096C"/>
    <w:rsid w:val="00173563"/>
    <w:rsid w:val="001939F3"/>
    <w:rsid w:val="0019650B"/>
    <w:rsid w:val="001A48A7"/>
    <w:rsid w:val="001A70B9"/>
    <w:rsid w:val="001A78C4"/>
    <w:rsid w:val="001B4B97"/>
    <w:rsid w:val="001D0F3A"/>
    <w:rsid w:val="001D614C"/>
    <w:rsid w:val="001F488B"/>
    <w:rsid w:val="002003BA"/>
    <w:rsid w:val="0021690A"/>
    <w:rsid w:val="00237B8F"/>
    <w:rsid w:val="00254CB9"/>
    <w:rsid w:val="002770C9"/>
    <w:rsid w:val="002849F9"/>
    <w:rsid w:val="002906C7"/>
    <w:rsid w:val="002927BE"/>
    <w:rsid w:val="002C705E"/>
    <w:rsid w:val="002D1711"/>
    <w:rsid w:val="002E44E0"/>
    <w:rsid w:val="002F0C09"/>
    <w:rsid w:val="00305685"/>
    <w:rsid w:val="00330CC8"/>
    <w:rsid w:val="00340622"/>
    <w:rsid w:val="00342C34"/>
    <w:rsid w:val="0034614E"/>
    <w:rsid w:val="00350D58"/>
    <w:rsid w:val="00367908"/>
    <w:rsid w:val="003722DE"/>
    <w:rsid w:val="00373528"/>
    <w:rsid w:val="00381F04"/>
    <w:rsid w:val="0038587E"/>
    <w:rsid w:val="00386056"/>
    <w:rsid w:val="003937CE"/>
    <w:rsid w:val="003976BE"/>
    <w:rsid w:val="003A1D5D"/>
    <w:rsid w:val="003B001E"/>
    <w:rsid w:val="003D1A72"/>
    <w:rsid w:val="003F2D16"/>
    <w:rsid w:val="00417A72"/>
    <w:rsid w:val="00462E95"/>
    <w:rsid w:val="00463691"/>
    <w:rsid w:val="00481125"/>
    <w:rsid w:val="004A222D"/>
    <w:rsid w:val="004D4935"/>
    <w:rsid w:val="005028DF"/>
    <w:rsid w:val="00544A12"/>
    <w:rsid w:val="00544E62"/>
    <w:rsid w:val="005630AA"/>
    <w:rsid w:val="005744A7"/>
    <w:rsid w:val="0057544E"/>
    <w:rsid w:val="00582D3A"/>
    <w:rsid w:val="00592056"/>
    <w:rsid w:val="005A4C6C"/>
    <w:rsid w:val="005A4ED0"/>
    <w:rsid w:val="005B6A5F"/>
    <w:rsid w:val="005F4A60"/>
    <w:rsid w:val="00602B99"/>
    <w:rsid w:val="00617BDF"/>
    <w:rsid w:val="00625CB0"/>
    <w:rsid w:val="00627BA6"/>
    <w:rsid w:val="00631170"/>
    <w:rsid w:val="006560EF"/>
    <w:rsid w:val="00673F14"/>
    <w:rsid w:val="006A5713"/>
    <w:rsid w:val="006C7526"/>
    <w:rsid w:val="006D5AC9"/>
    <w:rsid w:val="006D66D9"/>
    <w:rsid w:val="006F094D"/>
    <w:rsid w:val="007608FE"/>
    <w:rsid w:val="0077481A"/>
    <w:rsid w:val="007A34AF"/>
    <w:rsid w:val="007A4922"/>
    <w:rsid w:val="007C5A99"/>
    <w:rsid w:val="007D48E5"/>
    <w:rsid w:val="007E3952"/>
    <w:rsid w:val="00832B25"/>
    <w:rsid w:val="00851521"/>
    <w:rsid w:val="00867203"/>
    <w:rsid w:val="00870A38"/>
    <w:rsid w:val="008904B7"/>
    <w:rsid w:val="008B354D"/>
    <w:rsid w:val="008C681B"/>
    <w:rsid w:val="008F0877"/>
    <w:rsid w:val="008F71C1"/>
    <w:rsid w:val="009152A7"/>
    <w:rsid w:val="00916910"/>
    <w:rsid w:val="00924F08"/>
    <w:rsid w:val="00936111"/>
    <w:rsid w:val="0093667C"/>
    <w:rsid w:val="00951590"/>
    <w:rsid w:val="00952066"/>
    <w:rsid w:val="00970688"/>
    <w:rsid w:val="009739C1"/>
    <w:rsid w:val="009771E1"/>
    <w:rsid w:val="009B2B3B"/>
    <w:rsid w:val="009B43A8"/>
    <w:rsid w:val="009C5AEB"/>
    <w:rsid w:val="009D29F3"/>
    <w:rsid w:val="009F41A4"/>
    <w:rsid w:val="009F6778"/>
    <w:rsid w:val="00A27B23"/>
    <w:rsid w:val="00A9441D"/>
    <w:rsid w:val="00A96694"/>
    <w:rsid w:val="00AD4052"/>
    <w:rsid w:val="00AE311B"/>
    <w:rsid w:val="00AF138A"/>
    <w:rsid w:val="00B019FC"/>
    <w:rsid w:val="00B15318"/>
    <w:rsid w:val="00B20DBC"/>
    <w:rsid w:val="00B45556"/>
    <w:rsid w:val="00B45C18"/>
    <w:rsid w:val="00BB1DDB"/>
    <w:rsid w:val="00BB70A7"/>
    <w:rsid w:val="00BC0E67"/>
    <w:rsid w:val="00BC49B6"/>
    <w:rsid w:val="00BC5E64"/>
    <w:rsid w:val="00BC6502"/>
    <w:rsid w:val="00BE02D7"/>
    <w:rsid w:val="00BF7E0D"/>
    <w:rsid w:val="00C3148B"/>
    <w:rsid w:val="00C462B3"/>
    <w:rsid w:val="00C5215A"/>
    <w:rsid w:val="00C6332C"/>
    <w:rsid w:val="00C95E4D"/>
    <w:rsid w:val="00C97CB5"/>
    <w:rsid w:val="00CB7291"/>
    <w:rsid w:val="00CD2504"/>
    <w:rsid w:val="00CF5D08"/>
    <w:rsid w:val="00D12C71"/>
    <w:rsid w:val="00D20EF1"/>
    <w:rsid w:val="00D43F9E"/>
    <w:rsid w:val="00D61DFE"/>
    <w:rsid w:val="00D77A0E"/>
    <w:rsid w:val="00DE0482"/>
    <w:rsid w:val="00DF0C5E"/>
    <w:rsid w:val="00DF543E"/>
    <w:rsid w:val="00DF75BD"/>
    <w:rsid w:val="00E216E6"/>
    <w:rsid w:val="00E26F70"/>
    <w:rsid w:val="00E34140"/>
    <w:rsid w:val="00E368CF"/>
    <w:rsid w:val="00E46325"/>
    <w:rsid w:val="00E76DC8"/>
    <w:rsid w:val="00E81B72"/>
    <w:rsid w:val="00EA58CF"/>
    <w:rsid w:val="00EA79A2"/>
    <w:rsid w:val="00EC0BE1"/>
    <w:rsid w:val="00ED1299"/>
    <w:rsid w:val="00F01523"/>
    <w:rsid w:val="00F11627"/>
    <w:rsid w:val="00F14371"/>
    <w:rsid w:val="00F22704"/>
    <w:rsid w:val="00F67CFC"/>
    <w:rsid w:val="00F70FA6"/>
    <w:rsid w:val="00F725A6"/>
    <w:rsid w:val="00FA260D"/>
    <w:rsid w:val="00FA2E83"/>
    <w:rsid w:val="00FD6C39"/>
    <w:rsid w:val="00FE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4786BDB2"/>
  <w15:docId w15:val="{DADD6504-5462-450E-A0AA-58C31449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5A6"/>
    <w:rPr>
      <w:sz w:val="24"/>
    </w:rPr>
  </w:style>
  <w:style w:type="paragraph" w:styleId="Heading1">
    <w:name w:val="heading 1"/>
    <w:basedOn w:val="Normal"/>
    <w:next w:val="Normal"/>
    <w:qFormat/>
    <w:rsid w:val="00F725A6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F725A6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F725A6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F725A6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F725A6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F725A6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F725A6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F725A6"/>
    <w:pPr>
      <w:keepLines/>
      <w:jc w:val="center"/>
    </w:pPr>
    <w:rPr>
      <w:szCs w:val="24"/>
    </w:rPr>
  </w:style>
  <w:style w:type="paragraph" w:customStyle="1" w:styleId="SL-FlLftSgl">
    <w:name w:val="SL-Fl Lft Sgl"/>
    <w:rsid w:val="00F725A6"/>
    <w:rPr>
      <w:sz w:val="24"/>
    </w:rPr>
  </w:style>
  <w:style w:type="paragraph" w:customStyle="1" w:styleId="A1-Survey1DigitRespOptBox">
    <w:name w:val="A1-Survey 1 Digit RespOptBox"/>
    <w:basedOn w:val="Normal"/>
    <w:rsid w:val="00F725A6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F725A6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F725A6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rsid w:val="00F725A6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rsid w:val="00F725A6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F725A6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rsid w:val="00F725A6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rsid w:val="00F725A6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sid w:val="00F725A6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rsid w:val="00F725A6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F725A6"/>
  </w:style>
  <w:style w:type="paragraph" w:customStyle="1" w:styleId="SL-FlLftSg">
    <w:name w:val="SL-Fl Lft Sg"/>
    <w:rsid w:val="001A70B9"/>
    <w:pPr>
      <w:suppressAutoHyphens/>
    </w:pPr>
    <w:rPr>
      <w:rFonts w:ascii="Arial" w:hAnsi="Arial"/>
      <w:spacing w:val="-2"/>
      <w:sz w:val="24"/>
      <w:szCs w:val="24"/>
    </w:rPr>
  </w:style>
  <w:style w:type="paragraph" w:customStyle="1" w:styleId="Q1-FirstLevelQuestion">
    <w:name w:val="Q1-First Level Question"/>
    <w:rsid w:val="001A70B9"/>
    <w:pPr>
      <w:tabs>
        <w:tab w:val="left" w:pos="720"/>
      </w:tabs>
      <w:spacing w:after="120"/>
      <w:ind w:left="720" w:hanging="720"/>
    </w:pPr>
    <w:rPr>
      <w:rFonts w:ascii="Arial" w:hAnsi="Arial"/>
      <w:b/>
      <w:bCs/>
      <w:sz w:val="24"/>
      <w:szCs w:val="24"/>
    </w:rPr>
  </w:style>
  <w:style w:type="paragraph" w:customStyle="1" w:styleId="ST-Subtitle-Survey">
    <w:name w:val="ST-Subtitle-Survey"/>
    <w:basedOn w:val="SL-FlLftSgl"/>
    <w:next w:val="SL-FlLftSgl"/>
    <w:rsid w:val="00F725A6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F725A6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F725A6"/>
    <w:pPr>
      <w:keepNext/>
      <w:keepLines/>
      <w:tabs>
        <w:tab w:val="left" w:pos="432"/>
      </w:tabs>
      <w:spacing w:after="180"/>
      <w:ind w:left="432" w:hanging="432"/>
    </w:pPr>
  </w:style>
  <w:style w:type="paragraph" w:customStyle="1" w:styleId="C1-CtrBoldHd">
    <w:name w:val="C1-Ctr BoldHd"/>
    <w:next w:val="PlainText"/>
    <w:rsid w:val="001A70B9"/>
    <w:pPr>
      <w:keepNext/>
      <w:pBdr>
        <w:bottom w:val="single" w:sz="12" w:space="1" w:color="auto"/>
      </w:pBdr>
      <w:spacing w:after="240" w:line="240" w:lineRule="atLeast"/>
      <w:jc w:val="center"/>
    </w:pPr>
    <w:rPr>
      <w:rFonts w:ascii="Arial" w:hAnsi="Arial"/>
      <w:b/>
      <w:bCs/>
      <w:caps/>
      <w:sz w:val="26"/>
      <w:szCs w:val="26"/>
    </w:rPr>
  </w:style>
  <w:style w:type="paragraph" w:styleId="PlainText">
    <w:name w:val="Plain Text"/>
    <w:basedOn w:val="Normal"/>
    <w:rsid w:val="001A70B9"/>
    <w:pPr>
      <w:spacing w:line="240" w:lineRule="atLeast"/>
      <w:jc w:val="both"/>
    </w:pPr>
    <w:rPr>
      <w:rFonts w:ascii="Courier New" w:hAnsi="Courier New" w:cs="Arial"/>
      <w:sz w:val="20"/>
    </w:rPr>
  </w:style>
  <w:style w:type="paragraph" w:styleId="BodyTextIndent3">
    <w:name w:val="Body Text Indent 3"/>
    <w:basedOn w:val="Normal"/>
    <w:rsid w:val="001A70B9"/>
    <w:pPr>
      <w:widowControl w:val="0"/>
      <w:tabs>
        <w:tab w:val="left" w:pos="540"/>
      </w:tabs>
      <w:spacing w:after="120" w:line="240" w:lineRule="atLeast"/>
      <w:ind w:left="547" w:hanging="547"/>
    </w:pPr>
    <w:rPr>
      <w:rFonts w:ascii="Arial" w:hAnsi="Arial" w:cs="Arial"/>
      <w:b/>
      <w:bCs/>
      <w:szCs w:val="24"/>
    </w:rPr>
  </w:style>
  <w:style w:type="paragraph" w:customStyle="1" w:styleId="A1-Answer">
    <w:name w:val="A1-Answer"/>
    <w:basedOn w:val="Normal"/>
    <w:rsid w:val="001A70B9"/>
    <w:pPr>
      <w:widowControl w:val="0"/>
      <w:tabs>
        <w:tab w:val="left" w:pos="936"/>
        <w:tab w:val="left" w:pos="1440"/>
        <w:tab w:val="left" w:pos="1800"/>
        <w:tab w:val="left" w:pos="2880"/>
      </w:tabs>
      <w:spacing w:line="240" w:lineRule="atLeast"/>
      <w:ind w:left="1800" w:hanging="1224"/>
    </w:pPr>
    <w:rPr>
      <w:rFonts w:ascii="Arial" w:hAnsi="Arial" w:cs="Arial"/>
      <w:szCs w:val="24"/>
    </w:rPr>
  </w:style>
  <w:style w:type="paragraph" w:customStyle="1" w:styleId="A2-Underscore">
    <w:name w:val="A2-Underscore"/>
    <w:rsid w:val="001A70B9"/>
    <w:pPr>
      <w:tabs>
        <w:tab w:val="right" w:leader="underscore" w:pos="4608"/>
      </w:tabs>
      <w:ind w:left="576"/>
    </w:pPr>
    <w:rPr>
      <w:rFonts w:ascii="Arial" w:hAnsi="Arial"/>
      <w:noProof/>
      <w:sz w:val="24"/>
      <w:szCs w:val="24"/>
    </w:rPr>
  </w:style>
  <w:style w:type="paragraph" w:customStyle="1" w:styleId="A3-HangingwBox">
    <w:name w:val="A3-Hanging w/Box"/>
    <w:basedOn w:val="A1-Answer"/>
    <w:rsid w:val="001A70B9"/>
    <w:pPr>
      <w:ind w:left="936" w:hanging="360"/>
    </w:pPr>
  </w:style>
  <w:style w:type="paragraph" w:customStyle="1" w:styleId="Q1">
    <w:name w:val="Q1"/>
    <w:rsid w:val="001A70B9"/>
    <w:pPr>
      <w:tabs>
        <w:tab w:val="left" w:pos="576"/>
      </w:tabs>
      <w:spacing w:after="120" w:line="240" w:lineRule="atLeast"/>
      <w:ind w:left="576" w:hanging="576"/>
    </w:pPr>
    <w:rPr>
      <w:rFonts w:ascii="Arial" w:hAnsi="Arial"/>
      <w:b/>
      <w:bCs/>
      <w:sz w:val="24"/>
      <w:szCs w:val="24"/>
    </w:rPr>
  </w:style>
  <w:style w:type="paragraph" w:styleId="TOC8">
    <w:name w:val="toc 8"/>
    <w:basedOn w:val="Normal"/>
    <w:next w:val="Normal"/>
    <w:semiHidden/>
    <w:rsid w:val="001A70B9"/>
    <w:pPr>
      <w:tabs>
        <w:tab w:val="right" w:pos="9360"/>
      </w:tabs>
      <w:spacing w:line="240" w:lineRule="atLeast"/>
      <w:ind w:left="720" w:hanging="720"/>
      <w:jc w:val="both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25A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735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356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35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56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73563"/>
    <w:rPr>
      <w:b/>
      <w:bCs/>
    </w:rPr>
  </w:style>
  <w:style w:type="paragraph" w:customStyle="1" w:styleId="DocumentsAvailable">
    <w:name w:val="Documents_Available"/>
    <w:basedOn w:val="Heading1"/>
    <w:qFormat/>
    <w:rsid w:val="00E76DC8"/>
    <w:pPr>
      <w:keepLines/>
      <w:tabs>
        <w:tab w:val="clear" w:pos="1195"/>
      </w:tabs>
      <w:spacing w:before="240" w:after="60"/>
      <w:ind w:left="0" w:firstLine="0"/>
    </w:pPr>
    <w:rPr>
      <w:color w:val="333399"/>
      <w:spacing w:val="4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rq.gov/cahps/surveys-guidance/item-sets/search.htm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ahrq.gov/cahps/surveys-guidance/hp/index.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ahrq.gov/cahps/surveys-guidance/item-sets/index.html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</Template>
  <TotalTime>1</TotalTime>
  <Pages>8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Health Plan Survey Child Commercial Survey 5.1, Spanish</vt:lpstr>
    </vt:vector>
  </TitlesOfParts>
  <Company>Westat</Company>
  <LinksUpToDate>false</LinksUpToDate>
  <CharactersWithSpaces>13825</CharactersWithSpaces>
  <SharedDoc>false</SharedDoc>
  <HLinks>
    <vt:vector size="24" baseType="variant">
      <vt:variant>
        <vt:i4>1245189</vt:i4>
      </vt:variant>
      <vt:variant>
        <vt:i4>12</vt:i4>
      </vt:variant>
      <vt:variant>
        <vt:i4>0</vt:i4>
      </vt:variant>
      <vt:variant>
        <vt:i4>5</vt:i4>
      </vt:variant>
      <vt:variant>
        <vt:lpwstr>https://www.cahps.ahrq.gov/Surveys-Guidance/HP/Get-Surveys-and-Instructions.aspx</vt:lpwstr>
      </vt:variant>
      <vt:variant>
        <vt:lpwstr/>
      </vt:variant>
      <vt:variant>
        <vt:i4>7209075</vt:i4>
      </vt:variant>
      <vt:variant>
        <vt:i4>6</vt:i4>
      </vt:variant>
      <vt:variant>
        <vt:i4>0</vt:i4>
      </vt:variant>
      <vt:variant>
        <vt:i4>5</vt:i4>
      </vt:variant>
      <vt:variant>
        <vt:lpwstr>http://www.cahps.ahrq.gov/Surveys-Guidance/HP/Get-Surveys-and-Instructions.aspx</vt:lpwstr>
      </vt:variant>
      <vt:variant>
        <vt:lpwstr/>
      </vt:variant>
      <vt:variant>
        <vt:i4>8192058</vt:i4>
      </vt:variant>
      <vt:variant>
        <vt:i4>3</vt:i4>
      </vt:variant>
      <vt:variant>
        <vt:i4>0</vt:i4>
      </vt:variant>
      <vt:variant>
        <vt:i4>5</vt:i4>
      </vt:variant>
      <vt:variant>
        <vt:lpwstr>https://www.cahps.ahrq.gov/Surveys-Guidance/Item-Sets/Children-with-Chronic-Conditions.aspx</vt:lpwstr>
      </vt:variant>
      <vt:variant>
        <vt:lpwstr/>
      </vt:variant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https://www.cahps.ahrq.gov/Surveys-Guidance/HP/Get-Surveys-and-Instructions.aspx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Health Plan Survey Child Commercial Survey 5.1, Spanish</dc:title>
  <dc:subject>Survey of health plan enrollees' experiences with care</dc:subject>
  <dc:creator>AHRQ - CAHPS Consortium</dc:creator>
  <cp:keywords>Survey, patient experience, communication, access, doctors, ratings, health plans, customer service, child, commercial, CAHPS, enrollee</cp:keywords>
  <cp:lastModifiedBy>Ramage, Kathryn (AHRQ/OC) (CTR)</cp:lastModifiedBy>
  <cp:revision>4</cp:revision>
  <cp:lastPrinted>2012-11-02T21:11:00Z</cp:lastPrinted>
  <dcterms:created xsi:type="dcterms:W3CDTF">2024-03-27T14:15:00Z</dcterms:created>
  <dcterms:modified xsi:type="dcterms:W3CDTF">2024-04-18T13:30:00Z</dcterms:modified>
</cp:coreProperties>
</file>